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F3D" w:rsidRDefault="00125F3D" w:rsidP="001A31BA">
      <w:pPr>
        <w:pStyle w:val="ConsPlusTitle"/>
        <w:widowControl/>
        <w:suppressAutoHyphens/>
        <w:jc w:val="center"/>
        <w:outlineLvl w:val="0"/>
      </w:pPr>
      <w:r>
        <w:t>ЗАКОН УЛЬЯНОВСКОЙ ОБЛАСТИ</w:t>
      </w:r>
    </w:p>
    <w:p w:rsidR="00125F3D" w:rsidRDefault="00125F3D" w:rsidP="001A31BA">
      <w:pPr>
        <w:pStyle w:val="ConsPlusTitle"/>
        <w:widowControl/>
        <w:suppressAutoHyphens/>
        <w:jc w:val="center"/>
        <w:outlineLvl w:val="0"/>
      </w:pPr>
    </w:p>
    <w:p w:rsidR="00125F3D" w:rsidRDefault="00125F3D" w:rsidP="001A31BA">
      <w:pPr>
        <w:pStyle w:val="ConsPlusTitle"/>
        <w:widowControl/>
        <w:suppressAutoHyphens/>
        <w:jc w:val="center"/>
        <w:outlineLvl w:val="0"/>
      </w:pPr>
    </w:p>
    <w:p w:rsidR="00125F3D" w:rsidRDefault="00125F3D" w:rsidP="001A31BA">
      <w:pPr>
        <w:pStyle w:val="ConsPlusTitle"/>
        <w:widowControl/>
        <w:suppressAutoHyphens/>
        <w:jc w:val="center"/>
        <w:outlineLvl w:val="0"/>
      </w:pPr>
    </w:p>
    <w:p w:rsidR="00125F3D" w:rsidRPr="001B46FB" w:rsidRDefault="00125F3D" w:rsidP="001A31BA">
      <w:pPr>
        <w:pStyle w:val="ConsPlusTitle"/>
        <w:widowControl/>
        <w:suppressAutoHyphens/>
        <w:jc w:val="center"/>
        <w:outlineLvl w:val="0"/>
      </w:pPr>
    </w:p>
    <w:p w:rsidR="00125F3D" w:rsidRPr="001B46FB" w:rsidRDefault="00125F3D" w:rsidP="001A31BA">
      <w:pPr>
        <w:pStyle w:val="ConsPlusTitle"/>
        <w:widowControl/>
        <w:suppressAutoHyphens/>
        <w:jc w:val="center"/>
        <w:outlineLvl w:val="0"/>
      </w:pPr>
    </w:p>
    <w:p w:rsidR="00125F3D" w:rsidRPr="001B46FB" w:rsidRDefault="00125F3D" w:rsidP="001A31BA">
      <w:pPr>
        <w:pStyle w:val="ConsPlusTitle"/>
        <w:widowControl/>
        <w:suppressAutoHyphens/>
        <w:jc w:val="center"/>
        <w:outlineLvl w:val="0"/>
      </w:pPr>
      <w:r w:rsidRPr="001B46FB">
        <w:t>Об утверждении отчёта о результатах</w:t>
      </w:r>
    </w:p>
    <w:p w:rsidR="00125F3D" w:rsidRDefault="00125F3D" w:rsidP="001A31BA">
      <w:pPr>
        <w:pStyle w:val="ConsPlusTitle"/>
        <w:widowControl/>
        <w:suppressAutoHyphens/>
        <w:jc w:val="center"/>
        <w:outlineLvl w:val="0"/>
      </w:pPr>
      <w:r w:rsidRPr="001B46FB">
        <w:t xml:space="preserve">управления государственной собственностью </w:t>
      </w:r>
    </w:p>
    <w:p w:rsidR="00125F3D" w:rsidRPr="001B46FB" w:rsidRDefault="00125F3D" w:rsidP="00BF47A3">
      <w:pPr>
        <w:pStyle w:val="ConsPlusTitle"/>
        <w:widowControl/>
        <w:suppressAutoHyphens/>
        <w:jc w:val="center"/>
        <w:outlineLvl w:val="0"/>
      </w:pPr>
      <w:r w:rsidRPr="001B46FB">
        <w:t>Ульяновской области за 201</w:t>
      </w:r>
      <w:r>
        <w:t>5</w:t>
      </w:r>
      <w:r w:rsidRPr="001B46FB">
        <w:t xml:space="preserve"> год</w:t>
      </w:r>
    </w:p>
    <w:p w:rsidR="00125F3D" w:rsidRPr="002A381A" w:rsidRDefault="00125F3D" w:rsidP="001A31BA">
      <w:pPr>
        <w:pStyle w:val="ConsPlusTitle"/>
        <w:widowControl/>
        <w:suppressAutoHyphens/>
        <w:jc w:val="center"/>
        <w:outlineLvl w:val="0"/>
        <w:rPr>
          <w:b w:val="0"/>
        </w:rPr>
      </w:pPr>
    </w:p>
    <w:p w:rsidR="00125F3D" w:rsidRPr="002A381A" w:rsidRDefault="00125F3D" w:rsidP="001A31BA">
      <w:pPr>
        <w:pStyle w:val="ConsPlusTitle"/>
        <w:widowControl/>
        <w:suppressAutoHyphens/>
        <w:jc w:val="center"/>
        <w:outlineLvl w:val="0"/>
        <w:rPr>
          <w:b w:val="0"/>
        </w:rPr>
      </w:pPr>
    </w:p>
    <w:p w:rsidR="00125F3D" w:rsidRPr="00B86B76" w:rsidRDefault="00125F3D" w:rsidP="002A381A">
      <w:pPr>
        <w:suppressAutoHyphens/>
        <w:autoSpaceDE w:val="0"/>
        <w:autoSpaceDN w:val="0"/>
        <w:adjustRightInd w:val="0"/>
        <w:jc w:val="center"/>
        <w:outlineLvl w:val="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Принят Законодательным Собранием Ульяновской области 26 мая 2016 года</w:t>
      </w:r>
    </w:p>
    <w:p w:rsidR="00125F3D" w:rsidRPr="002A381A" w:rsidRDefault="00125F3D" w:rsidP="002A381A">
      <w:pPr>
        <w:suppressAutoHyphens/>
        <w:autoSpaceDE w:val="0"/>
        <w:autoSpaceDN w:val="0"/>
        <w:adjustRightInd w:val="0"/>
        <w:jc w:val="center"/>
        <w:outlineLvl w:val="0"/>
        <w:rPr>
          <w:color w:val="auto"/>
        </w:rPr>
      </w:pPr>
    </w:p>
    <w:p w:rsidR="00125F3D" w:rsidRDefault="00125F3D" w:rsidP="002A381A">
      <w:pPr>
        <w:suppressAutoHyphens/>
        <w:autoSpaceDE w:val="0"/>
        <w:autoSpaceDN w:val="0"/>
        <w:adjustRightInd w:val="0"/>
        <w:jc w:val="center"/>
        <w:outlineLvl w:val="0"/>
        <w:rPr>
          <w:color w:val="auto"/>
        </w:rPr>
      </w:pPr>
    </w:p>
    <w:p w:rsidR="00125F3D" w:rsidRPr="002A381A" w:rsidRDefault="00125F3D" w:rsidP="002A381A">
      <w:pPr>
        <w:suppressAutoHyphens/>
        <w:autoSpaceDE w:val="0"/>
        <w:autoSpaceDN w:val="0"/>
        <w:adjustRightInd w:val="0"/>
        <w:jc w:val="center"/>
        <w:outlineLvl w:val="0"/>
        <w:rPr>
          <w:color w:val="auto"/>
        </w:rPr>
      </w:pPr>
    </w:p>
    <w:p w:rsidR="00125F3D" w:rsidRPr="001B46FB" w:rsidRDefault="00125F3D" w:rsidP="002A381A">
      <w:pPr>
        <w:suppressAutoHyphens/>
        <w:autoSpaceDE w:val="0"/>
        <w:autoSpaceDN w:val="0"/>
        <w:adjustRightInd w:val="0"/>
        <w:jc w:val="center"/>
        <w:outlineLvl w:val="0"/>
        <w:rPr>
          <w:color w:val="auto"/>
        </w:rPr>
      </w:pPr>
    </w:p>
    <w:p w:rsidR="00125F3D" w:rsidRPr="001B46FB" w:rsidRDefault="00125F3D" w:rsidP="001A31BA">
      <w:pPr>
        <w:tabs>
          <w:tab w:val="left" w:pos="7655"/>
        </w:tabs>
        <w:suppressAutoHyphens/>
        <w:autoSpaceDE w:val="0"/>
        <w:autoSpaceDN w:val="0"/>
        <w:adjustRightInd w:val="0"/>
        <w:spacing w:line="360" w:lineRule="auto"/>
        <w:ind w:firstLine="720"/>
        <w:jc w:val="both"/>
        <w:outlineLvl w:val="0"/>
        <w:rPr>
          <w:color w:val="auto"/>
        </w:rPr>
      </w:pPr>
      <w:r w:rsidRPr="001B46FB">
        <w:rPr>
          <w:color w:val="auto"/>
        </w:rPr>
        <w:t>В соответствии со статьёй 16</w:t>
      </w:r>
      <w:r w:rsidRPr="001B46FB">
        <w:rPr>
          <w:color w:val="auto"/>
          <w:vertAlign w:val="superscript"/>
        </w:rPr>
        <w:t>1</w:t>
      </w:r>
      <w:r w:rsidRPr="001B46FB">
        <w:rPr>
          <w:color w:val="auto"/>
        </w:rPr>
        <w:t xml:space="preserve"> Закона Ульяновской области от 6 мая</w:t>
      </w:r>
      <w:r w:rsidRPr="001B46FB">
        <w:rPr>
          <w:color w:val="auto"/>
        </w:rPr>
        <w:br/>
        <w:t>2002 года № 020-ЗО «О порядке управления и распоряжения государственной собственностью Ульяновской области» утвердить отчёт о результатах управления государственной собственностью Ульяновской области за 201</w:t>
      </w:r>
      <w:r>
        <w:rPr>
          <w:color w:val="auto"/>
        </w:rPr>
        <w:t>5</w:t>
      </w:r>
      <w:r w:rsidRPr="001B46FB">
        <w:rPr>
          <w:color w:val="auto"/>
        </w:rPr>
        <w:t xml:space="preserve"> год (прилагается).</w:t>
      </w:r>
    </w:p>
    <w:p w:rsidR="00125F3D" w:rsidRPr="002A381A" w:rsidRDefault="00125F3D" w:rsidP="001A31BA">
      <w:pPr>
        <w:suppressAutoHyphens/>
        <w:autoSpaceDE w:val="0"/>
        <w:autoSpaceDN w:val="0"/>
        <w:adjustRightInd w:val="0"/>
        <w:rPr>
          <w:color w:val="auto"/>
          <w:sz w:val="16"/>
        </w:rPr>
      </w:pPr>
    </w:p>
    <w:p w:rsidR="00125F3D" w:rsidRPr="001B46FB" w:rsidRDefault="00125F3D" w:rsidP="001A31BA">
      <w:pPr>
        <w:suppressAutoHyphens/>
        <w:autoSpaceDE w:val="0"/>
        <w:autoSpaceDN w:val="0"/>
        <w:adjustRightInd w:val="0"/>
        <w:rPr>
          <w:color w:val="auto"/>
        </w:rPr>
      </w:pPr>
    </w:p>
    <w:p w:rsidR="00125F3D" w:rsidRDefault="00125F3D" w:rsidP="001A31BA">
      <w:pPr>
        <w:suppressAutoHyphens/>
        <w:autoSpaceDE w:val="0"/>
        <w:autoSpaceDN w:val="0"/>
        <w:adjustRightInd w:val="0"/>
        <w:rPr>
          <w:color w:val="auto"/>
        </w:rPr>
      </w:pPr>
    </w:p>
    <w:p w:rsidR="00125F3D" w:rsidRPr="00640FB0" w:rsidRDefault="00125F3D" w:rsidP="001A31BA">
      <w:pPr>
        <w:suppressAutoHyphens/>
        <w:autoSpaceDE w:val="0"/>
        <w:autoSpaceDN w:val="0"/>
        <w:adjustRightInd w:val="0"/>
        <w:rPr>
          <w:b/>
          <w:color w:val="auto"/>
        </w:rPr>
      </w:pPr>
      <w:r w:rsidRPr="00640FB0">
        <w:rPr>
          <w:b/>
          <w:color w:val="auto"/>
        </w:rPr>
        <w:t>Временно исполняющий обязанности</w:t>
      </w:r>
    </w:p>
    <w:p w:rsidR="00125F3D" w:rsidRPr="001B46FB" w:rsidRDefault="00125F3D" w:rsidP="001A31BA">
      <w:pPr>
        <w:tabs>
          <w:tab w:val="left" w:pos="8080"/>
        </w:tabs>
        <w:suppressAutoHyphens/>
        <w:rPr>
          <w:b/>
          <w:color w:val="auto"/>
        </w:rPr>
      </w:pPr>
      <w:r w:rsidRPr="001B46FB">
        <w:rPr>
          <w:b/>
          <w:color w:val="auto"/>
        </w:rPr>
        <w:t>Губернатор</w:t>
      </w:r>
      <w:r>
        <w:rPr>
          <w:b/>
          <w:color w:val="auto"/>
        </w:rPr>
        <w:t>а</w:t>
      </w:r>
      <w:r w:rsidRPr="001B46FB">
        <w:rPr>
          <w:b/>
          <w:color w:val="auto"/>
        </w:rPr>
        <w:t xml:space="preserve"> Ульяновской области</w:t>
      </w:r>
      <w:r w:rsidRPr="001B46FB">
        <w:rPr>
          <w:b/>
          <w:color w:val="auto"/>
        </w:rPr>
        <w:tab/>
        <w:t xml:space="preserve">  С.И.Морозов</w:t>
      </w:r>
    </w:p>
    <w:p w:rsidR="00125F3D" w:rsidRPr="001B46FB" w:rsidRDefault="00125F3D" w:rsidP="002A381A">
      <w:pPr>
        <w:suppressAutoHyphens/>
        <w:jc w:val="center"/>
        <w:rPr>
          <w:color w:val="auto"/>
        </w:rPr>
      </w:pPr>
    </w:p>
    <w:p w:rsidR="00125F3D" w:rsidRPr="001B46FB" w:rsidRDefault="00125F3D" w:rsidP="001A31BA">
      <w:pPr>
        <w:suppressAutoHyphens/>
        <w:jc w:val="center"/>
        <w:rPr>
          <w:color w:val="auto"/>
        </w:rPr>
      </w:pPr>
    </w:p>
    <w:p w:rsidR="00125F3D" w:rsidRPr="001B46FB" w:rsidRDefault="00125F3D" w:rsidP="001A31BA">
      <w:pPr>
        <w:suppressAutoHyphens/>
        <w:jc w:val="center"/>
        <w:rPr>
          <w:color w:val="auto"/>
        </w:rPr>
      </w:pPr>
    </w:p>
    <w:p w:rsidR="00125F3D" w:rsidRPr="001B46FB" w:rsidRDefault="00125F3D" w:rsidP="002A381A">
      <w:pPr>
        <w:suppressAutoHyphens/>
        <w:jc w:val="center"/>
        <w:rPr>
          <w:color w:val="auto"/>
        </w:rPr>
      </w:pPr>
      <w:r w:rsidRPr="001B46FB">
        <w:rPr>
          <w:color w:val="auto"/>
        </w:rPr>
        <w:t>г. Ульяновск</w:t>
      </w:r>
    </w:p>
    <w:p w:rsidR="00125F3D" w:rsidRPr="001B46FB" w:rsidRDefault="00125F3D" w:rsidP="002A381A">
      <w:pPr>
        <w:suppressAutoHyphens/>
        <w:jc w:val="center"/>
        <w:rPr>
          <w:color w:val="auto"/>
        </w:rPr>
      </w:pPr>
      <w:r>
        <w:rPr>
          <w:color w:val="auto"/>
        </w:rPr>
        <w:t>31 мая</w:t>
      </w:r>
      <w:r w:rsidRPr="001B46FB">
        <w:rPr>
          <w:color w:val="auto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1B46FB">
          <w:rPr>
            <w:color w:val="auto"/>
          </w:rPr>
          <w:t>201</w:t>
        </w:r>
        <w:r>
          <w:rPr>
            <w:color w:val="auto"/>
          </w:rPr>
          <w:t>6</w:t>
        </w:r>
        <w:r w:rsidRPr="001B46FB">
          <w:rPr>
            <w:color w:val="auto"/>
          </w:rPr>
          <w:t xml:space="preserve"> г</w:t>
        </w:r>
      </w:smartTag>
      <w:r w:rsidRPr="001B46FB">
        <w:rPr>
          <w:color w:val="auto"/>
        </w:rPr>
        <w:t>.</w:t>
      </w:r>
    </w:p>
    <w:p w:rsidR="00125F3D" w:rsidRPr="001B46FB" w:rsidRDefault="00125F3D" w:rsidP="002A381A">
      <w:pPr>
        <w:suppressAutoHyphens/>
        <w:jc w:val="center"/>
        <w:rPr>
          <w:color w:val="auto"/>
        </w:rPr>
      </w:pPr>
      <w:r>
        <w:rPr>
          <w:color w:val="auto"/>
        </w:rPr>
        <w:t>№ 68</w:t>
      </w:r>
      <w:r w:rsidRPr="001B46FB">
        <w:rPr>
          <w:color w:val="auto"/>
        </w:rPr>
        <w:t>-ЗО</w:t>
      </w:r>
    </w:p>
    <w:p w:rsidR="00125F3D" w:rsidRPr="001B46FB" w:rsidRDefault="00125F3D" w:rsidP="001A31BA">
      <w:pPr>
        <w:suppressAutoHyphens/>
        <w:rPr>
          <w:color w:val="auto"/>
        </w:rPr>
      </w:pPr>
    </w:p>
    <w:p w:rsidR="00125F3D" w:rsidRPr="001B46FB" w:rsidRDefault="00125F3D" w:rsidP="001A31BA">
      <w:pPr>
        <w:suppressAutoHyphens/>
        <w:rPr>
          <w:color w:val="auto"/>
        </w:rPr>
        <w:sectPr w:rsidR="00125F3D" w:rsidRPr="001B46FB" w:rsidSect="001C093C"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125F3D" w:rsidRPr="001B46FB" w:rsidRDefault="00125F3D" w:rsidP="00062C0C">
      <w:pPr>
        <w:suppressAutoHyphens/>
        <w:autoSpaceDE w:val="0"/>
        <w:autoSpaceDN w:val="0"/>
        <w:adjustRightInd w:val="0"/>
        <w:spacing w:line="360" w:lineRule="auto"/>
        <w:ind w:left="5529"/>
        <w:jc w:val="center"/>
        <w:outlineLvl w:val="0"/>
        <w:rPr>
          <w:color w:val="auto"/>
        </w:rPr>
      </w:pPr>
      <w:r w:rsidRPr="001B46FB">
        <w:rPr>
          <w:color w:val="auto"/>
        </w:rPr>
        <w:t>УТВЕРЖДЁН</w:t>
      </w:r>
    </w:p>
    <w:p w:rsidR="00125F3D" w:rsidRPr="001B46FB" w:rsidRDefault="00125F3D" w:rsidP="00062C0C">
      <w:pPr>
        <w:suppressAutoHyphens/>
        <w:autoSpaceDE w:val="0"/>
        <w:autoSpaceDN w:val="0"/>
        <w:adjustRightInd w:val="0"/>
        <w:ind w:left="5529"/>
        <w:jc w:val="center"/>
        <w:outlineLvl w:val="0"/>
        <w:rPr>
          <w:color w:val="auto"/>
        </w:rPr>
      </w:pPr>
      <w:r w:rsidRPr="001B46FB">
        <w:rPr>
          <w:color w:val="auto"/>
        </w:rPr>
        <w:t>Законом Ульяновской области</w:t>
      </w:r>
    </w:p>
    <w:p w:rsidR="00125F3D" w:rsidRPr="001B46FB" w:rsidRDefault="00125F3D" w:rsidP="00062C0C">
      <w:pPr>
        <w:suppressAutoHyphens/>
        <w:autoSpaceDE w:val="0"/>
        <w:autoSpaceDN w:val="0"/>
        <w:adjustRightInd w:val="0"/>
        <w:ind w:left="5529"/>
        <w:jc w:val="center"/>
        <w:outlineLvl w:val="0"/>
        <w:rPr>
          <w:color w:val="auto"/>
        </w:rPr>
      </w:pPr>
      <w:r w:rsidRPr="001B46FB">
        <w:rPr>
          <w:color w:val="auto"/>
        </w:rPr>
        <w:t xml:space="preserve">«Об утверждении отчёта </w:t>
      </w:r>
    </w:p>
    <w:p w:rsidR="00125F3D" w:rsidRPr="001B46FB" w:rsidRDefault="00125F3D" w:rsidP="00062C0C">
      <w:pPr>
        <w:suppressAutoHyphens/>
        <w:autoSpaceDE w:val="0"/>
        <w:autoSpaceDN w:val="0"/>
        <w:adjustRightInd w:val="0"/>
        <w:ind w:left="5529"/>
        <w:jc w:val="center"/>
        <w:outlineLvl w:val="0"/>
        <w:rPr>
          <w:color w:val="auto"/>
        </w:rPr>
      </w:pPr>
      <w:r w:rsidRPr="001B46FB">
        <w:rPr>
          <w:color w:val="auto"/>
        </w:rPr>
        <w:t>о результатах управления</w:t>
      </w:r>
    </w:p>
    <w:p w:rsidR="00125F3D" w:rsidRPr="001B46FB" w:rsidRDefault="00125F3D" w:rsidP="00062C0C">
      <w:pPr>
        <w:suppressAutoHyphens/>
        <w:autoSpaceDE w:val="0"/>
        <w:autoSpaceDN w:val="0"/>
        <w:adjustRightInd w:val="0"/>
        <w:ind w:left="5529"/>
        <w:jc w:val="center"/>
        <w:outlineLvl w:val="0"/>
        <w:rPr>
          <w:color w:val="auto"/>
        </w:rPr>
      </w:pPr>
      <w:r w:rsidRPr="001B46FB">
        <w:rPr>
          <w:color w:val="auto"/>
        </w:rPr>
        <w:t>государственной собственностью</w:t>
      </w:r>
    </w:p>
    <w:p w:rsidR="00125F3D" w:rsidRPr="001B46FB" w:rsidRDefault="00125F3D" w:rsidP="00062C0C">
      <w:pPr>
        <w:suppressAutoHyphens/>
        <w:autoSpaceDE w:val="0"/>
        <w:autoSpaceDN w:val="0"/>
        <w:adjustRightInd w:val="0"/>
        <w:ind w:left="5529"/>
        <w:jc w:val="center"/>
        <w:outlineLvl w:val="0"/>
        <w:rPr>
          <w:color w:val="auto"/>
        </w:rPr>
      </w:pPr>
      <w:r w:rsidRPr="001B46FB">
        <w:rPr>
          <w:color w:val="auto"/>
        </w:rPr>
        <w:t>Ульяновской области за 201</w:t>
      </w:r>
      <w:r>
        <w:rPr>
          <w:color w:val="auto"/>
        </w:rPr>
        <w:t>5</w:t>
      </w:r>
      <w:r w:rsidRPr="001B46FB">
        <w:rPr>
          <w:color w:val="auto"/>
        </w:rPr>
        <w:t xml:space="preserve"> год»</w:t>
      </w:r>
    </w:p>
    <w:p w:rsidR="00125F3D" w:rsidRDefault="00125F3D" w:rsidP="001A31BA">
      <w:pPr>
        <w:pStyle w:val="ConsPlusTitle"/>
        <w:widowControl/>
        <w:suppressAutoHyphens/>
        <w:jc w:val="center"/>
        <w:outlineLvl w:val="0"/>
      </w:pPr>
    </w:p>
    <w:p w:rsidR="00125F3D" w:rsidRPr="001B46FB" w:rsidRDefault="00125F3D" w:rsidP="001A31BA">
      <w:pPr>
        <w:pStyle w:val="ConsPlusTitle"/>
        <w:widowControl/>
        <w:suppressAutoHyphens/>
        <w:jc w:val="center"/>
        <w:outlineLvl w:val="0"/>
      </w:pPr>
    </w:p>
    <w:p w:rsidR="00125F3D" w:rsidRPr="001B46FB" w:rsidRDefault="00125F3D" w:rsidP="001A31BA">
      <w:pPr>
        <w:pStyle w:val="ConsPlusTitle"/>
        <w:widowControl/>
        <w:suppressAutoHyphens/>
        <w:jc w:val="center"/>
        <w:outlineLvl w:val="0"/>
        <w:rPr>
          <w:sz w:val="14"/>
        </w:rPr>
      </w:pPr>
    </w:p>
    <w:p w:rsidR="00125F3D" w:rsidRPr="001B46FB" w:rsidRDefault="00125F3D" w:rsidP="000B3BD1">
      <w:pPr>
        <w:pStyle w:val="ConsPlusTitle"/>
        <w:widowControl/>
        <w:suppressAutoHyphens/>
        <w:jc w:val="center"/>
        <w:outlineLvl w:val="0"/>
      </w:pPr>
      <w:r w:rsidRPr="001B46FB">
        <w:t xml:space="preserve">ОТЧЁТ </w:t>
      </w:r>
      <w:r w:rsidRPr="001B46FB">
        <w:br/>
        <w:t xml:space="preserve">о результатах управления государственной собственностью </w:t>
      </w:r>
      <w:r w:rsidRPr="001B46FB">
        <w:br/>
        <w:t>Ульяновской области за 201</w:t>
      </w:r>
      <w:r>
        <w:t>5</w:t>
      </w:r>
      <w:r w:rsidRPr="001B46FB">
        <w:t xml:space="preserve"> год</w:t>
      </w:r>
    </w:p>
    <w:p w:rsidR="00125F3D" w:rsidRPr="001B46FB" w:rsidRDefault="00125F3D" w:rsidP="00914CA6">
      <w:pPr>
        <w:suppressAutoHyphens/>
        <w:autoSpaceDE w:val="0"/>
        <w:autoSpaceDN w:val="0"/>
        <w:adjustRightInd w:val="0"/>
        <w:ind w:right="-142"/>
        <w:outlineLvl w:val="0"/>
        <w:rPr>
          <w:color w:val="auto"/>
        </w:rPr>
      </w:pPr>
    </w:p>
    <w:p w:rsidR="00125F3D" w:rsidRDefault="00125F3D" w:rsidP="00B931E3">
      <w:pPr>
        <w:pStyle w:val="BodyTextIndent3"/>
        <w:spacing w:line="360" w:lineRule="auto"/>
      </w:pPr>
      <w:r w:rsidRPr="001B46FB">
        <w:t>1</w:t>
      </w:r>
      <w:r>
        <w:t>. Фактический размер расходов областного бюджета Ульяновской</w:t>
      </w:r>
      <w:r>
        <w:br/>
        <w:t>области,</w:t>
      </w:r>
      <w:r w:rsidRPr="001B46FB">
        <w:t xml:space="preserve"> </w:t>
      </w:r>
      <w:r w:rsidRPr="00094E7A">
        <w:t>связанных с управлением объектами</w:t>
      </w:r>
      <w:r>
        <w:t xml:space="preserve">, </w:t>
      </w:r>
      <w:r w:rsidRPr="00094E7A">
        <w:t>находящи</w:t>
      </w:r>
      <w:r>
        <w:t>ми</w:t>
      </w:r>
      <w:r w:rsidRPr="00094E7A">
        <w:t>ся в</w:t>
      </w:r>
      <w:r w:rsidRPr="001B46FB">
        <w:t xml:space="preserve"> государственной собственности Ульяновской области:</w:t>
      </w:r>
    </w:p>
    <w:p w:rsidR="00125F3D" w:rsidRPr="00285A88" w:rsidRDefault="00125F3D" w:rsidP="00285A88">
      <w:pPr>
        <w:pStyle w:val="BodyTextIndent3"/>
        <w:rPr>
          <w:sz w:val="16"/>
          <w:szCs w:val="16"/>
        </w:rPr>
      </w:pPr>
    </w:p>
    <w:tbl>
      <w:tblPr>
        <w:tblW w:w="10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7618"/>
        <w:gridCol w:w="1960"/>
      </w:tblGrid>
      <w:tr w:rsidR="00125F3D" w:rsidRPr="001B46FB" w:rsidTr="005125D3">
        <w:trPr>
          <w:cantSplit/>
          <w:trHeight w:val="527"/>
        </w:trPr>
        <w:tc>
          <w:tcPr>
            <w:tcW w:w="540" w:type="dxa"/>
            <w:vAlign w:val="center"/>
          </w:tcPr>
          <w:p w:rsidR="00125F3D" w:rsidRPr="001B46FB" w:rsidRDefault="00125F3D" w:rsidP="00694E37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color w:val="auto"/>
              </w:rPr>
            </w:pPr>
            <w:r w:rsidRPr="001B46FB">
              <w:rPr>
                <w:color w:val="auto"/>
              </w:rPr>
              <w:t>№ п/п</w:t>
            </w:r>
          </w:p>
        </w:tc>
        <w:tc>
          <w:tcPr>
            <w:tcW w:w="7618" w:type="dxa"/>
            <w:vAlign w:val="center"/>
          </w:tcPr>
          <w:p w:rsidR="00125F3D" w:rsidRPr="001B46FB" w:rsidRDefault="00125F3D" w:rsidP="00694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B46FB">
              <w:rPr>
                <w:color w:val="auto"/>
              </w:rPr>
              <w:t>Виды расходов</w:t>
            </w:r>
          </w:p>
        </w:tc>
        <w:tc>
          <w:tcPr>
            <w:tcW w:w="1960" w:type="dxa"/>
            <w:vAlign w:val="center"/>
          </w:tcPr>
          <w:p w:rsidR="00125F3D" w:rsidRPr="001B46FB" w:rsidRDefault="00125F3D" w:rsidP="00694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B46FB">
              <w:rPr>
                <w:color w:val="auto"/>
              </w:rPr>
              <w:t xml:space="preserve">Сумма </w:t>
            </w:r>
          </w:p>
          <w:p w:rsidR="00125F3D" w:rsidRPr="001B46FB" w:rsidRDefault="00125F3D" w:rsidP="00694E3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B46FB">
              <w:rPr>
                <w:color w:val="auto"/>
              </w:rPr>
              <w:t>(тыс. рублей)</w:t>
            </w:r>
          </w:p>
        </w:tc>
      </w:tr>
      <w:tr w:rsidR="00125F3D" w:rsidRPr="001B46FB" w:rsidTr="005125D3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/>
        </w:tblPrEx>
        <w:trPr>
          <w:trHeight w:val="258"/>
          <w:tblHeader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EB74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B46FB">
              <w:rPr>
                <w:color w:val="auto"/>
              </w:rPr>
              <w:t>1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EB74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B46FB">
              <w:rPr>
                <w:color w:val="auto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EB746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B46FB">
              <w:rPr>
                <w:color w:val="auto"/>
              </w:rPr>
              <w:t>3</w:t>
            </w:r>
          </w:p>
        </w:tc>
      </w:tr>
      <w:tr w:rsidR="00125F3D" w:rsidRPr="008C2AE1" w:rsidTr="005125D3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/>
        </w:tblPrEx>
        <w:trPr>
          <w:trHeight w:val="1042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7D4566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color w:val="auto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E315C3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>
              <w:t>На проведение кадастровых работ и инвентаризации объектов недвижимого имущества, находящихся в государственной собственности Ульяновской области, разграничение госуда</w:t>
            </w:r>
            <w:r>
              <w:t>р</w:t>
            </w:r>
            <w:r>
              <w:t>ственной собственности на землю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0B3BD1" w:rsidRDefault="00125F3D" w:rsidP="00EB746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3961</w:t>
            </w:r>
            <w:r w:rsidRPr="000B3BD1">
              <w:rPr>
                <w:color w:val="auto"/>
                <w:szCs w:val="24"/>
              </w:rPr>
              <w:t>,</w:t>
            </w:r>
            <w:r>
              <w:rPr>
                <w:color w:val="auto"/>
                <w:szCs w:val="24"/>
              </w:rPr>
              <w:t>4</w:t>
            </w:r>
          </w:p>
        </w:tc>
      </w:tr>
      <w:tr w:rsidR="00125F3D" w:rsidRPr="008C2AE1" w:rsidTr="005125D3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/>
        </w:tblPrEx>
        <w:trPr>
          <w:trHeight w:val="52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7D4566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color w:val="auto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E76481">
            <w:pPr>
              <w:autoSpaceDE w:val="0"/>
              <w:autoSpaceDN w:val="0"/>
              <w:adjustRightInd w:val="0"/>
              <w:jc w:val="both"/>
              <w:outlineLvl w:val="1"/>
              <w:rPr>
                <w:color w:val="auto"/>
              </w:rPr>
            </w:pPr>
            <w:r>
              <w:t>На управление и распоряжение пакетами акций, находящ</w:t>
            </w:r>
            <w:r>
              <w:t>и</w:t>
            </w:r>
            <w:r>
              <w:t>мися в государственной собственности Ульяновской области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0B3BD1" w:rsidRDefault="00125F3D" w:rsidP="00EB746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  <w:r w:rsidRPr="000B3BD1">
              <w:rPr>
                <w:color w:val="auto"/>
                <w:szCs w:val="24"/>
              </w:rPr>
              <w:t>1,</w:t>
            </w:r>
            <w:r>
              <w:rPr>
                <w:color w:val="auto"/>
                <w:szCs w:val="24"/>
              </w:rPr>
              <w:t>2</w:t>
            </w:r>
          </w:p>
        </w:tc>
      </w:tr>
      <w:tr w:rsidR="00125F3D" w:rsidRPr="008C2AE1" w:rsidTr="005125D3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/>
        </w:tblPrEx>
        <w:trPr>
          <w:trHeight w:val="209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7D4566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color w:val="auto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062543" w:rsidRDefault="00125F3D" w:rsidP="000625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2543">
              <w:rPr>
                <w:rFonts w:ascii="Times New Roman" w:hAnsi="Times New Roman" w:cs="Times New Roman"/>
                <w:sz w:val="28"/>
                <w:szCs w:val="28"/>
              </w:rPr>
              <w:t>На оценку и организацию проведения торгов по продаже имущества и продаже права на заключение договоров аренды имущества, находящегося в государственной собственности Ульяновской области, включая земельные участки, на оценку объектов залогового фонда, публикацию информационных сообщений о приватизации, проведении торгов и предоста</w:t>
            </w:r>
            <w:r w:rsidRPr="0006254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62543">
              <w:rPr>
                <w:rFonts w:ascii="Times New Roman" w:hAnsi="Times New Roman" w:cs="Times New Roman"/>
                <w:sz w:val="28"/>
                <w:szCs w:val="28"/>
              </w:rPr>
              <w:t>лении в аренду земельных участков, находящихся в госуда</w:t>
            </w:r>
            <w:r w:rsidRPr="0006254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62543">
              <w:rPr>
                <w:rFonts w:ascii="Times New Roman" w:hAnsi="Times New Roman" w:cs="Times New Roman"/>
                <w:sz w:val="28"/>
                <w:szCs w:val="28"/>
              </w:rPr>
              <w:t>ственной собственности Ульяновской области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0B3BD1" w:rsidRDefault="00125F3D" w:rsidP="00EB746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  <w:szCs w:val="24"/>
              </w:rPr>
            </w:pPr>
            <w:r w:rsidRPr="000B3BD1">
              <w:rPr>
                <w:color w:val="auto"/>
                <w:szCs w:val="24"/>
                <w:lang w:val="en-US"/>
              </w:rPr>
              <w:t>821</w:t>
            </w:r>
            <w:r w:rsidRPr="000B3BD1">
              <w:rPr>
                <w:color w:val="auto"/>
                <w:szCs w:val="24"/>
              </w:rPr>
              <w:t>,0</w:t>
            </w:r>
          </w:p>
        </w:tc>
      </w:tr>
      <w:tr w:rsidR="00125F3D" w:rsidRPr="008C2AE1" w:rsidTr="005125D3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/>
        </w:tblPrEx>
        <w:trPr>
          <w:trHeight w:val="52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7D4566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color w:val="auto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874BB7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>
              <w:t>На оплату государственной пошлины и судебных издержек, связанных с рассмотрением дел в судах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8F66F8" w:rsidRDefault="00125F3D" w:rsidP="00EB746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  <w:szCs w:val="24"/>
              </w:rPr>
            </w:pPr>
            <w:r w:rsidRPr="008F66F8">
              <w:rPr>
                <w:color w:val="auto"/>
                <w:szCs w:val="24"/>
              </w:rPr>
              <w:t>63,5</w:t>
            </w:r>
          </w:p>
          <w:p w:rsidR="00125F3D" w:rsidRPr="008C2AE1" w:rsidRDefault="00125F3D" w:rsidP="00EB746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FF0000"/>
                <w:szCs w:val="24"/>
              </w:rPr>
            </w:pPr>
          </w:p>
        </w:tc>
      </w:tr>
      <w:tr w:rsidR="00125F3D" w:rsidRPr="008C2AE1" w:rsidTr="005125D3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/>
        </w:tblPrEx>
        <w:trPr>
          <w:trHeight w:val="1312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7D4566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color w:val="auto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874BB7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>
              <w:t>На проведение конкурсов на замещение должностей руков</w:t>
            </w:r>
            <w:r>
              <w:t>о</w:t>
            </w:r>
            <w:r>
              <w:t>дителей областных государственных унитарных предпр</w:t>
            </w:r>
            <w:r>
              <w:t>и</w:t>
            </w:r>
            <w:r>
              <w:t>ятий, в отношении которых Департамент государственного имущества и земельных отношений Ульяновской области осуществляет функции и полномочия учредителя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8F66F8" w:rsidRDefault="00125F3D" w:rsidP="00EB746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  <w:szCs w:val="24"/>
              </w:rPr>
            </w:pPr>
            <w:r w:rsidRPr="008F66F8">
              <w:rPr>
                <w:color w:val="auto"/>
                <w:szCs w:val="24"/>
              </w:rPr>
              <w:t>0</w:t>
            </w:r>
            <w:r>
              <w:rPr>
                <w:color w:val="auto"/>
                <w:szCs w:val="24"/>
              </w:rPr>
              <w:t>,0</w:t>
            </w:r>
          </w:p>
        </w:tc>
      </w:tr>
      <w:tr w:rsidR="00125F3D" w:rsidRPr="008C2AE1" w:rsidTr="00285A88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/>
        </w:tblPrEx>
        <w:trPr>
          <w:trHeight w:val="132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7D4566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color w:val="auto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EB746C">
            <w:pPr>
              <w:autoSpaceDE w:val="0"/>
              <w:autoSpaceDN w:val="0"/>
              <w:adjustRightInd w:val="0"/>
              <w:jc w:val="both"/>
              <w:outlineLvl w:val="1"/>
              <w:rPr>
                <w:color w:val="auto"/>
              </w:rPr>
            </w:pPr>
            <w:r>
              <w:t>На выкуп размещаемых дополнительных акций при увелич</w:t>
            </w:r>
            <w:r>
              <w:t>е</w:t>
            </w:r>
            <w:r>
              <w:t>нии уставного капитала открытого акционерного общества «Аэропорт Ульяновск»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8F66F8" w:rsidRDefault="00125F3D" w:rsidP="00EB746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 w:rsidRPr="008F66F8">
              <w:rPr>
                <w:color w:val="auto"/>
              </w:rPr>
              <w:t>100000,0</w:t>
            </w:r>
          </w:p>
        </w:tc>
      </w:tr>
      <w:tr w:rsidR="00125F3D" w:rsidRPr="008C2AE1" w:rsidTr="005125D3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/>
        </w:tblPrEx>
        <w:trPr>
          <w:trHeight w:val="258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A47D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Default="00125F3D" w:rsidP="00A47DFE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8F66F8" w:rsidRDefault="00125F3D" w:rsidP="00A47DFE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</w:tr>
      <w:tr w:rsidR="00125F3D" w:rsidRPr="008C2AE1" w:rsidTr="005125D3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/>
        </w:tblPrEx>
        <w:trPr>
          <w:trHeight w:val="1042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7D4566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13" w:firstLine="0"/>
              <w:jc w:val="center"/>
              <w:rPr>
                <w:color w:val="auto"/>
              </w:rPr>
            </w:pP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EB746C">
            <w:pPr>
              <w:autoSpaceDE w:val="0"/>
              <w:autoSpaceDN w:val="0"/>
              <w:adjustRightInd w:val="0"/>
              <w:jc w:val="both"/>
              <w:outlineLvl w:val="1"/>
              <w:rPr>
                <w:color w:val="auto"/>
              </w:rPr>
            </w:pPr>
            <w:r>
              <w:t>На оплату размещаемых по закрытой подписке дополнител</w:t>
            </w:r>
            <w:r>
              <w:t>ь</w:t>
            </w:r>
            <w:r>
              <w:t>ных акций Акционерного общества «Корпорация развития Ульяновской области» при увеличении уставного капитала указанного акционерного общества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8F66F8" w:rsidRDefault="00125F3D" w:rsidP="00EB746C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 w:rsidRPr="008F66F8">
              <w:rPr>
                <w:color w:val="auto"/>
              </w:rPr>
              <w:t>87889,4</w:t>
            </w:r>
          </w:p>
        </w:tc>
      </w:tr>
      <w:tr w:rsidR="00125F3D" w:rsidRPr="008C2AE1" w:rsidTr="005125D3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/>
        </w:tblPrEx>
        <w:trPr>
          <w:trHeight w:val="294"/>
          <w:tblCellSpacing w:w="5" w:type="nil"/>
        </w:trPr>
        <w:tc>
          <w:tcPr>
            <w:tcW w:w="8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EB746C">
            <w:pPr>
              <w:pStyle w:val="Footer"/>
              <w:spacing w:line="264" w:lineRule="auto"/>
              <w:jc w:val="both"/>
              <w:rPr>
                <w:color w:val="auto"/>
              </w:rPr>
            </w:pPr>
            <w:r w:rsidRPr="001B46FB">
              <w:rPr>
                <w:color w:val="auto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8F66F8" w:rsidRDefault="00125F3D" w:rsidP="008F66F8">
            <w:pPr>
              <w:jc w:val="center"/>
              <w:rPr>
                <w:color w:val="auto"/>
                <w:szCs w:val="24"/>
              </w:rPr>
            </w:pPr>
            <w:r w:rsidRPr="008F66F8">
              <w:rPr>
                <w:color w:val="auto"/>
                <w:szCs w:val="24"/>
              </w:rPr>
              <w:t>192746,5</w:t>
            </w:r>
          </w:p>
        </w:tc>
      </w:tr>
    </w:tbl>
    <w:p w:rsidR="00125F3D" w:rsidRDefault="00125F3D" w:rsidP="00052474">
      <w:pPr>
        <w:pStyle w:val="BodyTextIndent3"/>
        <w:spacing w:line="360" w:lineRule="auto"/>
        <w:ind w:firstLine="0"/>
      </w:pPr>
    </w:p>
    <w:p w:rsidR="00125F3D" w:rsidRDefault="00125F3D" w:rsidP="000B3BD1">
      <w:pPr>
        <w:pStyle w:val="BodyTextIndent3"/>
        <w:spacing w:line="360" w:lineRule="auto"/>
        <w:rPr>
          <w:szCs w:val="28"/>
        </w:rPr>
      </w:pPr>
      <w:r w:rsidRPr="001B46FB">
        <w:t>2</w:t>
      </w:r>
      <w:r>
        <w:t>. </w:t>
      </w:r>
      <w:r w:rsidRPr="001B46FB">
        <w:t>Ф</w:t>
      </w:r>
      <w:r w:rsidRPr="001B46FB">
        <w:rPr>
          <w:szCs w:val="28"/>
        </w:rPr>
        <w:t xml:space="preserve">актический размер доходов </w:t>
      </w:r>
      <w:r>
        <w:t>областного бюджета Ульяновской</w:t>
      </w:r>
      <w:r>
        <w:br/>
        <w:t xml:space="preserve">области </w:t>
      </w:r>
      <w:r w:rsidRPr="001B46FB">
        <w:rPr>
          <w:szCs w:val="28"/>
        </w:rPr>
        <w:t>от использования</w:t>
      </w:r>
      <w:r>
        <w:rPr>
          <w:szCs w:val="28"/>
        </w:rPr>
        <w:t xml:space="preserve"> объектов, находящихся </w:t>
      </w:r>
      <w:r w:rsidRPr="001B46FB">
        <w:rPr>
          <w:szCs w:val="28"/>
        </w:rPr>
        <w:t>в государственной собственн</w:t>
      </w:r>
      <w:r w:rsidRPr="001B46FB">
        <w:rPr>
          <w:szCs w:val="28"/>
        </w:rPr>
        <w:t>о</w:t>
      </w:r>
      <w:r w:rsidRPr="001B46FB">
        <w:rPr>
          <w:szCs w:val="28"/>
        </w:rPr>
        <w:t>сти Ульяновской области:</w:t>
      </w:r>
    </w:p>
    <w:p w:rsidR="00125F3D" w:rsidRPr="00285A88" w:rsidRDefault="00125F3D" w:rsidP="00285A88">
      <w:pPr>
        <w:pStyle w:val="BodyTextIndent3"/>
        <w:rPr>
          <w:szCs w:val="28"/>
        </w:rPr>
      </w:pPr>
    </w:p>
    <w:tbl>
      <w:tblPr>
        <w:tblW w:w="997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7"/>
        <w:gridCol w:w="7566"/>
        <w:gridCol w:w="1858"/>
      </w:tblGrid>
      <w:tr w:rsidR="00125F3D" w:rsidRPr="008D4C09" w:rsidTr="005125D3">
        <w:trPr>
          <w:cantSplit/>
          <w:trHeight w:val="359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F3D" w:rsidRPr="00FD0202" w:rsidRDefault="00125F3D" w:rsidP="001C7135">
            <w:pPr>
              <w:autoSpaceDE w:val="0"/>
              <w:autoSpaceDN w:val="0"/>
              <w:adjustRightInd w:val="0"/>
              <w:ind w:left="-70"/>
              <w:jc w:val="center"/>
              <w:outlineLvl w:val="1"/>
              <w:rPr>
                <w:color w:val="auto"/>
              </w:rPr>
            </w:pPr>
            <w:r w:rsidRPr="00FD0202">
              <w:rPr>
                <w:color w:val="auto"/>
              </w:rPr>
              <w:t>№</w:t>
            </w:r>
            <w:r w:rsidRPr="00FD0202">
              <w:rPr>
                <w:color w:val="auto"/>
              </w:rPr>
              <w:br/>
              <w:t>п/п</w:t>
            </w:r>
          </w:p>
        </w:tc>
        <w:tc>
          <w:tcPr>
            <w:tcW w:w="7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F3D" w:rsidRPr="00FD0202" w:rsidRDefault="00125F3D" w:rsidP="001C7135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 w:rsidRPr="00FD0202">
              <w:rPr>
                <w:color w:val="auto"/>
              </w:rPr>
              <w:t>Виды доходов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F3D" w:rsidRPr="00FD0202" w:rsidRDefault="00125F3D" w:rsidP="001C7135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 w:rsidRPr="00FD0202">
              <w:rPr>
                <w:color w:val="auto"/>
              </w:rPr>
              <w:t>Сумма</w:t>
            </w:r>
          </w:p>
          <w:p w:rsidR="00125F3D" w:rsidRPr="00FD0202" w:rsidRDefault="00125F3D" w:rsidP="00914CA6">
            <w:pPr>
              <w:autoSpaceDE w:val="0"/>
              <w:autoSpaceDN w:val="0"/>
              <w:adjustRightInd w:val="0"/>
              <w:jc w:val="center"/>
              <w:outlineLvl w:val="1"/>
              <w:rPr>
                <w:color w:val="auto"/>
              </w:rPr>
            </w:pPr>
            <w:r w:rsidRPr="00FD0202">
              <w:rPr>
                <w:color w:val="auto"/>
              </w:rPr>
              <w:t>(тыс. рублей)</w:t>
            </w:r>
          </w:p>
        </w:tc>
      </w:tr>
      <w:tr w:rsidR="00125F3D" w:rsidRPr="008D4C09" w:rsidTr="00E335D6">
        <w:trPr>
          <w:cantSplit/>
          <w:trHeight w:val="359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D30A1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EB4362" w:rsidRDefault="00125F3D" w:rsidP="00EB436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362">
              <w:rPr>
                <w:rFonts w:ascii="Times New Roman" w:hAnsi="Times New Roman" w:cs="Times New Roman"/>
                <w:sz w:val="28"/>
                <w:szCs w:val="28"/>
              </w:rPr>
              <w:t>От передачи в аренду имущества, составляющего казну Ул</w:t>
            </w:r>
            <w:r w:rsidRPr="00EB436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B4362">
              <w:rPr>
                <w:rFonts w:ascii="Times New Roman" w:hAnsi="Times New Roman" w:cs="Times New Roman"/>
                <w:sz w:val="28"/>
                <w:szCs w:val="28"/>
              </w:rPr>
              <w:t>яновской области (за исключением земельных участков)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E335D6">
            <w:pPr>
              <w:jc w:val="center"/>
              <w:rPr>
                <w:color w:val="auto"/>
                <w:szCs w:val="24"/>
              </w:rPr>
            </w:pPr>
            <w:r w:rsidRPr="00FD0202">
              <w:rPr>
                <w:color w:val="auto"/>
                <w:szCs w:val="24"/>
              </w:rPr>
              <w:t>1277,03</w:t>
            </w:r>
          </w:p>
        </w:tc>
      </w:tr>
      <w:tr w:rsidR="00125F3D" w:rsidRPr="008D4C09" w:rsidTr="005125D3">
        <w:trPr>
          <w:cantSplit/>
          <w:trHeight w:val="719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D30A10">
            <w:pPr>
              <w:jc w:val="center"/>
              <w:rPr>
                <w:color w:val="auto"/>
                <w:szCs w:val="24"/>
              </w:rPr>
            </w:pPr>
            <w:r w:rsidRPr="00FD0202">
              <w:rPr>
                <w:color w:val="auto"/>
                <w:szCs w:val="24"/>
              </w:rPr>
              <w:t>2.</w:t>
            </w:r>
          </w:p>
        </w:tc>
        <w:tc>
          <w:tcPr>
            <w:tcW w:w="7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1D00D1">
            <w:pPr>
              <w:autoSpaceDE w:val="0"/>
              <w:autoSpaceDN w:val="0"/>
              <w:adjustRightInd w:val="0"/>
              <w:jc w:val="both"/>
              <w:outlineLvl w:val="1"/>
              <w:rPr>
                <w:color w:val="auto"/>
              </w:rPr>
            </w:pPr>
            <w:r>
              <w:t>От передачи в аренду имущества, находящегося в операти</w:t>
            </w:r>
            <w:r>
              <w:t>в</w:t>
            </w:r>
            <w:r>
              <w:t>ном управлении органов государственной власти Ульяно</w:t>
            </w:r>
            <w:r>
              <w:t>в</w:t>
            </w:r>
            <w:r>
              <w:t>ской области и созданных ими казённых учреждений</w:t>
            </w:r>
            <w:r w:rsidRPr="00FD0202">
              <w:rPr>
                <w:color w:val="auto"/>
              </w:rPr>
              <w:t xml:space="preserve">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407F7E">
            <w:pPr>
              <w:jc w:val="center"/>
              <w:rPr>
                <w:color w:val="auto"/>
              </w:rPr>
            </w:pPr>
            <w:r w:rsidRPr="00FD0202">
              <w:rPr>
                <w:color w:val="auto"/>
                <w:szCs w:val="24"/>
              </w:rPr>
              <w:t>6588,4</w:t>
            </w:r>
          </w:p>
        </w:tc>
      </w:tr>
      <w:tr w:rsidR="00125F3D" w:rsidRPr="008D4C09" w:rsidTr="005125D3">
        <w:trPr>
          <w:cantSplit/>
          <w:trHeight w:val="599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D30A10">
            <w:pPr>
              <w:jc w:val="center"/>
              <w:rPr>
                <w:color w:val="auto"/>
                <w:szCs w:val="24"/>
              </w:rPr>
            </w:pPr>
            <w:r w:rsidRPr="00FD0202">
              <w:rPr>
                <w:color w:val="auto"/>
                <w:szCs w:val="24"/>
              </w:rPr>
              <w:t>3.</w:t>
            </w:r>
          </w:p>
        </w:tc>
        <w:tc>
          <w:tcPr>
            <w:tcW w:w="7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1D00D1">
            <w:pPr>
              <w:autoSpaceDE w:val="0"/>
              <w:autoSpaceDN w:val="0"/>
              <w:adjustRightInd w:val="0"/>
              <w:jc w:val="both"/>
              <w:outlineLvl w:val="1"/>
              <w:rPr>
                <w:color w:val="auto"/>
              </w:rPr>
            </w:pPr>
            <w:r>
              <w:t>От передачи в аренду земельных участков и средств от пр</w:t>
            </w:r>
            <w:r>
              <w:t>о</w:t>
            </w:r>
            <w:r>
              <w:t>дажи права на заключение договоров аренды земельных уч</w:t>
            </w:r>
            <w:r>
              <w:t>а</w:t>
            </w:r>
            <w:r>
              <w:t>стков, находящихся в государственной собственности Уль</w:t>
            </w:r>
            <w:r>
              <w:t>я</w:t>
            </w:r>
            <w:r>
              <w:t>новской области</w:t>
            </w:r>
            <w:r w:rsidRPr="00FD0202">
              <w:rPr>
                <w:color w:val="auto"/>
              </w:rPr>
              <w:t xml:space="preserve">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25F3D" w:rsidRPr="00FD0202" w:rsidRDefault="00125F3D" w:rsidP="00DC25F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31392,95</w:t>
            </w:r>
          </w:p>
        </w:tc>
      </w:tr>
      <w:tr w:rsidR="00125F3D" w:rsidRPr="008D4C09" w:rsidTr="005125D3">
        <w:trPr>
          <w:cantSplit/>
          <w:trHeight w:val="479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D30A10">
            <w:pPr>
              <w:jc w:val="center"/>
              <w:rPr>
                <w:color w:val="auto"/>
                <w:szCs w:val="24"/>
              </w:rPr>
            </w:pPr>
            <w:r w:rsidRPr="00FD0202">
              <w:rPr>
                <w:color w:val="auto"/>
                <w:szCs w:val="24"/>
              </w:rPr>
              <w:t>4.</w:t>
            </w:r>
          </w:p>
        </w:tc>
        <w:tc>
          <w:tcPr>
            <w:tcW w:w="7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1D00D1">
            <w:pPr>
              <w:autoSpaceDE w:val="0"/>
              <w:autoSpaceDN w:val="0"/>
              <w:adjustRightInd w:val="0"/>
              <w:jc w:val="both"/>
              <w:outlineLvl w:val="1"/>
              <w:rPr>
                <w:color w:val="auto"/>
              </w:rPr>
            </w:pPr>
            <w:r>
              <w:t>От получения части прибыли областных государственных унитарных предприятий, остающейся после уплаты налогов и иных обязательных платежей в бюджет</w:t>
            </w:r>
            <w:r w:rsidRPr="00FD0202">
              <w:rPr>
                <w:color w:val="auto"/>
              </w:rPr>
              <w:t xml:space="preserve">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407F7E">
            <w:pPr>
              <w:jc w:val="center"/>
              <w:rPr>
                <w:color w:val="auto"/>
              </w:rPr>
            </w:pPr>
            <w:r w:rsidRPr="00FD0202">
              <w:rPr>
                <w:color w:val="auto"/>
              </w:rPr>
              <w:t>468,38</w:t>
            </w:r>
          </w:p>
        </w:tc>
      </w:tr>
      <w:tr w:rsidR="00125F3D" w:rsidRPr="008D4C09" w:rsidTr="005125D3">
        <w:trPr>
          <w:cantSplit/>
          <w:trHeight w:val="479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D30A10">
            <w:pPr>
              <w:jc w:val="center"/>
              <w:rPr>
                <w:color w:val="auto"/>
                <w:szCs w:val="24"/>
              </w:rPr>
            </w:pPr>
            <w:r w:rsidRPr="00FD0202">
              <w:rPr>
                <w:color w:val="auto"/>
                <w:szCs w:val="24"/>
              </w:rPr>
              <w:t>5.</w:t>
            </w:r>
          </w:p>
        </w:tc>
        <w:tc>
          <w:tcPr>
            <w:tcW w:w="7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740E1F">
            <w:pPr>
              <w:autoSpaceDE w:val="0"/>
              <w:autoSpaceDN w:val="0"/>
              <w:adjustRightInd w:val="0"/>
              <w:jc w:val="both"/>
              <w:outlineLvl w:val="1"/>
              <w:rPr>
                <w:color w:val="auto"/>
              </w:rPr>
            </w:pPr>
            <w:r>
              <w:t>От получения части прибыли, приходящейся на доли в ус-тавных капиталах хозяйственных обществ, и дивидендов по акциям, находящимся в государственной собственности Ул</w:t>
            </w:r>
            <w:r>
              <w:t>ь</w:t>
            </w:r>
            <w:r>
              <w:t>яновской области</w:t>
            </w:r>
            <w:r w:rsidRPr="00FD0202">
              <w:rPr>
                <w:color w:val="auto"/>
              </w:rPr>
              <w:t xml:space="preserve">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407F7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4288,52</w:t>
            </w:r>
          </w:p>
        </w:tc>
      </w:tr>
      <w:tr w:rsidR="00125F3D" w:rsidRPr="008D4C09" w:rsidTr="005125D3">
        <w:trPr>
          <w:cantSplit/>
          <w:trHeight w:val="24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D30A10">
            <w:pPr>
              <w:jc w:val="center"/>
              <w:rPr>
                <w:color w:val="auto"/>
                <w:szCs w:val="24"/>
              </w:rPr>
            </w:pPr>
            <w:r w:rsidRPr="00FD0202">
              <w:rPr>
                <w:color w:val="auto"/>
                <w:szCs w:val="24"/>
              </w:rPr>
              <w:t>6.</w:t>
            </w:r>
          </w:p>
        </w:tc>
        <w:tc>
          <w:tcPr>
            <w:tcW w:w="7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1D00D1">
            <w:pPr>
              <w:autoSpaceDE w:val="0"/>
              <w:autoSpaceDN w:val="0"/>
              <w:adjustRightInd w:val="0"/>
              <w:jc w:val="both"/>
              <w:outlineLvl w:val="1"/>
              <w:rPr>
                <w:color w:val="auto"/>
              </w:rPr>
            </w:pPr>
            <w:r>
              <w:t>От продажи земельных участков, находящихся в государст-венной собственности Ульяновской области</w:t>
            </w:r>
            <w:r w:rsidRPr="00FD0202">
              <w:rPr>
                <w:color w:val="auto"/>
              </w:rPr>
              <w:t xml:space="preserve">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407F7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7778,69</w:t>
            </w:r>
          </w:p>
        </w:tc>
      </w:tr>
      <w:tr w:rsidR="00125F3D" w:rsidRPr="008D4C09" w:rsidTr="005125D3">
        <w:trPr>
          <w:cantSplit/>
          <w:trHeight w:val="24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D30A10">
            <w:pPr>
              <w:jc w:val="center"/>
              <w:rPr>
                <w:color w:val="auto"/>
                <w:szCs w:val="24"/>
              </w:rPr>
            </w:pPr>
            <w:r w:rsidRPr="00FD0202">
              <w:rPr>
                <w:color w:val="auto"/>
                <w:szCs w:val="24"/>
              </w:rPr>
              <w:t>7.</w:t>
            </w:r>
          </w:p>
        </w:tc>
        <w:tc>
          <w:tcPr>
            <w:tcW w:w="7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1D00D1">
            <w:pPr>
              <w:autoSpaceDE w:val="0"/>
              <w:autoSpaceDN w:val="0"/>
              <w:adjustRightInd w:val="0"/>
              <w:jc w:val="both"/>
              <w:outlineLvl w:val="1"/>
              <w:rPr>
                <w:color w:val="auto"/>
              </w:rPr>
            </w:pPr>
            <w:r>
              <w:t>От продажи иного имущества, находящегося в государстве</w:t>
            </w:r>
            <w:r>
              <w:t>н</w:t>
            </w:r>
            <w:r>
              <w:t>ной собственности Ульяновской области</w:t>
            </w:r>
            <w:r w:rsidRPr="00FD0202">
              <w:rPr>
                <w:color w:val="auto"/>
              </w:rPr>
              <w:t xml:space="preserve"> 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5A6BD7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16535,9</w:t>
            </w:r>
          </w:p>
        </w:tc>
      </w:tr>
      <w:tr w:rsidR="00125F3D" w:rsidRPr="008D4C09" w:rsidTr="005125D3">
        <w:trPr>
          <w:cantSplit/>
          <w:trHeight w:val="240"/>
        </w:trPr>
        <w:tc>
          <w:tcPr>
            <w:tcW w:w="81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F3D" w:rsidRPr="00E3097A" w:rsidRDefault="00125F3D" w:rsidP="001D00D1">
            <w:pPr>
              <w:autoSpaceDE w:val="0"/>
              <w:autoSpaceDN w:val="0"/>
              <w:adjustRightInd w:val="0"/>
              <w:jc w:val="both"/>
              <w:outlineLvl w:val="1"/>
              <w:rPr>
                <w:color w:val="auto"/>
              </w:rPr>
            </w:pPr>
            <w:r w:rsidRPr="00E3097A">
              <w:rPr>
                <w:color w:val="auto"/>
              </w:rPr>
              <w:t>Итого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25F3D" w:rsidRPr="00E3097A" w:rsidRDefault="00125F3D" w:rsidP="005A6BD7">
            <w:pPr>
              <w:jc w:val="center"/>
              <w:rPr>
                <w:color w:val="auto"/>
              </w:rPr>
            </w:pPr>
            <w:r w:rsidRPr="00E3097A">
              <w:rPr>
                <w:color w:val="auto"/>
              </w:rPr>
              <w:t>68329,87</w:t>
            </w:r>
          </w:p>
        </w:tc>
      </w:tr>
    </w:tbl>
    <w:p w:rsidR="00125F3D" w:rsidRDefault="00125F3D" w:rsidP="000B3BD1">
      <w:pPr>
        <w:pStyle w:val="ConsPlusTitle"/>
        <w:widowControl/>
        <w:suppressAutoHyphens/>
        <w:spacing w:line="360" w:lineRule="auto"/>
        <w:ind w:firstLine="709"/>
        <w:jc w:val="both"/>
        <w:rPr>
          <w:b w:val="0"/>
          <w:bCs w:val="0"/>
        </w:rPr>
      </w:pPr>
    </w:p>
    <w:p w:rsidR="00125F3D" w:rsidRDefault="00125F3D" w:rsidP="000B3BD1">
      <w:pPr>
        <w:pStyle w:val="ConsPlusTitle"/>
        <w:widowControl/>
        <w:suppressAutoHyphens/>
        <w:spacing w:line="360" w:lineRule="auto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3. </w:t>
      </w:r>
      <w:r w:rsidRPr="001B46FB">
        <w:rPr>
          <w:b w:val="0"/>
          <w:bCs w:val="0"/>
        </w:rPr>
        <w:t>Перечень недвижимого имущества, находящегося в государственной собственности Ульяновской области, переданного в безвозмездное</w:t>
      </w:r>
      <w:r>
        <w:rPr>
          <w:b w:val="0"/>
          <w:bCs w:val="0"/>
        </w:rPr>
        <w:br/>
      </w:r>
      <w:r w:rsidRPr="009B63BB">
        <w:rPr>
          <w:b w:val="0"/>
          <w:bCs w:val="0"/>
        </w:rPr>
        <w:t>пользование:</w:t>
      </w:r>
    </w:p>
    <w:p w:rsidR="00125F3D" w:rsidRDefault="00125F3D" w:rsidP="000B3BD1">
      <w:pPr>
        <w:pStyle w:val="ConsPlusTitle"/>
        <w:widowControl/>
        <w:suppressAutoHyphens/>
        <w:spacing w:line="360" w:lineRule="auto"/>
        <w:ind w:firstLine="709"/>
        <w:jc w:val="both"/>
        <w:rPr>
          <w:b w:val="0"/>
          <w:bCs w:val="0"/>
        </w:rPr>
      </w:pPr>
    </w:p>
    <w:p w:rsidR="00125F3D" w:rsidRDefault="00125F3D" w:rsidP="000B3BD1">
      <w:pPr>
        <w:pStyle w:val="ConsPlusTitle"/>
        <w:widowControl/>
        <w:suppressAutoHyphens/>
        <w:spacing w:line="360" w:lineRule="auto"/>
        <w:ind w:firstLine="709"/>
        <w:jc w:val="both"/>
        <w:rPr>
          <w:b w:val="0"/>
          <w:bCs w:val="0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9"/>
        <w:gridCol w:w="1988"/>
        <w:gridCol w:w="2977"/>
        <w:gridCol w:w="3107"/>
        <w:gridCol w:w="1299"/>
      </w:tblGrid>
      <w:tr w:rsidR="00125F3D" w:rsidRPr="00FD0202" w:rsidTr="00BE458E">
        <w:trPr>
          <w:trHeight w:val="241"/>
        </w:trPr>
        <w:tc>
          <w:tcPr>
            <w:tcW w:w="319" w:type="pct"/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993" w:type="pct"/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сто</w:t>
            </w:r>
          </w:p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нахожде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br/>
              <w:t>объекта</w:t>
            </w:r>
          </w:p>
        </w:tc>
        <w:tc>
          <w:tcPr>
            <w:tcW w:w="1487" w:type="pct"/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Казна Ульяновской о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ласти или юридические лица, за которыми 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сударственное имущ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ство Ульяновской о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ласти закреплено на праве хозяйственного 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ния либо опер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тивного управления</w:t>
            </w:r>
          </w:p>
        </w:tc>
        <w:tc>
          <w:tcPr>
            <w:tcW w:w="1552" w:type="pct"/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Юридические лица, к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торым государственное имущество Ульяновской области пе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редано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 xml:space="preserve"> в бе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возмездное пользование (ссудополучатель)</w:t>
            </w:r>
          </w:p>
        </w:tc>
        <w:tc>
          <w:tcPr>
            <w:tcW w:w="649" w:type="pct"/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Площадь помещ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</w:tbl>
    <w:p w:rsidR="00125F3D" w:rsidRPr="009B63BB" w:rsidRDefault="00125F3D" w:rsidP="00352E6B">
      <w:pPr>
        <w:pStyle w:val="ConsPlusTitle"/>
        <w:widowControl/>
        <w:suppressAutoHyphens/>
        <w:spacing w:line="24" w:lineRule="auto"/>
        <w:jc w:val="both"/>
        <w:rPr>
          <w:b w:val="0"/>
          <w:bCs w:val="0"/>
        </w:rPr>
      </w:pPr>
    </w:p>
    <w:tbl>
      <w:tblPr>
        <w:tblW w:w="4983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1986"/>
        <w:gridCol w:w="2976"/>
        <w:gridCol w:w="3111"/>
        <w:gridCol w:w="1318"/>
      </w:tblGrid>
      <w:tr w:rsidR="00125F3D" w:rsidRPr="00FD0202" w:rsidTr="004B32E3">
        <w:trPr>
          <w:trHeight w:val="240"/>
          <w:tblHeader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5</w:t>
            </w:r>
          </w:p>
        </w:tc>
      </w:tr>
      <w:tr w:rsidR="00125F3D" w:rsidRPr="00FD0202" w:rsidTr="004B32E3">
        <w:trPr>
          <w:trHeight w:val="1807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062543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06254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062543" w:rsidRDefault="00125F3D" w:rsidP="00352E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06254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г. Ульяновск, </w:t>
            </w:r>
            <w:r w:rsidRPr="0006254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 xml:space="preserve">ул. Ефремова, </w:t>
            </w:r>
            <w:r w:rsidRPr="0006254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д. 52Д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Казна Ульяновской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области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Управление Государст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венной инспекции безо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пасности дорожного движения Управления Министерства внутре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них дел Российской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дерации по Ульяновской области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799,1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</w:p>
        </w:tc>
      </w:tr>
      <w:tr w:rsidR="00125F3D" w:rsidRPr="00FD0202" w:rsidTr="004B32E3">
        <w:trPr>
          <w:trHeight w:val="2477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FR1"/>
              <w:widowControl/>
              <w:suppressAutoHyphens/>
              <w:spacing w:before="0" w:line="233" w:lineRule="auto"/>
              <w:jc w:val="center"/>
              <w:rPr>
                <w:sz w:val="28"/>
                <w:szCs w:val="28"/>
              </w:rPr>
            </w:pPr>
            <w:r w:rsidRPr="00FD0202">
              <w:rPr>
                <w:sz w:val="28"/>
                <w:szCs w:val="28"/>
              </w:rPr>
              <w:t>2.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spacing w:line="233" w:lineRule="auto"/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 xml:space="preserve">г. Ульяновск, </w:t>
            </w:r>
            <w:r w:rsidRPr="00FD0202">
              <w:rPr>
                <w:spacing w:val="-4"/>
              </w:rPr>
              <w:br/>
              <w:t>пр-т Нарим</w:t>
            </w:r>
            <w:r w:rsidRPr="00FD0202">
              <w:rPr>
                <w:spacing w:val="-4"/>
              </w:rPr>
              <w:t>а</w:t>
            </w:r>
            <w:r w:rsidRPr="00FD0202">
              <w:rPr>
                <w:spacing w:val="-4"/>
              </w:rPr>
              <w:t>нова, д. 13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spacing w:line="233" w:lineRule="auto"/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Государственное обр</w:t>
            </w:r>
            <w:r w:rsidRPr="00FD0202">
              <w:rPr>
                <w:spacing w:val="-4"/>
              </w:rPr>
              <w:t>а</w:t>
            </w:r>
            <w:r w:rsidRPr="00FD0202">
              <w:rPr>
                <w:spacing w:val="-4"/>
              </w:rPr>
              <w:t>зовательное бюджетное учреждение дополн</w:t>
            </w:r>
            <w:r w:rsidRPr="00FD0202">
              <w:rPr>
                <w:spacing w:val="-4"/>
              </w:rPr>
              <w:t>и</w:t>
            </w:r>
            <w:r w:rsidRPr="00FD0202">
              <w:rPr>
                <w:spacing w:val="-4"/>
              </w:rPr>
              <w:t>тельного образования детей «Областной центр детского и юн</w:t>
            </w:r>
            <w:r w:rsidRPr="00FD0202">
              <w:rPr>
                <w:spacing w:val="-4"/>
              </w:rPr>
              <w:t>о</w:t>
            </w:r>
            <w:r w:rsidRPr="00FD0202">
              <w:rPr>
                <w:spacing w:val="-4"/>
              </w:rPr>
              <w:t>шеского туризма и эк</w:t>
            </w:r>
            <w:r w:rsidRPr="00FD0202">
              <w:rPr>
                <w:spacing w:val="-4"/>
              </w:rPr>
              <w:t>с</w:t>
            </w:r>
            <w:r w:rsidRPr="00FD0202">
              <w:rPr>
                <w:spacing w:val="-4"/>
              </w:rPr>
              <w:t>курсий»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spacing w:line="233" w:lineRule="auto"/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Муниципальное бю</w:t>
            </w:r>
            <w:r w:rsidRPr="00FD0202">
              <w:rPr>
                <w:spacing w:val="-4"/>
              </w:rPr>
              <w:t>д</w:t>
            </w:r>
            <w:r w:rsidRPr="00FD0202">
              <w:rPr>
                <w:spacing w:val="-4"/>
              </w:rPr>
              <w:t>жетное образовательное учреждение дополн</w:t>
            </w:r>
            <w:r w:rsidRPr="00FD0202">
              <w:rPr>
                <w:spacing w:val="-4"/>
              </w:rPr>
              <w:t>и</w:t>
            </w:r>
            <w:r w:rsidRPr="00FD0202">
              <w:rPr>
                <w:spacing w:val="-4"/>
              </w:rPr>
              <w:t>тельного образования детей «Детская школа искусств № 12»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spacing w:line="233" w:lineRule="auto"/>
              <w:jc w:val="center"/>
            </w:pPr>
            <w:r w:rsidRPr="00FD0202">
              <w:t>376,16</w:t>
            </w:r>
          </w:p>
        </w:tc>
      </w:tr>
      <w:tr w:rsidR="00125F3D" w:rsidRPr="00FD0202" w:rsidTr="004B32E3">
        <w:trPr>
          <w:trHeight w:val="546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spacing w:line="233" w:lineRule="auto"/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 xml:space="preserve">Ульяновская </w:t>
            </w:r>
          </w:p>
          <w:p w:rsidR="00125F3D" w:rsidRPr="00FD0202" w:rsidRDefault="00125F3D" w:rsidP="00726104">
            <w:pPr>
              <w:spacing w:line="233" w:lineRule="auto"/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область, г. Д</w:t>
            </w:r>
            <w:r w:rsidRPr="00FD0202">
              <w:rPr>
                <w:spacing w:val="-4"/>
              </w:rPr>
              <w:t>и</w:t>
            </w:r>
            <w:r w:rsidRPr="00FD0202">
              <w:rPr>
                <w:spacing w:val="-4"/>
              </w:rPr>
              <w:t>митров</w:t>
            </w:r>
            <w:r>
              <w:rPr>
                <w:spacing w:val="-4"/>
              </w:rPr>
              <w:t xml:space="preserve">град, </w:t>
            </w:r>
            <w:r>
              <w:rPr>
                <w:spacing w:val="-4"/>
              </w:rPr>
              <w:br/>
            </w:r>
            <w:r w:rsidRPr="00FD0202">
              <w:rPr>
                <w:spacing w:val="-4"/>
              </w:rPr>
              <w:t>ул. Гварде</w:t>
            </w:r>
            <w:r w:rsidRPr="00FD0202">
              <w:rPr>
                <w:spacing w:val="-4"/>
              </w:rPr>
              <w:t>й</w:t>
            </w:r>
            <w:r>
              <w:rPr>
                <w:spacing w:val="-4"/>
              </w:rPr>
              <w:t xml:space="preserve">ская, </w:t>
            </w:r>
            <w:r w:rsidRPr="00FD0202">
              <w:rPr>
                <w:spacing w:val="-4"/>
              </w:rPr>
              <w:t>д. 30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spacing w:line="233" w:lineRule="auto"/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Областное государст</w:t>
            </w:r>
            <w:r>
              <w:rPr>
                <w:spacing w:val="-4"/>
              </w:rPr>
              <w:t>-</w:t>
            </w:r>
            <w:r w:rsidRPr="00FD0202">
              <w:rPr>
                <w:spacing w:val="-4"/>
              </w:rPr>
              <w:t xml:space="preserve">венное бюджетное </w:t>
            </w:r>
            <w:r>
              <w:rPr>
                <w:spacing w:val="-4"/>
              </w:rPr>
              <w:t>о</w:t>
            </w:r>
            <w:r w:rsidRPr="00FD0202">
              <w:rPr>
                <w:spacing w:val="-4"/>
              </w:rPr>
              <w:t>б</w:t>
            </w:r>
            <w:r w:rsidRPr="00FD0202">
              <w:rPr>
                <w:spacing w:val="-4"/>
              </w:rPr>
              <w:t>разователь</w:t>
            </w:r>
            <w:r>
              <w:rPr>
                <w:spacing w:val="-4"/>
              </w:rPr>
              <w:t>н</w:t>
            </w:r>
            <w:r w:rsidRPr="00FD0202">
              <w:rPr>
                <w:spacing w:val="-4"/>
              </w:rPr>
              <w:t>ое</w:t>
            </w:r>
            <w:r>
              <w:rPr>
                <w:spacing w:val="-4"/>
              </w:rPr>
              <w:t xml:space="preserve"> </w:t>
            </w:r>
            <w:r w:rsidRPr="00FD0202">
              <w:rPr>
                <w:spacing w:val="-4"/>
              </w:rPr>
              <w:t>учреж</w:t>
            </w:r>
            <w:r>
              <w:rPr>
                <w:spacing w:val="-4"/>
              </w:rPr>
              <w:t>-</w:t>
            </w:r>
            <w:r w:rsidRPr="00FD0202">
              <w:rPr>
                <w:spacing w:val="-4"/>
              </w:rPr>
              <w:t>дение среднего профе</w:t>
            </w:r>
            <w:r w:rsidRPr="00FD0202">
              <w:rPr>
                <w:spacing w:val="-4"/>
              </w:rPr>
              <w:t>с</w:t>
            </w:r>
            <w:r w:rsidRPr="00FD0202">
              <w:rPr>
                <w:spacing w:val="-4"/>
              </w:rPr>
              <w:t>сионального образов</w:t>
            </w:r>
            <w:r w:rsidRPr="00FD0202">
              <w:rPr>
                <w:spacing w:val="-4"/>
              </w:rPr>
              <w:t>а</w:t>
            </w:r>
            <w:r w:rsidRPr="00FD0202">
              <w:rPr>
                <w:spacing w:val="-4"/>
              </w:rPr>
              <w:t>ния «Димитровгра</w:t>
            </w:r>
            <w:r w:rsidRPr="00FD0202">
              <w:rPr>
                <w:spacing w:val="-4"/>
              </w:rPr>
              <w:t>д</w:t>
            </w:r>
            <w:r w:rsidRPr="00FD0202">
              <w:rPr>
                <w:spacing w:val="-4"/>
              </w:rPr>
              <w:t>ский техникум стро</w:t>
            </w:r>
            <w:r w:rsidRPr="00FD0202">
              <w:rPr>
                <w:spacing w:val="-4"/>
              </w:rPr>
              <w:t>и</w:t>
            </w:r>
            <w:r w:rsidRPr="00FD0202">
              <w:rPr>
                <w:spacing w:val="-4"/>
              </w:rPr>
              <w:t>тельной индустрии»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spacing w:line="233" w:lineRule="auto"/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Федеральное государст</w:t>
            </w:r>
            <w:r>
              <w:rPr>
                <w:spacing w:val="-4"/>
              </w:rPr>
              <w:t>-</w:t>
            </w:r>
            <w:r w:rsidRPr="00FD0202">
              <w:rPr>
                <w:spacing w:val="-4"/>
              </w:rPr>
              <w:t>венное бюджетное учр</w:t>
            </w:r>
            <w:r w:rsidRPr="00FD0202">
              <w:rPr>
                <w:spacing w:val="-4"/>
              </w:rPr>
              <w:t>е</w:t>
            </w:r>
            <w:r w:rsidRPr="00FD0202">
              <w:rPr>
                <w:spacing w:val="-4"/>
              </w:rPr>
              <w:t>ждение здравоохранения «Клиническая больница № 172 Федерально</w:t>
            </w:r>
            <w:r>
              <w:rPr>
                <w:spacing w:val="-4"/>
              </w:rPr>
              <w:t>го м</w:t>
            </w:r>
            <w:r>
              <w:rPr>
                <w:spacing w:val="-4"/>
              </w:rPr>
              <w:t>е</w:t>
            </w:r>
            <w:r>
              <w:rPr>
                <w:spacing w:val="-4"/>
              </w:rPr>
              <w:t>дико-</w:t>
            </w:r>
            <w:r w:rsidRPr="00FD0202">
              <w:rPr>
                <w:spacing w:val="-4"/>
              </w:rPr>
              <w:t>биологического агентства»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spacing w:line="233" w:lineRule="auto"/>
              <w:jc w:val="center"/>
            </w:pPr>
            <w:r w:rsidRPr="00FD0202">
              <w:t>36,01</w:t>
            </w:r>
          </w:p>
        </w:tc>
      </w:tr>
      <w:tr w:rsidR="00125F3D" w:rsidRPr="00FD0202" w:rsidTr="004B32E3">
        <w:trPr>
          <w:trHeight w:val="640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spacing w:line="233" w:lineRule="auto"/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 xml:space="preserve">Ульяновская </w:t>
            </w:r>
          </w:p>
          <w:p w:rsidR="00125F3D" w:rsidRPr="00FD0202" w:rsidRDefault="00125F3D" w:rsidP="00352E6B">
            <w:pPr>
              <w:spacing w:line="233" w:lineRule="auto"/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область, Старо-майнский ра</w:t>
            </w:r>
            <w:r w:rsidRPr="00FD0202">
              <w:rPr>
                <w:spacing w:val="-4"/>
              </w:rPr>
              <w:t>й</w:t>
            </w:r>
            <w:r w:rsidRPr="00FD0202">
              <w:rPr>
                <w:spacing w:val="-4"/>
              </w:rPr>
              <w:t>он,</w:t>
            </w:r>
            <w:r>
              <w:rPr>
                <w:spacing w:val="-4"/>
              </w:rPr>
              <w:t xml:space="preserve"> р.п. </w:t>
            </w:r>
            <w:r w:rsidRPr="00FD0202">
              <w:rPr>
                <w:spacing w:val="-4"/>
              </w:rPr>
              <w:t>Старая Майна, пл. Л</w:t>
            </w:r>
            <w:r w:rsidRPr="00FD0202">
              <w:rPr>
                <w:spacing w:val="-4"/>
              </w:rPr>
              <w:t>е</w:t>
            </w:r>
            <w:r w:rsidRPr="00FD0202">
              <w:rPr>
                <w:spacing w:val="-4"/>
              </w:rPr>
              <w:t>нина, д. 6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spacing w:line="233" w:lineRule="auto"/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Областное государст</w:t>
            </w:r>
            <w:r>
              <w:rPr>
                <w:spacing w:val="-4"/>
              </w:rPr>
              <w:t>-</w:t>
            </w:r>
            <w:r w:rsidRPr="00FD0202">
              <w:rPr>
                <w:spacing w:val="-4"/>
              </w:rPr>
              <w:t>венное бюджетное о</w:t>
            </w:r>
            <w:r w:rsidRPr="00FD0202">
              <w:rPr>
                <w:spacing w:val="-4"/>
              </w:rPr>
              <w:t>б</w:t>
            </w:r>
            <w:r w:rsidRPr="00FD0202">
              <w:rPr>
                <w:spacing w:val="-4"/>
              </w:rPr>
              <w:t>разовательное учреж</w:t>
            </w:r>
            <w:r>
              <w:rPr>
                <w:spacing w:val="-4"/>
              </w:rPr>
              <w:t>-</w:t>
            </w:r>
            <w:r w:rsidRPr="00FD0202">
              <w:rPr>
                <w:spacing w:val="-4"/>
              </w:rPr>
              <w:t>дение среднего профе</w:t>
            </w:r>
            <w:r w:rsidRPr="00FD0202">
              <w:rPr>
                <w:spacing w:val="-4"/>
              </w:rPr>
              <w:t>с</w:t>
            </w:r>
            <w:r w:rsidRPr="00FD0202">
              <w:rPr>
                <w:spacing w:val="-4"/>
              </w:rPr>
              <w:t>сионального образов</w:t>
            </w:r>
            <w:r w:rsidRPr="00FD0202">
              <w:rPr>
                <w:spacing w:val="-4"/>
              </w:rPr>
              <w:t>а</w:t>
            </w:r>
            <w:r w:rsidRPr="00FD0202">
              <w:rPr>
                <w:spacing w:val="-4"/>
              </w:rPr>
              <w:t>ния технологический техникум в р.п. Старая Майна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1A4436">
            <w:pPr>
              <w:widowControl w:val="0"/>
              <w:spacing w:line="233" w:lineRule="auto"/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Муниципальное бю</w:t>
            </w:r>
            <w:r w:rsidRPr="00FD0202">
              <w:rPr>
                <w:spacing w:val="-4"/>
              </w:rPr>
              <w:t>д</w:t>
            </w:r>
            <w:r w:rsidRPr="00FD0202">
              <w:rPr>
                <w:spacing w:val="-4"/>
              </w:rPr>
              <w:t>жетное образовательное учреждение дополн</w:t>
            </w:r>
            <w:r w:rsidRPr="00FD0202">
              <w:rPr>
                <w:spacing w:val="-4"/>
              </w:rPr>
              <w:t>и</w:t>
            </w:r>
            <w:r w:rsidRPr="00FD0202">
              <w:rPr>
                <w:spacing w:val="-4"/>
              </w:rPr>
              <w:t>тельного образования детей Старомайнская детско-юношеская спо</w:t>
            </w:r>
            <w:r w:rsidRPr="00FD0202">
              <w:rPr>
                <w:spacing w:val="-4"/>
              </w:rPr>
              <w:t>р</w:t>
            </w:r>
            <w:r w:rsidRPr="00FD0202">
              <w:rPr>
                <w:spacing w:val="-4"/>
              </w:rPr>
              <w:t>тивная школа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spacing w:line="233" w:lineRule="auto"/>
              <w:jc w:val="center"/>
            </w:pPr>
            <w:r w:rsidRPr="00FD0202">
              <w:t>89,1</w:t>
            </w:r>
          </w:p>
        </w:tc>
      </w:tr>
      <w:tr w:rsidR="00125F3D" w:rsidRPr="00FD0202" w:rsidTr="001A4436">
        <w:trPr>
          <w:trHeight w:val="65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 xml:space="preserve">Ульяновская </w:t>
            </w:r>
          </w:p>
          <w:p w:rsidR="00125F3D" w:rsidRPr="00FD0202" w:rsidRDefault="00125F3D" w:rsidP="000D3723">
            <w:pPr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 xml:space="preserve">область, </w:t>
            </w:r>
            <w:r w:rsidRPr="00FD0202">
              <w:rPr>
                <w:spacing w:val="-4"/>
              </w:rPr>
              <w:br/>
              <w:t>г. Димитро</w:t>
            </w:r>
            <w:r w:rsidRPr="00FD0202">
              <w:rPr>
                <w:spacing w:val="-4"/>
              </w:rPr>
              <w:t>в</w:t>
            </w:r>
            <w:r w:rsidRPr="00FD0202">
              <w:rPr>
                <w:spacing w:val="-4"/>
              </w:rPr>
              <w:t>град, пр-т А</w:t>
            </w:r>
            <w:r w:rsidRPr="00FD0202">
              <w:rPr>
                <w:spacing w:val="-4"/>
              </w:rPr>
              <w:t>в</w:t>
            </w:r>
            <w:r w:rsidRPr="00FD0202">
              <w:rPr>
                <w:spacing w:val="-4"/>
              </w:rPr>
              <w:t>тостроителей, стр. 65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Областное госу</w:t>
            </w:r>
            <w:r>
              <w:rPr>
                <w:spacing w:val="-4"/>
              </w:rPr>
              <w:t>дарст-</w:t>
            </w:r>
            <w:r w:rsidRPr="00FD0202">
              <w:rPr>
                <w:spacing w:val="-4"/>
              </w:rPr>
              <w:t>венное бюджетное о</w:t>
            </w:r>
            <w:r w:rsidRPr="00FD0202">
              <w:rPr>
                <w:spacing w:val="-4"/>
              </w:rPr>
              <w:t>б</w:t>
            </w:r>
            <w:r w:rsidRPr="00FD0202">
              <w:rPr>
                <w:spacing w:val="-4"/>
              </w:rPr>
              <w:t>разовательное учреж</w:t>
            </w:r>
            <w:r>
              <w:rPr>
                <w:spacing w:val="-4"/>
              </w:rPr>
              <w:t>-</w:t>
            </w:r>
            <w:r w:rsidRPr="00FD0202">
              <w:rPr>
                <w:spacing w:val="-4"/>
              </w:rPr>
              <w:t>дение среднего профе</w:t>
            </w:r>
            <w:r w:rsidRPr="00FD0202">
              <w:rPr>
                <w:spacing w:val="-4"/>
              </w:rPr>
              <w:t>с</w:t>
            </w:r>
            <w:r w:rsidRPr="00FD0202">
              <w:rPr>
                <w:spacing w:val="-4"/>
              </w:rPr>
              <w:t>сионального образов</w:t>
            </w:r>
            <w:r w:rsidRPr="00FD0202">
              <w:rPr>
                <w:spacing w:val="-4"/>
              </w:rPr>
              <w:t>а</w:t>
            </w:r>
            <w:r w:rsidRPr="00FD0202">
              <w:rPr>
                <w:spacing w:val="-4"/>
              </w:rPr>
              <w:t>ния «Димитровгра</w:t>
            </w:r>
            <w:r w:rsidRPr="00FD0202">
              <w:rPr>
                <w:spacing w:val="-4"/>
              </w:rPr>
              <w:t>д</w:t>
            </w:r>
            <w:r w:rsidRPr="00FD0202">
              <w:rPr>
                <w:spacing w:val="-4"/>
              </w:rPr>
              <w:t>ский технический ко</w:t>
            </w:r>
            <w:r w:rsidRPr="00FD0202">
              <w:rPr>
                <w:spacing w:val="-4"/>
              </w:rPr>
              <w:t>л</w:t>
            </w:r>
            <w:r w:rsidRPr="00FD0202">
              <w:rPr>
                <w:spacing w:val="-4"/>
              </w:rPr>
              <w:t>ледж»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widowControl w:val="0"/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Федеральное государст</w:t>
            </w:r>
            <w:r>
              <w:rPr>
                <w:spacing w:val="-4"/>
              </w:rPr>
              <w:t>-</w:t>
            </w:r>
            <w:r w:rsidRPr="00FD0202">
              <w:rPr>
                <w:spacing w:val="-4"/>
              </w:rPr>
              <w:t>венное бюджетное учр</w:t>
            </w:r>
            <w:r w:rsidRPr="00FD0202">
              <w:rPr>
                <w:spacing w:val="-4"/>
              </w:rPr>
              <w:t>е</w:t>
            </w:r>
            <w:r w:rsidRPr="00FD0202">
              <w:rPr>
                <w:spacing w:val="-4"/>
              </w:rPr>
              <w:t>ждение здравоохранения «Клиническая больница № 172 Федерального м</w:t>
            </w:r>
            <w:r w:rsidRPr="00FD0202">
              <w:rPr>
                <w:spacing w:val="-4"/>
              </w:rPr>
              <w:t>е</w:t>
            </w:r>
            <w:r w:rsidRPr="00FD0202">
              <w:rPr>
                <w:spacing w:val="-4"/>
              </w:rPr>
              <w:t>дико-биологического агентства»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center"/>
            </w:pPr>
            <w:r w:rsidRPr="00FD0202">
              <w:t>30,67</w:t>
            </w:r>
          </w:p>
        </w:tc>
      </w:tr>
      <w:tr w:rsidR="00125F3D" w:rsidRPr="00FD0202" w:rsidTr="004B32E3">
        <w:trPr>
          <w:trHeight w:val="1788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rPr>
                <w:spacing w:val="-4"/>
              </w:rPr>
            </w:pPr>
            <w:r w:rsidRPr="00FD0202">
              <w:rPr>
                <w:spacing w:val="-4"/>
              </w:rPr>
              <w:t>г. Ульяновск,</w:t>
            </w:r>
            <w:r w:rsidRPr="00FD0202">
              <w:rPr>
                <w:spacing w:val="-4"/>
              </w:rPr>
              <w:br/>
              <w:t>ул. Полбина,</w:t>
            </w:r>
          </w:p>
          <w:p w:rsidR="00125F3D" w:rsidRPr="00FD0202" w:rsidRDefault="00125F3D" w:rsidP="000D3723">
            <w:pPr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д. 45А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Государственное бю</w:t>
            </w:r>
            <w:r w:rsidRPr="00FD0202">
              <w:rPr>
                <w:spacing w:val="-4"/>
              </w:rPr>
              <w:t>д</w:t>
            </w:r>
            <w:r w:rsidRPr="00FD0202">
              <w:rPr>
                <w:spacing w:val="-4"/>
              </w:rPr>
              <w:t>жетное учреждение с</w:t>
            </w:r>
            <w:r w:rsidRPr="00FD0202">
              <w:rPr>
                <w:spacing w:val="-4"/>
              </w:rPr>
              <w:t>о</w:t>
            </w:r>
            <w:r w:rsidRPr="00FD0202">
              <w:rPr>
                <w:spacing w:val="-4"/>
              </w:rPr>
              <w:t>циального обслужив</w:t>
            </w:r>
            <w:r w:rsidRPr="00FD0202">
              <w:rPr>
                <w:spacing w:val="-4"/>
              </w:rPr>
              <w:t>а</w:t>
            </w:r>
            <w:r w:rsidRPr="00FD0202">
              <w:rPr>
                <w:spacing w:val="-4"/>
              </w:rPr>
              <w:t>ния «Комплексный центр социального о</w:t>
            </w:r>
            <w:r w:rsidRPr="00FD0202">
              <w:rPr>
                <w:spacing w:val="-4"/>
              </w:rPr>
              <w:t>б</w:t>
            </w:r>
            <w:r w:rsidRPr="00FD0202">
              <w:rPr>
                <w:spacing w:val="-4"/>
              </w:rPr>
              <w:t>служивания населения «Исток»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widowControl w:val="0"/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Местная православная религиозная организация прихода Храма Благов</w:t>
            </w:r>
            <w:r w:rsidRPr="00FD0202">
              <w:rPr>
                <w:spacing w:val="-4"/>
              </w:rPr>
              <w:t>е</w:t>
            </w:r>
            <w:r w:rsidRPr="00FD0202">
              <w:rPr>
                <w:spacing w:val="-4"/>
              </w:rPr>
              <w:t>щения Пресвятой Бо</w:t>
            </w:r>
            <w:r>
              <w:rPr>
                <w:spacing w:val="-4"/>
              </w:rPr>
              <w:t>г</w:t>
            </w:r>
            <w:r>
              <w:rPr>
                <w:spacing w:val="-4"/>
              </w:rPr>
              <w:t>о</w:t>
            </w:r>
            <w:r>
              <w:rPr>
                <w:spacing w:val="-4"/>
              </w:rPr>
              <w:t xml:space="preserve">родицы </w:t>
            </w:r>
            <w:r w:rsidRPr="00FD0202">
              <w:rPr>
                <w:spacing w:val="-4"/>
              </w:rPr>
              <w:t>г. Ульяновска Симбирской и Мелеке</w:t>
            </w:r>
            <w:r w:rsidRPr="00FD0202">
              <w:rPr>
                <w:spacing w:val="-4"/>
              </w:rPr>
              <w:t>с</w:t>
            </w:r>
            <w:r w:rsidRPr="00FD0202">
              <w:rPr>
                <w:spacing w:val="-4"/>
              </w:rPr>
              <w:t>ской епархии Русской Православной Церкви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center"/>
            </w:pPr>
            <w:r w:rsidRPr="00FD0202">
              <w:t>130,19</w:t>
            </w:r>
          </w:p>
        </w:tc>
      </w:tr>
      <w:tr w:rsidR="00125F3D" w:rsidRPr="00FD0202" w:rsidTr="004B32E3">
        <w:trPr>
          <w:trHeight w:val="1788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 xml:space="preserve">г. Ульяновск, </w:t>
            </w:r>
            <w:r w:rsidRPr="00FD0202">
              <w:rPr>
                <w:spacing w:val="-4"/>
              </w:rPr>
              <w:br/>
              <w:t xml:space="preserve">ул. Гончарова, </w:t>
            </w:r>
          </w:p>
          <w:p w:rsidR="00125F3D" w:rsidRPr="00FD0202" w:rsidRDefault="00125F3D" w:rsidP="000D3723">
            <w:pPr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д. 16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Областное государст</w:t>
            </w:r>
            <w:r>
              <w:rPr>
                <w:spacing w:val="-4"/>
              </w:rPr>
              <w:t>-</w:t>
            </w:r>
            <w:r w:rsidRPr="00FD0202">
              <w:rPr>
                <w:spacing w:val="-4"/>
              </w:rPr>
              <w:t>венное бюджетное уч</w:t>
            </w:r>
            <w:r>
              <w:rPr>
                <w:spacing w:val="-4"/>
              </w:rPr>
              <w:t>-</w:t>
            </w:r>
            <w:r w:rsidRPr="00FD0202">
              <w:rPr>
                <w:spacing w:val="-4"/>
              </w:rPr>
              <w:t>реждение культуры «Ульяновский облас</w:t>
            </w:r>
            <w:r w:rsidRPr="00FD0202">
              <w:rPr>
                <w:spacing w:val="-4"/>
              </w:rPr>
              <w:t>т</w:t>
            </w:r>
            <w:r w:rsidRPr="00FD0202">
              <w:rPr>
                <w:spacing w:val="-4"/>
              </w:rPr>
              <w:t>ной художественный музей»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Ульяновская регионал</w:t>
            </w:r>
            <w:r w:rsidRPr="00FD0202">
              <w:rPr>
                <w:spacing w:val="-4"/>
              </w:rPr>
              <w:t>ь</w:t>
            </w:r>
            <w:r w:rsidRPr="00FD0202">
              <w:rPr>
                <w:spacing w:val="-4"/>
              </w:rPr>
              <w:t>ная организация Всеро</w:t>
            </w:r>
            <w:r w:rsidRPr="00FD0202">
              <w:rPr>
                <w:spacing w:val="-4"/>
              </w:rPr>
              <w:t>с</w:t>
            </w:r>
            <w:r w:rsidRPr="00FD0202">
              <w:rPr>
                <w:spacing w:val="-4"/>
              </w:rPr>
              <w:t>сийской творческой о</w:t>
            </w:r>
            <w:r w:rsidRPr="00FD0202">
              <w:rPr>
                <w:spacing w:val="-4"/>
              </w:rPr>
              <w:t>б</w:t>
            </w:r>
            <w:r w:rsidRPr="00FD0202">
              <w:rPr>
                <w:spacing w:val="-4"/>
              </w:rPr>
              <w:t>щественной организации «Союз художников</w:t>
            </w:r>
            <w:r>
              <w:rPr>
                <w:spacing w:val="-4"/>
              </w:rPr>
              <w:br/>
            </w:r>
            <w:r w:rsidRPr="00FD0202">
              <w:rPr>
                <w:spacing w:val="-4"/>
              </w:rPr>
              <w:t>России»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center"/>
            </w:pPr>
            <w:r w:rsidRPr="00FD0202">
              <w:t>580,91</w:t>
            </w:r>
          </w:p>
        </w:tc>
      </w:tr>
      <w:tr w:rsidR="00125F3D" w:rsidRPr="00FD0202" w:rsidTr="004B32E3">
        <w:trPr>
          <w:trHeight w:val="1788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 xml:space="preserve">Ульяновская </w:t>
            </w:r>
          </w:p>
          <w:p w:rsidR="00125F3D" w:rsidRPr="00FD0202" w:rsidRDefault="00125F3D" w:rsidP="000D3723">
            <w:pPr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область, Ново-спасский ра</w:t>
            </w:r>
            <w:r w:rsidRPr="00FD0202">
              <w:rPr>
                <w:spacing w:val="-4"/>
              </w:rPr>
              <w:t>й</w:t>
            </w:r>
            <w:r w:rsidRPr="00FD0202">
              <w:rPr>
                <w:spacing w:val="-4"/>
              </w:rPr>
              <w:t>он, д. Рокоту</w:t>
            </w:r>
            <w:r w:rsidRPr="00FD0202">
              <w:rPr>
                <w:spacing w:val="-4"/>
              </w:rPr>
              <w:t>ш</w:t>
            </w:r>
            <w:r w:rsidRPr="00FD0202">
              <w:rPr>
                <w:spacing w:val="-4"/>
              </w:rPr>
              <w:t>ка, ул. Школ</w:t>
            </w:r>
            <w:r w:rsidRPr="00FD0202">
              <w:rPr>
                <w:spacing w:val="-4"/>
              </w:rPr>
              <w:t>ь</w:t>
            </w:r>
            <w:r w:rsidRPr="00FD0202">
              <w:rPr>
                <w:spacing w:val="-4"/>
              </w:rPr>
              <w:t>ная, д. 11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217765" w:rsidRDefault="00125F3D" w:rsidP="000D3723">
            <w:pPr>
              <w:jc w:val="both"/>
              <w:rPr>
                <w:spacing w:val="-4"/>
              </w:rPr>
            </w:pPr>
            <w:r w:rsidRPr="00217765">
              <w:rPr>
                <w:spacing w:val="-4"/>
              </w:rPr>
              <w:t>Государственное казё</w:t>
            </w:r>
            <w:r w:rsidRPr="00217765">
              <w:rPr>
                <w:spacing w:val="-4"/>
              </w:rPr>
              <w:t>н</w:t>
            </w:r>
            <w:r w:rsidRPr="00217765">
              <w:rPr>
                <w:spacing w:val="-4"/>
              </w:rPr>
              <w:t>ное учреждение соц</w:t>
            </w:r>
            <w:r w:rsidRPr="00217765">
              <w:rPr>
                <w:spacing w:val="-4"/>
              </w:rPr>
              <w:t>и</w:t>
            </w:r>
            <w:r w:rsidRPr="00217765">
              <w:rPr>
                <w:spacing w:val="-4"/>
              </w:rPr>
              <w:t>ального обслуживания «Социальный приют для детей и подростков «Росток» в д. Роко</w:t>
            </w:r>
            <w:r>
              <w:rPr>
                <w:spacing w:val="-4"/>
              </w:rPr>
              <w:t>-</w:t>
            </w:r>
            <w:r w:rsidRPr="00217765">
              <w:rPr>
                <w:spacing w:val="-4"/>
              </w:rPr>
              <w:t>тушка»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Муниципальное образ</w:t>
            </w:r>
            <w:r w:rsidRPr="00FD0202">
              <w:rPr>
                <w:spacing w:val="-4"/>
              </w:rPr>
              <w:t>о</w:t>
            </w:r>
            <w:r w:rsidRPr="00FD0202">
              <w:rPr>
                <w:spacing w:val="-4"/>
              </w:rPr>
              <w:t>вательное учреждение Рокотушкинская осно</w:t>
            </w:r>
            <w:r w:rsidRPr="00FD0202">
              <w:rPr>
                <w:spacing w:val="-4"/>
              </w:rPr>
              <w:t>в</w:t>
            </w:r>
            <w:r w:rsidRPr="00FD0202">
              <w:rPr>
                <w:spacing w:val="-4"/>
              </w:rPr>
              <w:t>ная общеобразовател</w:t>
            </w:r>
            <w:r w:rsidRPr="00FD0202">
              <w:rPr>
                <w:spacing w:val="-4"/>
              </w:rPr>
              <w:t>ь</w:t>
            </w:r>
            <w:r w:rsidRPr="00FD0202">
              <w:rPr>
                <w:spacing w:val="-4"/>
              </w:rPr>
              <w:t>ная школа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center"/>
            </w:pPr>
            <w:r w:rsidRPr="00FD0202">
              <w:t>451,82</w:t>
            </w:r>
          </w:p>
        </w:tc>
      </w:tr>
      <w:tr w:rsidR="00125F3D" w:rsidRPr="00FD0202" w:rsidTr="004B32E3">
        <w:trPr>
          <w:trHeight w:val="1788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 xml:space="preserve">г. Ульяновск, </w:t>
            </w:r>
            <w:r w:rsidRPr="00FD0202">
              <w:rPr>
                <w:spacing w:val="-4"/>
              </w:rPr>
              <w:br/>
              <w:t>пл. Ленина, д. 1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Областное государст</w:t>
            </w:r>
            <w:r>
              <w:rPr>
                <w:spacing w:val="-4"/>
              </w:rPr>
              <w:t>-</w:t>
            </w:r>
            <w:r w:rsidRPr="00FD0202">
              <w:rPr>
                <w:spacing w:val="-4"/>
              </w:rPr>
              <w:t>венное казённое учреж</w:t>
            </w:r>
            <w:r>
              <w:rPr>
                <w:spacing w:val="-4"/>
              </w:rPr>
              <w:t>-</w:t>
            </w:r>
            <w:r w:rsidRPr="00FD0202">
              <w:rPr>
                <w:spacing w:val="-4"/>
              </w:rPr>
              <w:t xml:space="preserve">дение «Управление </w:t>
            </w:r>
            <w:r w:rsidRPr="00FD0202">
              <w:rPr>
                <w:spacing w:val="-4"/>
              </w:rPr>
              <w:br/>
              <w:t>делами Ульяновской области»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Федеральное государст</w:t>
            </w:r>
            <w:r>
              <w:rPr>
                <w:spacing w:val="-4"/>
              </w:rPr>
              <w:t>-</w:t>
            </w:r>
            <w:r w:rsidRPr="00FD0202">
              <w:rPr>
                <w:spacing w:val="-4"/>
              </w:rPr>
              <w:t>венное бюджетное учр</w:t>
            </w:r>
            <w:r w:rsidRPr="00FD0202">
              <w:rPr>
                <w:spacing w:val="-4"/>
              </w:rPr>
              <w:t>е</w:t>
            </w:r>
            <w:r w:rsidRPr="00FD0202">
              <w:rPr>
                <w:spacing w:val="-4"/>
              </w:rPr>
              <w:t>ждение «Управление по эксплуатации зданий высших органов власти» Управления делами Пр</w:t>
            </w:r>
            <w:r w:rsidRPr="00FD0202">
              <w:rPr>
                <w:spacing w:val="-4"/>
              </w:rPr>
              <w:t>е</w:t>
            </w:r>
            <w:r w:rsidRPr="00FD0202">
              <w:rPr>
                <w:spacing w:val="-4"/>
              </w:rPr>
              <w:t>зидента Российской</w:t>
            </w:r>
            <w:r>
              <w:rPr>
                <w:spacing w:val="-4"/>
              </w:rPr>
              <w:br/>
            </w:r>
            <w:r w:rsidRPr="00FD0202">
              <w:rPr>
                <w:spacing w:val="-4"/>
              </w:rPr>
              <w:t>Федерации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center"/>
            </w:pPr>
            <w:r w:rsidRPr="00FD0202">
              <w:t>187,28</w:t>
            </w:r>
          </w:p>
        </w:tc>
      </w:tr>
      <w:tr w:rsidR="00125F3D" w:rsidRPr="00FD0202" w:rsidTr="004B32E3">
        <w:trPr>
          <w:trHeight w:val="1788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Default="00125F3D" w:rsidP="000D3723">
            <w:pPr>
              <w:jc w:val="both"/>
            </w:pPr>
            <w:r w:rsidRPr="00FD0202">
              <w:t>Ульяновская область, Ново-спасский ра</w:t>
            </w:r>
            <w:r w:rsidRPr="00FD0202">
              <w:t>й</w:t>
            </w:r>
            <w:r w:rsidRPr="00FD0202">
              <w:t>он, р.п. Ново</w:t>
            </w:r>
            <w:r>
              <w:t>-спасское,</w:t>
            </w:r>
          </w:p>
          <w:p w:rsidR="00125F3D" w:rsidRPr="00FD0202" w:rsidRDefault="00125F3D" w:rsidP="000D3723">
            <w:pPr>
              <w:jc w:val="both"/>
            </w:pPr>
            <w:r w:rsidRPr="00FD0202">
              <w:t>ул. Заводская, д. 12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both"/>
            </w:pPr>
            <w:r w:rsidRPr="00FD0202">
              <w:t xml:space="preserve">Государственное </w:t>
            </w:r>
            <w:r>
              <w:br/>
            </w:r>
            <w:r w:rsidRPr="00FD0202">
              <w:t>казённое учреждение Ульяновской области «Новоспасское лесн</w:t>
            </w:r>
            <w:r w:rsidRPr="00FD0202">
              <w:t>и</w:t>
            </w:r>
            <w:r w:rsidRPr="00FD0202">
              <w:t>чество»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both"/>
            </w:pPr>
            <w:r w:rsidRPr="00FD0202">
              <w:t>Прокуратура Ульяно</w:t>
            </w:r>
            <w:r w:rsidRPr="00FD0202">
              <w:t>в</w:t>
            </w:r>
            <w:r w:rsidRPr="00FD0202">
              <w:t>ской области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center"/>
            </w:pPr>
            <w:r w:rsidRPr="00FD0202">
              <w:t>85,84</w:t>
            </w:r>
          </w:p>
        </w:tc>
      </w:tr>
      <w:tr w:rsidR="00125F3D" w:rsidRPr="00FD0202" w:rsidTr="000D3723">
        <w:trPr>
          <w:trHeight w:val="65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both"/>
            </w:pPr>
            <w:r w:rsidRPr="00FD0202">
              <w:t>Ульяновская область, г. Д</w:t>
            </w:r>
            <w:r w:rsidRPr="00FD0202">
              <w:t>и</w:t>
            </w:r>
            <w:r w:rsidRPr="00FD0202">
              <w:t xml:space="preserve">митровград, </w:t>
            </w:r>
          </w:p>
          <w:p w:rsidR="00125F3D" w:rsidRPr="00FD0202" w:rsidRDefault="00125F3D" w:rsidP="000D3723">
            <w:pPr>
              <w:jc w:val="both"/>
            </w:pPr>
            <w:r w:rsidRPr="00FD0202">
              <w:t>ул. Гварде</w:t>
            </w:r>
            <w:r w:rsidRPr="00FD0202">
              <w:t>й</w:t>
            </w:r>
            <w:r>
              <w:t xml:space="preserve">ская, </w:t>
            </w:r>
            <w:r w:rsidRPr="00FD0202">
              <w:t>д. 28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E261DA" w:rsidRDefault="00125F3D" w:rsidP="000D3723">
            <w:pPr>
              <w:jc w:val="both"/>
              <w:rPr>
                <w:spacing w:val="-4"/>
              </w:rPr>
            </w:pPr>
            <w:r w:rsidRPr="00E261DA">
              <w:rPr>
                <w:spacing w:val="-4"/>
              </w:rPr>
              <w:t>Областное государст-венное бюджетное о</w:t>
            </w:r>
            <w:r w:rsidRPr="00E261DA">
              <w:rPr>
                <w:spacing w:val="-4"/>
              </w:rPr>
              <w:t>б</w:t>
            </w:r>
            <w:r w:rsidRPr="00E261DA">
              <w:rPr>
                <w:spacing w:val="-4"/>
              </w:rPr>
              <w:t>разовательное учреж-дение среднего профе</w:t>
            </w:r>
            <w:r w:rsidRPr="00E261DA">
              <w:rPr>
                <w:spacing w:val="-4"/>
              </w:rPr>
              <w:t>с</w:t>
            </w:r>
            <w:r w:rsidRPr="00E261DA">
              <w:rPr>
                <w:spacing w:val="-4"/>
              </w:rPr>
              <w:t>сионального образов</w:t>
            </w:r>
            <w:r w:rsidRPr="00E261DA">
              <w:rPr>
                <w:spacing w:val="-4"/>
              </w:rPr>
              <w:t>а</w:t>
            </w:r>
            <w:r w:rsidRPr="00E261DA">
              <w:rPr>
                <w:spacing w:val="-4"/>
              </w:rPr>
              <w:t>ния «Димитровгра</w:t>
            </w:r>
            <w:r w:rsidRPr="00E261DA">
              <w:rPr>
                <w:spacing w:val="-4"/>
              </w:rPr>
              <w:t>д</w:t>
            </w:r>
            <w:r w:rsidRPr="00E261DA">
              <w:rPr>
                <w:spacing w:val="-4"/>
              </w:rPr>
              <w:t>ский техникум стро</w:t>
            </w:r>
            <w:r w:rsidRPr="00E261DA">
              <w:rPr>
                <w:spacing w:val="-4"/>
              </w:rPr>
              <w:t>и</w:t>
            </w:r>
            <w:r w:rsidRPr="00E261DA">
              <w:rPr>
                <w:spacing w:val="-4"/>
              </w:rPr>
              <w:t>тельной индустрии»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both"/>
            </w:pPr>
            <w:r w:rsidRPr="00FD0202">
              <w:t>Федеральное государст</w:t>
            </w:r>
            <w:r>
              <w:t>-</w:t>
            </w:r>
            <w:r w:rsidRPr="00FD0202">
              <w:t>венное бюджетное обр</w:t>
            </w:r>
            <w:r w:rsidRPr="00FD0202">
              <w:t>а</w:t>
            </w:r>
            <w:r w:rsidRPr="00FD0202">
              <w:t>зовательное учреждение высшего професси</w:t>
            </w:r>
            <w:r w:rsidRPr="00FD0202">
              <w:t>о</w:t>
            </w:r>
            <w:r w:rsidRPr="00FD0202">
              <w:t>нального образования «Ульяновская госуда</w:t>
            </w:r>
            <w:r w:rsidRPr="00FD0202">
              <w:t>р</w:t>
            </w:r>
            <w:r w:rsidRPr="00FD0202">
              <w:t>ственная сельскохозя</w:t>
            </w:r>
            <w:r w:rsidRPr="00FD0202">
              <w:t>й</w:t>
            </w:r>
            <w:r w:rsidRPr="00FD0202">
              <w:t>ственная ака</w:t>
            </w:r>
            <w:r>
              <w:t xml:space="preserve">демия </w:t>
            </w:r>
            <w:r>
              <w:rPr>
                <w:spacing w:val="-6"/>
              </w:rPr>
              <w:t>им</w:t>
            </w:r>
            <w:r>
              <w:rPr>
                <w:spacing w:val="-6"/>
              </w:rPr>
              <w:t>е</w:t>
            </w:r>
            <w:r>
              <w:rPr>
                <w:spacing w:val="-6"/>
              </w:rPr>
              <w:t xml:space="preserve">ни </w:t>
            </w:r>
            <w:r w:rsidRPr="00FD0202">
              <w:rPr>
                <w:spacing w:val="-6"/>
              </w:rPr>
              <w:t>П.А.Столыпина»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center"/>
            </w:pPr>
            <w:r w:rsidRPr="00FD0202">
              <w:t>2000,0</w:t>
            </w:r>
          </w:p>
        </w:tc>
      </w:tr>
      <w:tr w:rsidR="00125F3D" w:rsidRPr="00FD0202" w:rsidTr="004B32E3">
        <w:trPr>
          <w:trHeight w:val="1788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г. Ульяновск, ул. Льва То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стого, д. 36/9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Областное государст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венное автономное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реждение «Много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функциональный центр предоставления гос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дарственных и мун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ципальных услуг в Ульяновской области»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Управление Федерал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ной миграционной службы по Ульяновской области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45,77</w:t>
            </w:r>
          </w:p>
        </w:tc>
      </w:tr>
      <w:tr w:rsidR="00125F3D" w:rsidRPr="00FD0202" w:rsidTr="004B32E3">
        <w:trPr>
          <w:trHeight w:val="1249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both"/>
            </w:pPr>
            <w:r w:rsidRPr="00FD0202">
              <w:t xml:space="preserve">г. Ульяновск, </w:t>
            </w:r>
            <w:r w:rsidRPr="00FD0202">
              <w:rPr>
                <w:spacing w:val="-4"/>
              </w:rPr>
              <w:t>ул. Мелекес</w:t>
            </w:r>
            <w:r>
              <w:rPr>
                <w:spacing w:val="-4"/>
              </w:rPr>
              <w:t>-</w:t>
            </w:r>
            <w:r w:rsidRPr="00FD0202">
              <w:rPr>
                <w:spacing w:val="-4"/>
              </w:rPr>
              <w:t>ская,</w:t>
            </w:r>
            <w:r w:rsidRPr="00FD0202">
              <w:t xml:space="preserve"> д. 4, ко</w:t>
            </w:r>
            <w:r w:rsidRPr="00FD0202">
              <w:t>р</w:t>
            </w:r>
            <w:r w:rsidRPr="00FD0202">
              <w:t>пус 2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both"/>
            </w:pPr>
            <w:r w:rsidRPr="00FD0202">
              <w:t xml:space="preserve">Казна Ульяновской </w:t>
            </w:r>
            <w:r w:rsidRPr="00FD0202">
              <w:br/>
              <w:t>области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both"/>
            </w:pPr>
            <w:r w:rsidRPr="00FD0202">
              <w:t>Управление Министе</w:t>
            </w:r>
            <w:r w:rsidRPr="00FD0202">
              <w:t>р</w:t>
            </w:r>
            <w:r w:rsidRPr="00FD0202">
              <w:t>ства внутренних дел Российской Федерации по городу Ульяновску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center"/>
            </w:pPr>
            <w:r w:rsidRPr="00FD0202">
              <w:t>1539,5</w:t>
            </w:r>
          </w:p>
        </w:tc>
      </w:tr>
      <w:tr w:rsidR="00125F3D" w:rsidRPr="00FD0202" w:rsidTr="004B32E3">
        <w:trPr>
          <w:trHeight w:val="1788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both"/>
            </w:pPr>
            <w:r w:rsidRPr="00FD0202">
              <w:t xml:space="preserve">Ульяновская </w:t>
            </w:r>
          </w:p>
          <w:p w:rsidR="00125F3D" w:rsidRPr="00FD0202" w:rsidRDefault="00125F3D" w:rsidP="000D3723">
            <w:pPr>
              <w:jc w:val="both"/>
            </w:pPr>
            <w:r w:rsidRPr="00FD0202">
              <w:t>область, Б</w:t>
            </w:r>
            <w:r w:rsidRPr="00FD0202">
              <w:t>а</w:t>
            </w:r>
            <w:r w:rsidRPr="00FD0202">
              <w:t>зарносызга</w:t>
            </w:r>
            <w:r w:rsidRPr="00FD0202">
              <w:t>н</w:t>
            </w:r>
            <w:r w:rsidRPr="00FD0202">
              <w:t>ский район, р.п. Базарный Сызган,</w:t>
            </w:r>
            <w:r>
              <w:br/>
            </w:r>
            <w:r w:rsidRPr="00FD0202">
              <w:t xml:space="preserve">ул. Советская, </w:t>
            </w:r>
          </w:p>
          <w:p w:rsidR="00125F3D" w:rsidRPr="00FD0202" w:rsidRDefault="00125F3D" w:rsidP="000D3723">
            <w:pPr>
              <w:jc w:val="both"/>
            </w:pPr>
            <w:r w:rsidRPr="00FD0202">
              <w:t>д. 76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both"/>
            </w:pPr>
            <w:r w:rsidRPr="00FD0202">
              <w:t>Областное государст</w:t>
            </w:r>
            <w:r>
              <w:t>-</w:t>
            </w:r>
            <w:r w:rsidRPr="00FD0202">
              <w:t>венное казённое обр</w:t>
            </w:r>
            <w:r w:rsidRPr="00FD0202">
              <w:t>а</w:t>
            </w:r>
            <w:r w:rsidRPr="00FD0202">
              <w:t>зовательное учрежд</w:t>
            </w:r>
            <w:r w:rsidRPr="00FD0202">
              <w:t>е</w:t>
            </w:r>
            <w:r w:rsidRPr="00FD0202">
              <w:t>ние для детей-сирот и детей, оставшихся без попечения родителей – Базарносызганский специальный (корре</w:t>
            </w:r>
            <w:r w:rsidRPr="00FD0202">
              <w:t>к</w:t>
            </w:r>
            <w:r w:rsidRPr="00FD0202">
              <w:t>ционный) детский дом для детей с ограниче</w:t>
            </w:r>
            <w:r w:rsidRPr="00FD0202">
              <w:t>н</w:t>
            </w:r>
            <w:r w:rsidRPr="00FD0202">
              <w:t>ными возможностями здоровья «Росток»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both"/>
            </w:pPr>
            <w:r w:rsidRPr="00FD0202">
              <w:t>Администрация мун</w:t>
            </w:r>
            <w:r w:rsidRPr="00FD0202">
              <w:t>и</w:t>
            </w:r>
            <w:r w:rsidRPr="00FD0202">
              <w:t>ципального образования «Базарносызганский район» Ульяновской</w:t>
            </w:r>
            <w:r>
              <w:br/>
            </w:r>
            <w:r w:rsidRPr="00FD0202">
              <w:t>области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center"/>
            </w:pPr>
            <w:r w:rsidRPr="00FD0202">
              <w:t>401,06</w:t>
            </w:r>
          </w:p>
        </w:tc>
      </w:tr>
      <w:tr w:rsidR="00125F3D" w:rsidRPr="00FD0202" w:rsidTr="004B32E3">
        <w:trPr>
          <w:trHeight w:val="357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both"/>
            </w:pPr>
            <w:r w:rsidRPr="00FD0202">
              <w:t xml:space="preserve">Ульяновская </w:t>
            </w:r>
          </w:p>
          <w:p w:rsidR="00125F3D" w:rsidRPr="00FD0202" w:rsidRDefault="00125F3D" w:rsidP="000D3723">
            <w:pPr>
              <w:jc w:val="both"/>
            </w:pPr>
            <w:r w:rsidRPr="00FD0202">
              <w:t>область, Б</w:t>
            </w:r>
            <w:r w:rsidRPr="00FD0202">
              <w:t>а</w:t>
            </w:r>
            <w:r w:rsidRPr="00FD0202">
              <w:t>зарносызга</w:t>
            </w:r>
            <w:r w:rsidRPr="00FD0202">
              <w:t>н</w:t>
            </w:r>
            <w:r w:rsidRPr="00FD0202">
              <w:t xml:space="preserve">ский район, р.п. Базарный Сызган, </w:t>
            </w:r>
            <w:r>
              <w:br/>
              <w:t xml:space="preserve">ул. Советская, </w:t>
            </w:r>
            <w:r>
              <w:br/>
            </w:r>
            <w:r w:rsidRPr="00FD0202">
              <w:t>д. 76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widowControl w:val="0"/>
              <w:jc w:val="both"/>
            </w:pPr>
            <w:r w:rsidRPr="00FD0202">
              <w:t>Областное государст-венное казённое обр</w:t>
            </w:r>
            <w:r w:rsidRPr="00FD0202">
              <w:t>а</w:t>
            </w:r>
            <w:r w:rsidRPr="00FD0202">
              <w:t>зовательное учрежд</w:t>
            </w:r>
            <w:r w:rsidRPr="00FD0202">
              <w:t>е</w:t>
            </w:r>
            <w:r w:rsidRPr="00FD0202">
              <w:t>ние для детей-сирот и детей, оставшихся без попечения родителей – Базарносызганский специальный (корре</w:t>
            </w:r>
            <w:r w:rsidRPr="00FD0202">
              <w:t>к</w:t>
            </w:r>
            <w:r w:rsidRPr="00FD0202">
              <w:t>ционный) детский дом для детей с ограниче</w:t>
            </w:r>
            <w:r w:rsidRPr="00FD0202">
              <w:t>н</w:t>
            </w:r>
            <w:r w:rsidRPr="00FD0202">
              <w:t>ными возможностями здоровья «Росток»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both"/>
            </w:pPr>
            <w:r w:rsidRPr="00FD0202">
              <w:t>Управление финансов муниципального обр</w:t>
            </w:r>
            <w:r w:rsidRPr="00FD0202">
              <w:t>а</w:t>
            </w:r>
            <w:r w:rsidRPr="00FD0202">
              <w:t>зования «Базарносы</w:t>
            </w:r>
            <w:r w:rsidRPr="00FD0202">
              <w:t>з</w:t>
            </w:r>
            <w:r w:rsidRPr="00FD0202">
              <w:t>ганский район» Уль</w:t>
            </w:r>
            <w:r w:rsidRPr="00FD0202">
              <w:t>я</w:t>
            </w:r>
            <w:r w:rsidRPr="00FD0202">
              <w:t>новской области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center"/>
            </w:pPr>
            <w:r w:rsidRPr="00FD0202">
              <w:t>140,02</w:t>
            </w:r>
          </w:p>
        </w:tc>
      </w:tr>
      <w:tr w:rsidR="00125F3D" w:rsidRPr="00FD0202" w:rsidTr="00E261DA">
        <w:trPr>
          <w:trHeight w:val="65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Default="00125F3D" w:rsidP="000D3723">
            <w:pPr>
              <w:jc w:val="both"/>
            </w:pPr>
            <w:r w:rsidRPr="00FD0202">
              <w:t>г. Ульяновск, у</w:t>
            </w:r>
            <w:r>
              <w:t xml:space="preserve">л. </w:t>
            </w:r>
            <w:r w:rsidRPr="00FD0202">
              <w:t>Ленина,</w:t>
            </w:r>
          </w:p>
          <w:p w:rsidR="00125F3D" w:rsidRPr="00FD0202" w:rsidRDefault="00125F3D" w:rsidP="000D3723">
            <w:pPr>
              <w:jc w:val="both"/>
            </w:pPr>
            <w:r w:rsidRPr="00FD0202">
              <w:t>д. 95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9B7308" w:rsidRDefault="00125F3D" w:rsidP="000D3723">
            <w:pPr>
              <w:widowControl w:val="0"/>
              <w:jc w:val="both"/>
            </w:pPr>
            <w:r w:rsidRPr="009B7308">
              <w:t>Областное государст-венное бюджетное уч-реждение культуры «Центр народной кул</w:t>
            </w:r>
            <w:r w:rsidRPr="009B7308">
              <w:t>ь</w:t>
            </w:r>
            <w:r w:rsidRPr="009B7308">
              <w:t>туры Ульяновской о</w:t>
            </w:r>
            <w:r w:rsidRPr="009B7308">
              <w:t>б</w:t>
            </w:r>
            <w:r w:rsidRPr="009B7308">
              <w:t>ласти»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Ульяновская о</w:t>
            </w:r>
            <w:r>
              <w:rPr>
                <w:spacing w:val="-4"/>
              </w:rPr>
              <w:t xml:space="preserve">бщест-венная организация «Центр </w:t>
            </w:r>
            <w:r w:rsidRPr="00FD0202">
              <w:rPr>
                <w:spacing w:val="-4"/>
              </w:rPr>
              <w:t>немецкой куль-туры Фройндшафт»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jc w:val="center"/>
            </w:pPr>
            <w:r w:rsidRPr="00FD0202">
              <w:t>18,26</w:t>
            </w:r>
          </w:p>
        </w:tc>
      </w:tr>
      <w:tr w:rsidR="00125F3D" w:rsidRPr="00FD0202" w:rsidTr="004B32E3">
        <w:trPr>
          <w:trHeight w:val="1788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jc w:val="center"/>
            </w:pPr>
            <w:r w:rsidRPr="00FD0202">
              <w:t>17.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Default="00125F3D" w:rsidP="00352E6B">
            <w:pPr>
              <w:pStyle w:val="Header"/>
              <w:jc w:val="both"/>
            </w:pPr>
            <w:r w:rsidRPr="00FD0202">
              <w:t>г. Ульяновск,</w:t>
            </w:r>
            <w:r>
              <w:t xml:space="preserve"> </w:t>
            </w:r>
            <w:r w:rsidRPr="00FD0202">
              <w:t>ул. Ленина,</w:t>
            </w:r>
          </w:p>
          <w:p w:rsidR="00125F3D" w:rsidRPr="00FD0202" w:rsidRDefault="00125F3D" w:rsidP="00352E6B">
            <w:pPr>
              <w:pStyle w:val="Header"/>
              <w:jc w:val="both"/>
            </w:pPr>
            <w:r w:rsidRPr="00FD0202">
              <w:t>д. 95</w:t>
            </w:r>
          </w:p>
          <w:p w:rsidR="00125F3D" w:rsidRPr="00FD0202" w:rsidRDefault="00125F3D" w:rsidP="00352E6B">
            <w:pPr>
              <w:pStyle w:val="Header"/>
              <w:jc w:val="both"/>
            </w:pP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spacing w:line="233" w:lineRule="auto"/>
              <w:jc w:val="both"/>
              <w:rPr>
                <w:spacing w:val="-6"/>
              </w:rPr>
            </w:pPr>
            <w:r w:rsidRPr="00FD0202">
              <w:rPr>
                <w:spacing w:val="-6"/>
              </w:rPr>
              <w:t>Областное государст</w:t>
            </w:r>
            <w:r>
              <w:rPr>
                <w:spacing w:val="-6"/>
              </w:rPr>
              <w:t>-</w:t>
            </w:r>
            <w:r w:rsidRPr="00FD0202">
              <w:rPr>
                <w:spacing w:val="-6"/>
              </w:rPr>
              <w:t>венное бюджетное уч</w:t>
            </w:r>
            <w:r>
              <w:rPr>
                <w:spacing w:val="-6"/>
              </w:rPr>
              <w:t>-</w:t>
            </w:r>
            <w:r w:rsidRPr="00FD0202">
              <w:rPr>
                <w:spacing w:val="-6"/>
              </w:rPr>
              <w:t>реждение культуры «Центр народной кул</w:t>
            </w:r>
            <w:r w:rsidRPr="00FD0202">
              <w:rPr>
                <w:spacing w:val="-6"/>
              </w:rPr>
              <w:t>ь</w:t>
            </w:r>
            <w:r w:rsidRPr="00FD0202">
              <w:rPr>
                <w:spacing w:val="-6"/>
              </w:rPr>
              <w:t>туры Ульяновской об</w:t>
            </w:r>
            <w:r>
              <w:rPr>
                <w:spacing w:val="-6"/>
              </w:rPr>
              <w:t>-</w:t>
            </w:r>
            <w:r w:rsidRPr="00FD0202">
              <w:rPr>
                <w:spacing w:val="-6"/>
              </w:rPr>
              <w:t>ласти»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spacing w:line="233" w:lineRule="auto"/>
              <w:jc w:val="both"/>
            </w:pPr>
            <w:r w:rsidRPr="00FD0202">
              <w:t>Общественная орган</w:t>
            </w:r>
            <w:r w:rsidRPr="00FD0202">
              <w:t>и</w:t>
            </w:r>
            <w:r w:rsidRPr="00FD0202">
              <w:t>зация «Ульяновская о</w:t>
            </w:r>
            <w:r w:rsidRPr="00FD0202">
              <w:t>б</w:t>
            </w:r>
            <w:r w:rsidRPr="00FD0202">
              <w:t>ластная мордовская на</w:t>
            </w:r>
            <w:r>
              <w:t>-</w:t>
            </w:r>
            <w:r w:rsidRPr="00FD0202">
              <w:t>ционально-культурная автономия»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spacing w:line="233" w:lineRule="auto"/>
              <w:jc w:val="center"/>
            </w:pPr>
            <w:r w:rsidRPr="00FD0202">
              <w:t>11,4</w:t>
            </w:r>
          </w:p>
        </w:tc>
      </w:tr>
      <w:tr w:rsidR="00125F3D" w:rsidRPr="00FD0202" w:rsidTr="004B32E3">
        <w:trPr>
          <w:trHeight w:val="1788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jc w:val="center"/>
            </w:pPr>
            <w:r w:rsidRPr="00FD0202">
              <w:t>18.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Default="00125F3D" w:rsidP="00726104">
            <w:pPr>
              <w:pStyle w:val="Header"/>
              <w:jc w:val="both"/>
            </w:pPr>
            <w:r w:rsidRPr="00FD0202">
              <w:t>г. Ульяновск,</w:t>
            </w:r>
            <w:r>
              <w:t xml:space="preserve"> </w:t>
            </w:r>
            <w:r w:rsidRPr="00FD0202">
              <w:t>ул. Ленина,</w:t>
            </w:r>
          </w:p>
          <w:p w:rsidR="00125F3D" w:rsidRPr="00FD0202" w:rsidRDefault="00125F3D" w:rsidP="00726104">
            <w:pPr>
              <w:pStyle w:val="Header"/>
              <w:jc w:val="both"/>
            </w:pPr>
            <w:r w:rsidRPr="00FD0202">
              <w:t>д. 95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spacing w:line="233" w:lineRule="auto"/>
              <w:jc w:val="both"/>
              <w:rPr>
                <w:spacing w:val="-6"/>
              </w:rPr>
            </w:pPr>
            <w:r w:rsidRPr="00FD0202">
              <w:rPr>
                <w:spacing w:val="-6"/>
              </w:rPr>
              <w:t>Областное государст</w:t>
            </w:r>
            <w:r>
              <w:rPr>
                <w:spacing w:val="-6"/>
              </w:rPr>
              <w:t>-</w:t>
            </w:r>
            <w:r w:rsidRPr="00FD0202">
              <w:rPr>
                <w:spacing w:val="-6"/>
              </w:rPr>
              <w:t>венное бюджетное уч</w:t>
            </w:r>
            <w:r>
              <w:rPr>
                <w:spacing w:val="-6"/>
              </w:rPr>
              <w:t>-</w:t>
            </w:r>
            <w:r w:rsidRPr="00FD0202">
              <w:rPr>
                <w:spacing w:val="-6"/>
              </w:rPr>
              <w:t>реждение культуры «Центр народной кул</w:t>
            </w:r>
            <w:r w:rsidRPr="00FD0202">
              <w:rPr>
                <w:spacing w:val="-6"/>
              </w:rPr>
              <w:t>ь</w:t>
            </w:r>
            <w:r w:rsidRPr="00FD0202">
              <w:rPr>
                <w:spacing w:val="-6"/>
              </w:rPr>
              <w:t>туры Ульяновской об</w:t>
            </w:r>
            <w:r>
              <w:rPr>
                <w:spacing w:val="-6"/>
              </w:rPr>
              <w:t>-</w:t>
            </w:r>
            <w:r w:rsidRPr="00FD0202">
              <w:rPr>
                <w:spacing w:val="-6"/>
              </w:rPr>
              <w:t>ласти»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spacing w:line="233" w:lineRule="auto"/>
              <w:jc w:val="both"/>
            </w:pPr>
            <w:r w:rsidRPr="00FD0202">
              <w:t>Региональное отделение Общероссийской общ</w:t>
            </w:r>
            <w:r w:rsidRPr="00FD0202">
              <w:t>е</w:t>
            </w:r>
            <w:r w:rsidRPr="00FD0202">
              <w:t>ственной организации «Союз армян России»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spacing w:line="233" w:lineRule="auto"/>
              <w:jc w:val="center"/>
            </w:pPr>
            <w:r w:rsidRPr="00FD0202">
              <w:t>38,28</w:t>
            </w:r>
          </w:p>
        </w:tc>
      </w:tr>
      <w:tr w:rsidR="00125F3D" w:rsidRPr="00FD0202" w:rsidTr="004B32E3">
        <w:trPr>
          <w:trHeight w:val="1788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jc w:val="center"/>
            </w:pPr>
            <w:r w:rsidRPr="00FD0202">
              <w:t>19.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Default="00125F3D" w:rsidP="00726104">
            <w:pPr>
              <w:pStyle w:val="Header"/>
              <w:jc w:val="both"/>
            </w:pPr>
            <w:r w:rsidRPr="00FD0202">
              <w:t>г. Ульяновск,</w:t>
            </w:r>
            <w:r>
              <w:t xml:space="preserve"> </w:t>
            </w:r>
            <w:r w:rsidRPr="00FD0202">
              <w:t>ул. Ленина,</w:t>
            </w:r>
          </w:p>
          <w:p w:rsidR="00125F3D" w:rsidRPr="00FD0202" w:rsidRDefault="00125F3D" w:rsidP="00726104">
            <w:pPr>
              <w:pStyle w:val="Header"/>
              <w:jc w:val="both"/>
            </w:pPr>
            <w:r w:rsidRPr="00FD0202">
              <w:t>д. 95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spacing w:line="233" w:lineRule="auto"/>
              <w:jc w:val="both"/>
              <w:rPr>
                <w:spacing w:val="-6"/>
              </w:rPr>
            </w:pPr>
            <w:r w:rsidRPr="00FD0202">
              <w:rPr>
                <w:spacing w:val="-6"/>
              </w:rPr>
              <w:t>Областное государст</w:t>
            </w:r>
            <w:r>
              <w:rPr>
                <w:spacing w:val="-6"/>
              </w:rPr>
              <w:t>-</w:t>
            </w:r>
            <w:r w:rsidRPr="00FD0202">
              <w:rPr>
                <w:spacing w:val="-6"/>
              </w:rPr>
              <w:t>венное бюджетное уч</w:t>
            </w:r>
            <w:r>
              <w:rPr>
                <w:spacing w:val="-6"/>
              </w:rPr>
              <w:t>-</w:t>
            </w:r>
            <w:r w:rsidRPr="00FD0202">
              <w:rPr>
                <w:spacing w:val="-6"/>
              </w:rPr>
              <w:t>реждение культуры «Центр народной кул</w:t>
            </w:r>
            <w:r w:rsidRPr="00FD0202">
              <w:rPr>
                <w:spacing w:val="-6"/>
              </w:rPr>
              <w:t>ь</w:t>
            </w:r>
            <w:r w:rsidRPr="00FD0202">
              <w:rPr>
                <w:spacing w:val="-6"/>
              </w:rPr>
              <w:t>туры Ульяновской об</w:t>
            </w:r>
            <w:r>
              <w:rPr>
                <w:spacing w:val="-6"/>
              </w:rPr>
              <w:t>-</w:t>
            </w:r>
            <w:r w:rsidRPr="00FD0202">
              <w:rPr>
                <w:spacing w:val="-6"/>
              </w:rPr>
              <w:t>ласти»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spacing w:line="233" w:lineRule="auto"/>
              <w:jc w:val="both"/>
            </w:pPr>
            <w:r w:rsidRPr="00FD0202">
              <w:t>Ульяновское реги</w:t>
            </w:r>
            <w:r w:rsidRPr="00FD0202">
              <w:t>о</w:t>
            </w:r>
            <w:r w:rsidRPr="00FD0202">
              <w:t>нальное отделение О</w:t>
            </w:r>
            <w:r w:rsidRPr="00FD0202">
              <w:t>б</w:t>
            </w:r>
            <w:r w:rsidRPr="00FD0202">
              <w:t>щероссийской общест</w:t>
            </w:r>
            <w:r>
              <w:t>-</w:t>
            </w:r>
            <w:r w:rsidRPr="00FD0202">
              <w:t>венной организации «Всерос</w:t>
            </w:r>
            <w:r>
              <w:t xml:space="preserve">сийский </w:t>
            </w:r>
            <w:r w:rsidRPr="00FD0202">
              <w:t>азе</w:t>
            </w:r>
            <w:r w:rsidRPr="00FD0202">
              <w:t>р</w:t>
            </w:r>
            <w:r w:rsidRPr="00FD0202">
              <w:t>байджан</w:t>
            </w:r>
            <w:r>
              <w:t xml:space="preserve">ский </w:t>
            </w:r>
            <w:r w:rsidRPr="00FD0202">
              <w:t>конгресс»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spacing w:line="233" w:lineRule="auto"/>
              <w:jc w:val="center"/>
            </w:pPr>
            <w:r w:rsidRPr="00FD0202">
              <w:t>29,61</w:t>
            </w:r>
          </w:p>
        </w:tc>
      </w:tr>
      <w:tr w:rsidR="00125F3D" w:rsidRPr="00FD0202" w:rsidTr="004B32E3">
        <w:trPr>
          <w:trHeight w:val="1788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Header"/>
              <w:jc w:val="both"/>
            </w:pPr>
            <w:r w:rsidRPr="00FD0202">
              <w:t xml:space="preserve">г. Ульяновск, </w:t>
            </w:r>
          </w:p>
          <w:p w:rsidR="00125F3D" w:rsidRDefault="00125F3D" w:rsidP="00726104">
            <w:pPr>
              <w:pStyle w:val="Header"/>
              <w:jc w:val="both"/>
            </w:pPr>
            <w:r w:rsidRPr="00FD0202">
              <w:t>ул. Ленина,</w:t>
            </w:r>
          </w:p>
          <w:p w:rsidR="00125F3D" w:rsidRPr="00FD0202" w:rsidRDefault="00125F3D" w:rsidP="00726104">
            <w:pPr>
              <w:pStyle w:val="Header"/>
              <w:jc w:val="both"/>
            </w:pPr>
            <w:r w:rsidRPr="00FD0202">
              <w:t>д. 95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Header"/>
              <w:jc w:val="both"/>
            </w:pPr>
            <w:r w:rsidRPr="00FD0202">
              <w:t>Областное государст</w:t>
            </w:r>
            <w:r>
              <w:t>-</w:t>
            </w:r>
            <w:r w:rsidRPr="00FD0202">
              <w:t>венное бюджетное уч</w:t>
            </w:r>
            <w:r>
              <w:t>-</w:t>
            </w:r>
            <w:r w:rsidRPr="00FD0202">
              <w:t>реждение культуры «Центр народной кул</w:t>
            </w:r>
            <w:r w:rsidRPr="00FD0202">
              <w:t>ь</w:t>
            </w:r>
            <w:r w:rsidRPr="00FD0202">
              <w:t>туры Ульяновской о</w:t>
            </w:r>
            <w:r w:rsidRPr="00FD0202">
              <w:t>б</w:t>
            </w:r>
            <w:r w:rsidRPr="00FD0202">
              <w:t>ласти»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37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Общественная орган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зация «Ульяновская о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ластная татарская н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 xml:space="preserve">ционально-культурная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автономия»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Header"/>
              <w:jc w:val="center"/>
            </w:pPr>
            <w:r w:rsidRPr="00FD0202">
              <w:t>25,94</w:t>
            </w:r>
          </w:p>
        </w:tc>
      </w:tr>
      <w:tr w:rsidR="00125F3D" w:rsidRPr="00FD0202" w:rsidTr="004B32E3">
        <w:trPr>
          <w:trHeight w:val="1343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Header"/>
              <w:jc w:val="both"/>
            </w:pPr>
            <w:r w:rsidRPr="00FD0202">
              <w:t>г. Ульяновск, проспект Г</w:t>
            </w:r>
            <w:r w:rsidRPr="00FD0202">
              <w:t>е</w:t>
            </w:r>
            <w:r w:rsidRPr="00FD0202">
              <w:t>нерала Тюл</w:t>
            </w:r>
            <w:r w:rsidRPr="00FD0202">
              <w:t>е</w:t>
            </w:r>
            <w:r w:rsidRPr="00FD0202">
              <w:t>нева, д. 6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Header"/>
              <w:jc w:val="both"/>
            </w:pPr>
            <w:r w:rsidRPr="00FD0202">
              <w:t>Государственное уч</w:t>
            </w:r>
            <w:r>
              <w:t>-</w:t>
            </w:r>
            <w:r w:rsidRPr="00FD0202">
              <w:t>реждение здравоохр</w:t>
            </w:r>
            <w:r w:rsidRPr="00FD0202">
              <w:t>а</w:t>
            </w:r>
            <w:r w:rsidRPr="00FD0202">
              <w:t>нения «Городская де</w:t>
            </w:r>
            <w:r w:rsidRPr="00FD0202">
              <w:t>т</w:t>
            </w:r>
            <w:r w:rsidRPr="00FD0202">
              <w:t>ская поликлиника № 6»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Ульяновская Городская Дума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Header"/>
              <w:jc w:val="center"/>
            </w:pPr>
            <w:r w:rsidRPr="00FD0202">
              <w:t>11,78</w:t>
            </w:r>
          </w:p>
        </w:tc>
      </w:tr>
      <w:tr w:rsidR="00125F3D" w:rsidRPr="00FD0202" w:rsidTr="008A3538">
        <w:trPr>
          <w:trHeight w:val="1788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jc w:val="center"/>
            </w:pPr>
            <w:r w:rsidRPr="00FD0202">
              <w:t>22.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Header"/>
              <w:jc w:val="both"/>
            </w:pPr>
            <w:r w:rsidRPr="00FD0202">
              <w:t>Ульяновская область, И</w:t>
            </w:r>
            <w:r w:rsidRPr="00FD0202">
              <w:t>н</w:t>
            </w:r>
            <w:r w:rsidRPr="00FD0202">
              <w:t>зенский район, г. Инза, ул. Р</w:t>
            </w:r>
            <w:r w:rsidRPr="00FD0202">
              <w:t>у</w:t>
            </w:r>
            <w:r w:rsidRPr="00FD0202">
              <w:t>заевская, д. 30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0D3723" w:rsidRDefault="00125F3D" w:rsidP="00352E6B">
            <w:pPr>
              <w:spacing w:line="233" w:lineRule="auto"/>
              <w:jc w:val="both"/>
              <w:rPr>
                <w:spacing w:val="-4"/>
              </w:rPr>
            </w:pPr>
            <w:r w:rsidRPr="000D3723">
              <w:rPr>
                <w:spacing w:val="-4"/>
              </w:rPr>
              <w:t>Государственное казё</w:t>
            </w:r>
            <w:r w:rsidRPr="000D3723">
              <w:rPr>
                <w:spacing w:val="-4"/>
              </w:rPr>
              <w:t>н</w:t>
            </w:r>
            <w:r w:rsidRPr="000D3723">
              <w:rPr>
                <w:spacing w:val="-4"/>
              </w:rPr>
              <w:t>ное учреждение здрав</w:t>
            </w:r>
            <w:r w:rsidRPr="000D3723">
              <w:rPr>
                <w:spacing w:val="-4"/>
              </w:rPr>
              <w:t>о</w:t>
            </w:r>
            <w:r w:rsidRPr="000D3723">
              <w:rPr>
                <w:spacing w:val="-4"/>
              </w:rPr>
              <w:t>охранения «Областной клинический против</w:t>
            </w:r>
            <w:r w:rsidRPr="000D3723">
              <w:rPr>
                <w:spacing w:val="-4"/>
              </w:rPr>
              <w:t>о</w:t>
            </w:r>
            <w:r w:rsidRPr="000D3723">
              <w:rPr>
                <w:spacing w:val="-4"/>
              </w:rPr>
              <w:t>туберкулёзный диспа</w:t>
            </w:r>
            <w:r w:rsidRPr="000D3723">
              <w:rPr>
                <w:spacing w:val="-4"/>
              </w:rPr>
              <w:t>н</w:t>
            </w:r>
            <w:r w:rsidRPr="000D3723">
              <w:rPr>
                <w:spacing w:val="-4"/>
              </w:rPr>
              <w:t>сер»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spacing w:line="233" w:lineRule="auto"/>
              <w:jc w:val="both"/>
              <w:rPr>
                <w:spacing w:val="4"/>
              </w:rPr>
            </w:pPr>
            <w:r w:rsidRPr="00FD0202">
              <w:rPr>
                <w:spacing w:val="4"/>
              </w:rPr>
              <w:t>Администрация мун</w:t>
            </w:r>
            <w:r w:rsidRPr="00FD0202">
              <w:rPr>
                <w:spacing w:val="4"/>
              </w:rPr>
              <w:t>и</w:t>
            </w:r>
            <w:r w:rsidRPr="00FD0202">
              <w:rPr>
                <w:spacing w:val="4"/>
              </w:rPr>
              <w:t>ципального образов</w:t>
            </w:r>
            <w:r w:rsidRPr="00FD0202">
              <w:rPr>
                <w:spacing w:val="4"/>
              </w:rPr>
              <w:t>а</w:t>
            </w:r>
            <w:r w:rsidRPr="00FD0202">
              <w:rPr>
                <w:spacing w:val="4"/>
              </w:rPr>
              <w:t>ния «Инзенский район» Ульяновской области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spacing w:line="233" w:lineRule="auto"/>
              <w:jc w:val="center"/>
            </w:pPr>
            <w:r w:rsidRPr="00FD0202">
              <w:t>336,5</w:t>
            </w:r>
          </w:p>
        </w:tc>
      </w:tr>
      <w:tr w:rsidR="00125F3D" w:rsidRPr="00FD0202" w:rsidTr="0006600F">
        <w:trPr>
          <w:trHeight w:val="547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jc w:val="center"/>
            </w:pPr>
            <w:r>
              <w:t>23.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6600F">
            <w:pPr>
              <w:pStyle w:val="Header"/>
              <w:jc w:val="both"/>
            </w:pPr>
            <w:r w:rsidRPr="00FD0202">
              <w:t>Ульяновская область, И</w:t>
            </w:r>
            <w:r w:rsidRPr="00FD0202">
              <w:t>н</w:t>
            </w:r>
            <w:r w:rsidRPr="00FD0202">
              <w:t xml:space="preserve">зенский район, г. Инза, </w:t>
            </w:r>
          </w:p>
          <w:p w:rsidR="00125F3D" w:rsidRPr="00FD0202" w:rsidRDefault="00125F3D" w:rsidP="0006600F">
            <w:pPr>
              <w:pStyle w:val="Header"/>
              <w:jc w:val="both"/>
            </w:pPr>
            <w:r w:rsidRPr="00FD0202">
              <w:t>ул. Больни</w:t>
            </w:r>
            <w:r w:rsidRPr="00FD0202">
              <w:t>ч</w:t>
            </w:r>
            <w:r w:rsidRPr="00FD0202">
              <w:t>ная, д. 32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spacing w:line="233" w:lineRule="auto"/>
              <w:jc w:val="both"/>
              <w:rPr>
                <w:spacing w:val="-6"/>
              </w:rPr>
            </w:pPr>
            <w:r w:rsidRPr="00FD0202">
              <w:t>Государственное к</w:t>
            </w:r>
            <w:r w:rsidRPr="00FD0202">
              <w:t>а</w:t>
            </w:r>
            <w:r w:rsidRPr="00FD0202">
              <w:t>зённое учреждение здравоохранения «О</w:t>
            </w:r>
            <w:r w:rsidRPr="00FD0202">
              <w:t>б</w:t>
            </w:r>
            <w:r w:rsidRPr="00FD0202">
              <w:t>ластной клинический противотуберкулёзный диспансер»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CE43A4">
            <w:pPr>
              <w:spacing w:line="233" w:lineRule="auto"/>
              <w:jc w:val="both"/>
              <w:rPr>
                <w:spacing w:val="4"/>
              </w:rPr>
            </w:pPr>
            <w:r w:rsidRPr="00FD0202">
              <w:rPr>
                <w:spacing w:val="4"/>
              </w:rPr>
              <w:t>Администрация мун</w:t>
            </w:r>
            <w:r w:rsidRPr="00FD0202">
              <w:rPr>
                <w:spacing w:val="4"/>
              </w:rPr>
              <w:t>и</w:t>
            </w:r>
            <w:r w:rsidRPr="00FD0202">
              <w:rPr>
                <w:spacing w:val="4"/>
              </w:rPr>
              <w:t>ципального образов</w:t>
            </w:r>
            <w:r w:rsidRPr="00FD0202">
              <w:rPr>
                <w:spacing w:val="4"/>
              </w:rPr>
              <w:t>а</w:t>
            </w:r>
            <w:r w:rsidRPr="00FD0202">
              <w:rPr>
                <w:spacing w:val="4"/>
              </w:rPr>
              <w:t>ния «Инзенский район» Ульяновской области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CE43A4">
            <w:pPr>
              <w:pStyle w:val="Header"/>
              <w:jc w:val="center"/>
            </w:pPr>
            <w:r w:rsidRPr="00FD0202">
              <w:t>46,0</w:t>
            </w:r>
          </w:p>
        </w:tc>
      </w:tr>
      <w:tr w:rsidR="00125F3D" w:rsidRPr="00FD0202" w:rsidTr="004B32E3">
        <w:trPr>
          <w:trHeight w:val="1788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A91043">
            <w:pPr>
              <w:pStyle w:val="Header"/>
              <w:spacing w:line="247" w:lineRule="auto"/>
              <w:jc w:val="both"/>
            </w:pPr>
            <w:r w:rsidRPr="00FD0202">
              <w:t>Ульяновская область, И</w:t>
            </w:r>
            <w:r w:rsidRPr="00FD0202">
              <w:t>н</w:t>
            </w:r>
            <w:r w:rsidRPr="00FD0202">
              <w:t>зенский район, г. Инза,</w:t>
            </w:r>
          </w:p>
          <w:p w:rsidR="00125F3D" w:rsidRPr="00FD0202" w:rsidRDefault="00125F3D" w:rsidP="00A91043">
            <w:pPr>
              <w:pStyle w:val="Header"/>
              <w:spacing w:line="247" w:lineRule="auto"/>
              <w:jc w:val="both"/>
            </w:pPr>
            <w:r>
              <w:t xml:space="preserve">ул. </w:t>
            </w:r>
            <w:r w:rsidRPr="00FD0202">
              <w:t>Больни</w:t>
            </w:r>
            <w:r w:rsidRPr="00FD0202">
              <w:t>ч</w:t>
            </w:r>
            <w:r w:rsidRPr="00FD0202">
              <w:t>ная, д. 25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A91043">
            <w:pPr>
              <w:pStyle w:val="Header"/>
              <w:spacing w:line="247" w:lineRule="auto"/>
              <w:jc w:val="both"/>
            </w:pPr>
            <w:r w:rsidRPr="00FD0202">
              <w:t>Государственное к</w:t>
            </w:r>
            <w:r w:rsidRPr="00FD0202">
              <w:t>а</w:t>
            </w:r>
            <w:r w:rsidRPr="00FD0202">
              <w:t>зённое учреждение здравоохранения «О</w:t>
            </w:r>
            <w:r w:rsidRPr="00FD0202">
              <w:t>б</w:t>
            </w:r>
            <w:r w:rsidRPr="00FD0202">
              <w:t>ластной клинический противотуберкулёзный диспансер»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A91043">
            <w:pPr>
              <w:spacing w:line="247" w:lineRule="auto"/>
              <w:jc w:val="both"/>
              <w:rPr>
                <w:spacing w:val="4"/>
              </w:rPr>
            </w:pPr>
            <w:r w:rsidRPr="00FD0202">
              <w:rPr>
                <w:spacing w:val="4"/>
              </w:rPr>
              <w:t>Администрация мун</w:t>
            </w:r>
            <w:r w:rsidRPr="00FD0202">
              <w:rPr>
                <w:spacing w:val="4"/>
              </w:rPr>
              <w:t>и</w:t>
            </w:r>
            <w:r w:rsidRPr="00FD0202">
              <w:rPr>
                <w:spacing w:val="4"/>
              </w:rPr>
              <w:t>ципального образов</w:t>
            </w:r>
            <w:r w:rsidRPr="00FD0202">
              <w:rPr>
                <w:spacing w:val="4"/>
              </w:rPr>
              <w:t>а</w:t>
            </w:r>
            <w:r w:rsidRPr="00FD0202">
              <w:rPr>
                <w:spacing w:val="4"/>
              </w:rPr>
              <w:t>ния «Инзенский район» Ульяновской области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A91043">
            <w:pPr>
              <w:pStyle w:val="Header"/>
              <w:spacing w:line="247" w:lineRule="auto"/>
              <w:jc w:val="center"/>
            </w:pPr>
            <w:r w:rsidRPr="00FD0202">
              <w:t>1374,01</w:t>
            </w:r>
          </w:p>
        </w:tc>
      </w:tr>
      <w:tr w:rsidR="00125F3D" w:rsidRPr="00FD0202" w:rsidTr="004B32E3">
        <w:trPr>
          <w:trHeight w:val="1788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A91043">
            <w:pPr>
              <w:pStyle w:val="Header"/>
              <w:spacing w:line="247" w:lineRule="auto"/>
              <w:jc w:val="both"/>
            </w:pPr>
            <w:r w:rsidRPr="00FD0202">
              <w:t>Ульяновская область, И</w:t>
            </w:r>
            <w:r w:rsidRPr="00FD0202">
              <w:t>н</w:t>
            </w:r>
            <w:r w:rsidRPr="00FD0202">
              <w:t>зенский район,</w:t>
            </w:r>
            <w:r>
              <w:t xml:space="preserve"> </w:t>
            </w:r>
            <w:r w:rsidRPr="00FD0202">
              <w:t xml:space="preserve">г. Инза, </w:t>
            </w:r>
          </w:p>
          <w:p w:rsidR="00125F3D" w:rsidRPr="00FD0202" w:rsidRDefault="00125F3D" w:rsidP="00A91043">
            <w:pPr>
              <w:pStyle w:val="Header"/>
              <w:spacing w:line="247" w:lineRule="auto"/>
              <w:jc w:val="both"/>
            </w:pPr>
            <w:r w:rsidRPr="00FD0202">
              <w:t>ул. Западная,</w:t>
            </w:r>
            <w:r>
              <w:br/>
            </w:r>
            <w:r w:rsidRPr="00FD0202">
              <w:t>д. 1А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A91043">
            <w:pPr>
              <w:pStyle w:val="Header"/>
              <w:spacing w:line="247" w:lineRule="auto"/>
              <w:jc w:val="both"/>
            </w:pPr>
            <w:r w:rsidRPr="00FD0202">
              <w:t>Государственное к</w:t>
            </w:r>
            <w:r w:rsidRPr="00FD0202">
              <w:t>а</w:t>
            </w:r>
            <w:r w:rsidRPr="00FD0202">
              <w:t>зённое учреждение здравоохранения «О</w:t>
            </w:r>
            <w:r w:rsidRPr="00FD0202">
              <w:t>б</w:t>
            </w:r>
            <w:r w:rsidRPr="00FD0202">
              <w:t>ластной клинический противотуберкулёзный диспансер»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A91043">
            <w:pPr>
              <w:spacing w:line="247" w:lineRule="auto"/>
              <w:jc w:val="both"/>
              <w:rPr>
                <w:spacing w:val="4"/>
              </w:rPr>
            </w:pPr>
            <w:r w:rsidRPr="00FD0202">
              <w:rPr>
                <w:spacing w:val="4"/>
              </w:rPr>
              <w:t>Администрация мун</w:t>
            </w:r>
            <w:r w:rsidRPr="00FD0202">
              <w:rPr>
                <w:spacing w:val="4"/>
              </w:rPr>
              <w:t>и</w:t>
            </w:r>
            <w:r w:rsidRPr="00FD0202">
              <w:rPr>
                <w:spacing w:val="4"/>
              </w:rPr>
              <w:t>ципального образов</w:t>
            </w:r>
            <w:r w:rsidRPr="00FD0202">
              <w:rPr>
                <w:spacing w:val="4"/>
              </w:rPr>
              <w:t>а</w:t>
            </w:r>
            <w:r w:rsidRPr="00FD0202">
              <w:rPr>
                <w:spacing w:val="4"/>
              </w:rPr>
              <w:t>ния «Инзенский район» Ульяновской области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A91043">
            <w:pPr>
              <w:pStyle w:val="Header"/>
              <w:spacing w:line="247" w:lineRule="auto"/>
              <w:jc w:val="center"/>
            </w:pPr>
            <w:r w:rsidRPr="00FD0202">
              <w:t>178,52</w:t>
            </w:r>
          </w:p>
        </w:tc>
      </w:tr>
      <w:tr w:rsidR="00125F3D" w:rsidRPr="00FD0202" w:rsidTr="004B32E3">
        <w:trPr>
          <w:trHeight w:val="1788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Default="00125F3D" w:rsidP="00A91043">
            <w:pPr>
              <w:spacing w:line="247" w:lineRule="auto"/>
              <w:jc w:val="both"/>
            </w:pPr>
            <w:r w:rsidRPr="00FD0202">
              <w:t>Ульяновская область, Н</w:t>
            </w:r>
            <w:r w:rsidRPr="00FD0202">
              <w:t>о</w:t>
            </w:r>
            <w:r w:rsidRPr="00FD0202">
              <w:t>вомалыкли</w:t>
            </w:r>
            <w:r w:rsidRPr="00FD0202">
              <w:t>н</w:t>
            </w:r>
            <w:r w:rsidRPr="00FD0202">
              <w:t>ский район,</w:t>
            </w:r>
            <w:r>
              <w:br/>
              <w:t xml:space="preserve">с. </w:t>
            </w:r>
            <w:r w:rsidRPr="00FD0202">
              <w:t>Новочерем</w:t>
            </w:r>
            <w:r w:rsidRPr="00EA5D6F">
              <w:t>-</w:t>
            </w:r>
          </w:p>
          <w:p w:rsidR="00125F3D" w:rsidRPr="00FD0202" w:rsidRDefault="00125F3D" w:rsidP="00A91043">
            <w:pPr>
              <w:spacing w:line="247" w:lineRule="auto"/>
              <w:jc w:val="both"/>
            </w:pPr>
            <w:r w:rsidRPr="00FD0202">
              <w:t>шанск, ул. На</w:t>
            </w:r>
            <w:r>
              <w:t>-</w:t>
            </w:r>
            <w:r w:rsidRPr="00A91043">
              <w:rPr>
                <w:spacing w:val="-4"/>
              </w:rPr>
              <w:t>бережная, д. 1А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A91043">
            <w:pPr>
              <w:spacing w:line="247" w:lineRule="auto"/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 xml:space="preserve">Казна Ульяновской </w:t>
            </w:r>
          </w:p>
          <w:p w:rsidR="00125F3D" w:rsidRPr="00FD0202" w:rsidRDefault="00125F3D" w:rsidP="00A91043">
            <w:pPr>
              <w:spacing w:line="247" w:lineRule="auto"/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области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A91043">
            <w:pPr>
              <w:spacing w:line="247" w:lineRule="auto"/>
              <w:jc w:val="both"/>
            </w:pPr>
            <w:r w:rsidRPr="00FD0202">
              <w:t>Администрация мун</w:t>
            </w:r>
            <w:r w:rsidRPr="00FD0202">
              <w:t>и</w:t>
            </w:r>
            <w:r w:rsidRPr="00FD0202">
              <w:t xml:space="preserve">ципального образования «Новочеремшанское сельское поселение» Новомалыклинского района Ульяновской </w:t>
            </w:r>
            <w:r>
              <w:br/>
            </w:r>
            <w:r w:rsidRPr="00FD0202">
              <w:t>области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A91043">
            <w:pPr>
              <w:spacing w:line="247" w:lineRule="auto"/>
              <w:jc w:val="center"/>
            </w:pPr>
            <w:r w:rsidRPr="00FD0202">
              <w:t>125,6</w:t>
            </w:r>
          </w:p>
        </w:tc>
      </w:tr>
      <w:tr w:rsidR="00125F3D" w:rsidRPr="00FD0202" w:rsidTr="004B32E3">
        <w:trPr>
          <w:trHeight w:val="1788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A91043">
            <w:pPr>
              <w:spacing w:line="247" w:lineRule="auto"/>
              <w:jc w:val="both"/>
            </w:pPr>
            <w:r w:rsidRPr="00FD0202">
              <w:t>Ульяновская область, Н</w:t>
            </w:r>
            <w:r w:rsidRPr="00FD0202">
              <w:t>о</w:t>
            </w:r>
            <w:r w:rsidRPr="00FD0202">
              <w:t>вомалыкли</w:t>
            </w:r>
            <w:r w:rsidRPr="00FD0202">
              <w:t>н</w:t>
            </w:r>
            <w:r w:rsidRPr="00FD0202">
              <w:t>ский район,</w:t>
            </w:r>
            <w:r>
              <w:br/>
            </w:r>
            <w:r w:rsidRPr="00FD0202">
              <w:t>с. Новочере</w:t>
            </w:r>
            <w:r w:rsidRPr="00FD0202">
              <w:t>м</w:t>
            </w:r>
            <w:r>
              <w:t xml:space="preserve">шанск, </w:t>
            </w:r>
            <w:r w:rsidRPr="00FD0202">
              <w:t>ул. На</w:t>
            </w:r>
            <w:r>
              <w:t>-</w:t>
            </w:r>
            <w:r w:rsidRPr="00A91043">
              <w:rPr>
                <w:spacing w:val="-4"/>
              </w:rPr>
              <w:t>бережная, д. 1/1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A91043">
            <w:pPr>
              <w:spacing w:line="247" w:lineRule="auto"/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Казна Ульяновской</w:t>
            </w:r>
          </w:p>
          <w:p w:rsidR="00125F3D" w:rsidRPr="00FD0202" w:rsidRDefault="00125F3D" w:rsidP="00A91043">
            <w:pPr>
              <w:spacing w:line="247" w:lineRule="auto"/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области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A91043">
            <w:pPr>
              <w:spacing w:line="247" w:lineRule="auto"/>
              <w:jc w:val="both"/>
            </w:pPr>
            <w:r w:rsidRPr="00FD0202">
              <w:t>Администрация мун</w:t>
            </w:r>
            <w:r w:rsidRPr="00FD0202">
              <w:t>и</w:t>
            </w:r>
            <w:r w:rsidRPr="00FD0202">
              <w:t>ципального образования «Новочеремшанское сельское поселение» Новомалыклинского района Ульяновской</w:t>
            </w:r>
            <w:r>
              <w:t xml:space="preserve"> </w:t>
            </w:r>
            <w:r w:rsidRPr="00FD0202">
              <w:t>о</w:t>
            </w:r>
            <w:r w:rsidRPr="00FD0202">
              <w:t>б</w:t>
            </w:r>
            <w:r w:rsidRPr="00FD0202">
              <w:t>ласти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A91043">
            <w:pPr>
              <w:spacing w:line="247" w:lineRule="auto"/>
              <w:jc w:val="center"/>
            </w:pPr>
            <w:r w:rsidRPr="00FD0202">
              <w:t>257,9</w:t>
            </w:r>
          </w:p>
        </w:tc>
      </w:tr>
      <w:tr w:rsidR="00125F3D" w:rsidRPr="00FD0202" w:rsidTr="004B32E3">
        <w:trPr>
          <w:trHeight w:val="1532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A91043">
            <w:pPr>
              <w:spacing w:line="247" w:lineRule="auto"/>
              <w:jc w:val="both"/>
            </w:pPr>
            <w:r w:rsidRPr="00FD0202">
              <w:t>Ульяновская область, И</w:t>
            </w:r>
            <w:r w:rsidRPr="00FD0202">
              <w:t>н</w:t>
            </w:r>
            <w:r w:rsidRPr="00FD0202">
              <w:t>зенский район, село Юлово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A91043">
            <w:pPr>
              <w:spacing w:line="247" w:lineRule="auto"/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Государственное учр</w:t>
            </w:r>
            <w:r w:rsidRPr="00FD0202">
              <w:rPr>
                <w:spacing w:val="-4"/>
              </w:rPr>
              <w:t>е</w:t>
            </w:r>
            <w:r w:rsidRPr="00FD0202">
              <w:rPr>
                <w:spacing w:val="-4"/>
              </w:rPr>
              <w:t>ждение здравоохран</w:t>
            </w:r>
            <w:r w:rsidRPr="00FD0202">
              <w:rPr>
                <w:spacing w:val="-4"/>
              </w:rPr>
              <w:t>е</w:t>
            </w:r>
            <w:r w:rsidRPr="00FD0202">
              <w:rPr>
                <w:spacing w:val="-4"/>
              </w:rPr>
              <w:t>ния Областной детский противотуберкулёзный санаторий «Юлово»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A91043">
            <w:pPr>
              <w:spacing w:line="247" w:lineRule="auto"/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Муниципальное образ</w:t>
            </w:r>
            <w:r w:rsidRPr="00FD0202">
              <w:rPr>
                <w:spacing w:val="-4"/>
              </w:rPr>
              <w:t>о</w:t>
            </w:r>
            <w:r w:rsidRPr="00FD0202">
              <w:rPr>
                <w:spacing w:val="-4"/>
              </w:rPr>
              <w:t>вательное учреждение Труслейская средняя общеобразовательная</w:t>
            </w:r>
            <w:r>
              <w:rPr>
                <w:spacing w:val="-4"/>
              </w:rPr>
              <w:br/>
            </w:r>
            <w:r w:rsidRPr="00FD0202">
              <w:rPr>
                <w:spacing w:val="-4"/>
              </w:rPr>
              <w:t>школа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A91043">
            <w:pPr>
              <w:spacing w:line="247" w:lineRule="auto"/>
              <w:jc w:val="center"/>
            </w:pPr>
            <w:r w:rsidRPr="00FD0202">
              <w:t>436,2</w:t>
            </w:r>
          </w:p>
        </w:tc>
      </w:tr>
      <w:tr w:rsidR="00125F3D" w:rsidRPr="00FD0202" w:rsidTr="004B32E3">
        <w:trPr>
          <w:trHeight w:val="366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A91043">
            <w:pPr>
              <w:pStyle w:val="Header"/>
              <w:spacing w:line="247" w:lineRule="auto"/>
              <w:jc w:val="both"/>
            </w:pPr>
            <w:r>
              <w:t xml:space="preserve">Ульяновская область, </w:t>
            </w:r>
            <w:r w:rsidRPr="00FD0202">
              <w:t>Цил</w:t>
            </w:r>
            <w:r w:rsidRPr="00FD0202">
              <w:t>ь</w:t>
            </w:r>
            <w:r w:rsidRPr="00FD0202">
              <w:t>нинский ра</w:t>
            </w:r>
            <w:r w:rsidRPr="00FD0202">
              <w:t>й</w:t>
            </w:r>
            <w:r w:rsidRPr="00FD0202">
              <w:t>он,</w:t>
            </w:r>
            <w:r>
              <w:t xml:space="preserve"> с. </w:t>
            </w:r>
            <w:r w:rsidRPr="00FD0202">
              <w:t>Большое Нагаткино,</w:t>
            </w:r>
            <w:r>
              <w:br/>
            </w:r>
            <w:r w:rsidRPr="00FD0202">
              <w:t>ул. Молодё</w:t>
            </w:r>
            <w:r w:rsidRPr="00FD0202">
              <w:t>ж</w:t>
            </w:r>
            <w:r w:rsidRPr="00FD0202">
              <w:t>ная,</w:t>
            </w:r>
            <w:r>
              <w:t xml:space="preserve"> д. </w:t>
            </w:r>
            <w:r w:rsidRPr="00FD0202">
              <w:t>8К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A91043">
            <w:pPr>
              <w:pStyle w:val="Header"/>
              <w:spacing w:line="247" w:lineRule="auto"/>
              <w:jc w:val="both"/>
            </w:pPr>
            <w:r>
              <w:t xml:space="preserve">Областное </w:t>
            </w:r>
            <w:r w:rsidRPr="00FD0202">
              <w:t>государст</w:t>
            </w:r>
            <w:r>
              <w:t>-</w:t>
            </w:r>
            <w:r w:rsidRPr="00FD0202">
              <w:t>венное бюджетное о</w:t>
            </w:r>
            <w:r w:rsidRPr="00FD0202">
              <w:t>б</w:t>
            </w:r>
            <w:r w:rsidRPr="00FD0202">
              <w:t>разовательное учреж</w:t>
            </w:r>
            <w:r>
              <w:t>-</w:t>
            </w:r>
            <w:r w:rsidRPr="00FD0202">
              <w:t>дение среднего пр</w:t>
            </w:r>
            <w:r w:rsidRPr="00FD0202">
              <w:t>о</w:t>
            </w:r>
            <w:r w:rsidRPr="00FD0202">
              <w:t>фессионального обр</w:t>
            </w:r>
            <w:r w:rsidRPr="00FD0202">
              <w:t>а</w:t>
            </w:r>
            <w:r w:rsidRPr="00FD0202">
              <w:t xml:space="preserve">зования техникум </w:t>
            </w:r>
            <w:r w:rsidRPr="009113E3">
              <w:rPr>
                <w:spacing w:val="-4"/>
              </w:rPr>
              <w:t>те</w:t>
            </w:r>
            <w:r w:rsidRPr="009113E3">
              <w:rPr>
                <w:spacing w:val="-4"/>
              </w:rPr>
              <w:t>х</w:t>
            </w:r>
            <w:r w:rsidRPr="009113E3">
              <w:rPr>
                <w:spacing w:val="-4"/>
              </w:rPr>
              <w:t>нологии и сервиса в с</w:t>
            </w:r>
            <w:r w:rsidRPr="009113E3">
              <w:rPr>
                <w:spacing w:val="-4"/>
              </w:rPr>
              <w:t>е</w:t>
            </w:r>
            <w:r w:rsidRPr="009113E3">
              <w:rPr>
                <w:spacing w:val="-4"/>
              </w:rPr>
              <w:t>ле Большое Нагаткино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A91043">
            <w:pPr>
              <w:pStyle w:val="ConsPlusNormal"/>
              <w:widowControl/>
              <w:spacing w:line="247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Муниципальное образ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вательное учреждение дополнительного обр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зования детей детско-юношеская спортивная школа муниципального образования «Цильни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ский район» Ульяно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ской области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A91043">
            <w:pPr>
              <w:pStyle w:val="Header"/>
              <w:spacing w:line="247" w:lineRule="auto"/>
              <w:jc w:val="center"/>
            </w:pPr>
            <w:r w:rsidRPr="00FD0202">
              <w:t>302,6</w:t>
            </w:r>
          </w:p>
        </w:tc>
      </w:tr>
      <w:tr w:rsidR="00125F3D" w:rsidRPr="00FD0202" w:rsidTr="004B32E3">
        <w:trPr>
          <w:trHeight w:val="1788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94FB2">
            <w:pPr>
              <w:widowControl w:val="0"/>
              <w:jc w:val="both"/>
            </w:pPr>
            <w:r w:rsidRPr="00FD0202">
              <w:t xml:space="preserve">Ульяновская </w:t>
            </w:r>
          </w:p>
          <w:p w:rsidR="00125F3D" w:rsidRPr="00FD0202" w:rsidRDefault="00125F3D" w:rsidP="00094FB2">
            <w:pPr>
              <w:widowControl w:val="0"/>
              <w:jc w:val="both"/>
            </w:pPr>
            <w:r w:rsidRPr="00FD0202">
              <w:t>область, Че</w:t>
            </w:r>
            <w:r w:rsidRPr="00FD0202">
              <w:t>р</w:t>
            </w:r>
            <w:r>
              <w:t>дак</w:t>
            </w:r>
            <w:r w:rsidRPr="00FD0202">
              <w:t>линский район, Красн</w:t>
            </w:r>
            <w:r w:rsidRPr="00FD0202">
              <w:t>о</w:t>
            </w:r>
            <w:r w:rsidRPr="00FD0202">
              <w:t>ярское лесн</w:t>
            </w:r>
            <w:r w:rsidRPr="00FD0202">
              <w:t>и</w:t>
            </w:r>
            <w:r>
              <w:t>чество,</w:t>
            </w:r>
            <w:r>
              <w:br/>
              <w:t xml:space="preserve">11 </w:t>
            </w:r>
            <w:r w:rsidRPr="00FD0202">
              <w:t>квартал, в 20 м от орие</w:t>
            </w:r>
            <w:r w:rsidRPr="00FD0202">
              <w:t>н</w:t>
            </w:r>
            <w:r w:rsidRPr="00FD0202">
              <w:t>тира</w:t>
            </w:r>
            <w:r>
              <w:t xml:space="preserve"> </w:t>
            </w:r>
            <w:r w:rsidRPr="00FD0202">
              <w:t>дома</w:t>
            </w:r>
            <w:r>
              <w:br/>
            </w:r>
            <w:r w:rsidRPr="00FD0202">
              <w:t>№ 35 по</w:t>
            </w:r>
            <w:r>
              <w:br/>
            </w:r>
            <w:r w:rsidRPr="00FD0202">
              <w:t>ул. Волжская по направл</w:t>
            </w:r>
            <w:r w:rsidRPr="00FD0202">
              <w:t>е</w:t>
            </w:r>
            <w:r>
              <w:t xml:space="preserve">нию </w:t>
            </w:r>
            <w:r w:rsidRPr="00FD0202">
              <w:t>на юг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94FB2">
            <w:pPr>
              <w:widowControl w:val="0"/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Областное государст</w:t>
            </w:r>
            <w:r>
              <w:rPr>
                <w:spacing w:val="-4"/>
              </w:rPr>
              <w:t>-</w:t>
            </w:r>
            <w:r w:rsidRPr="00FD0202">
              <w:rPr>
                <w:spacing w:val="-4"/>
              </w:rPr>
              <w:t>венное бюджетное уч</w:t>
            </w:r>
            <w:r>
              <w:rPr>
                <w:spacing w:val="-4"/>
              </w:rPr>
              <w:t>-</w:t>
            </w:r>
            <w:r w:rsidRPr="00FD0202">
              <w:rPr>
                <w:spacing w:val="-4"/>
              </w:rPr>
              <w:t xml:space="preserve">реждение «Центр по обеспечению пожарной </w:t>
            </w:r>
          </w:p>
          <w:p w:rsidR="00125F3D" w:rsidRPr="00FD0202" w:rsidRDefault="00125F3D" w:rsidP="00094FB2">
            <w:pPr>
              <w:widowControl w:val="0"/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безопасности»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94FB2">
            <w:pPr>
              <w:widowControl w:val="0"/>
              <w:jc w:val="both"/>
              <w:rPr>
                <w:spacing w:val="-6"/>
              </w:rPr>
            </w:pPr>
            <w:r w:rsidRPr="00FD0202">
              <w:rPr>
                <w:spacing w:val="-6"/>
              </w:rPr>
              <w:t>Администрация муниц</w:t>
            </w:r>
            <w:r w:rsidRPr="00FD0202">
              <w:rPr>
                <w:spacing w:val="-6"/>
              </w:rPr>
              <w:t>и</w:t>
            </w:r>
            <w:r w:rsidRPr="00FD0202">
              <w:rPr>
                <w:spacing w:val="-6"/>
              </w:rPr>
              <w:t>паль</w:t>
            </w:r>
            <w:r>
              <w:rPr>
                <w:spacing w:val="-6"/>
              </w:rPr>
              <w:t xml:space="preserve">ного образования «Красноярское </w:t>
            </w:r>
            <w:r w:rsidRPr="00FD0202">
              <w:rPr>
                <w:spacing w:val="-6"/>
              </w:rPr>
              <w:t>сельское поселение» Чердакли</w:t>
            </w:r>
            <w:r w:rsidRPr="00FD0202">
              <w:rPr>
                <w:spacing w:val="-6"/>
              </w:rPr>
              <w:t>н</w:t>
            </w:r>
            <w:r w:rsidRPr="00FD0202">
              <w:rPr>
                <w:spacing w:val="-6"/>
              </w:rPr>
              <w:t>ского района Ульяно</w:t>
            </w:r>
            <w:r w:rsidRPr="00FD0202">
              <w:rPr>
                <w:spacing w:val="-6"/>
              </w:rPr>
              <w:t>в</w:t>
            </w:r>
            <w:r w:rsidRPr="00FD0202">
              <w:rPr>
                <w:spacing w:val="-6"/>
              </w:rPr>
              <w:t>ской области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94FB2">
            <w:pPr>
              <w:widowControl w:val="0"/>
              <w:jc w:val="center"/>
            </w:pPr>
            <w:r w:rsidRPr="00FD0202">
              <w:t>284,94</w:t>
            </w:r>
          </w:p>
        </w:tc>
      </w:tr>
      <w:tr w:rsidR="00125F3D" w:rsidRPr="009A280B" w:rsidTr="004B32E3">
        <w:trPr>
          <w:trHeight w:val="1788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9A280B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80B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9A280B" w:rsidRDefault="00125F3D" w:rsidP="00094F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280B">
              <w:rPr>
                <w:rFonts w:ascii="Times New Roman" w:hAnsi="Times New Roman" w:cs="Times New Roman"/>
                <w:sz w:val="28"/>
                <w:szCs w:val="28"/>
              </w:rPr>
              <w:t>Ульяновская область, Су</w:t>
            </w:r>
            <w:r w:rsidRPr="009A280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A280B">
              <w:rPr>
                <w:rFonts w:ascii="Times New Roman" w:hAnsi="Times New Roman" w:cs="Times New Roman"/>
                <w:sz w:val="28"/>
                <w:szCs w:val="28"/>
              </w:rPr>
              <w:t>ский район, р.п. Сурское,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280B">
              <w:rPr>
                <w:rFonts w:ascii="Times New Roman" w:hAnsi="Times New Roman" w:cs="Times New Roman"/>
                <w:sz w:val="28"/>
                <w:szCs w:val="28"/>
              </w:rPr>
              <w:t>ул. Советская, д. 66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9A280B" w:rsidRDefault="00125F3D" w:rsidP="00094F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A280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Ульяновское областное государственное казё</w:t>
            </w:r>
            <w:r w:rsidRPr="009A280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9A280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ное учреждение соц</w:t>
            </w:r>
            <w:r w:rsidRPr="009A280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9A280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альной защиты насел</w:t>
            </w:r>
            <w:r w:rsidRPr="009A280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9A280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ния в р.п. Вешкайма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9A280B" w:rsidRDefault="00125F3D" w:rsidP="00094F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280B">
              <w:rPr>
                <w:rFonts w:ascii="Times New Roman" w:hAnsi="Times New Roman" w:cs="Times New Roman"/>
                <w:sz w:val="28"/>
                <w:szCs w:val="28"/>
              </w:rPr>
              <w:t>Управление Пенсионн</w:t>
            </w:r>
            <w:r w:rsidRPr="009A280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280B">
              <w:rPr>
                <w:rFonts w:ascii="Times New Roman" w:hAnsi="Times New Roman" w:cs="Times New Roman"/>
                <w:sz w:val="28"/>
                <w:szCs w:val="28"/>
              </w:rPr>
              <w:t>го фонда Российской Федерации (государст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A280B">
              <w:rPr>
                <w:rFonts w:ascii="Times New Roman" w:hAnsi="Times New Roman" w:cs="Times New Roman"/>
                <w:sz w:val="28"/>
                <w:szCs w:val="28"/>
              </w:rPr>
              <w:t>венное учреждение) в Сурском районе Уль</w:t>
            </w:r>
            <w:r w:rsidRPr="009A280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A280B">
              <w:rPr>
                <w:rFonts w:ascii="Times New Roman" w:hAnsi="Times New Roman" w:cs="Times New Roman"/>
                <w:sz w:val="28"/>
                <w:szCs w:val="28"/>
              </w:rPr>
              <w:t>новской области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9A280B" w:rsidRDefault="00125F3D" w:rsidP="00094FB2">
            <w:pPr>
              <w:pStyle w:val="Header"/>
              <w:widowControl w:val="0"/>
              <w:jc w:val="center"/>
              <w:rPr>
                <w:color w:val="auto"/>
              </w:rPr>
            </w:pPr>
            <w:r w:rsidRPr="009A280B">
              <w:rPr>
                <w:color w:val="auto"/>
              </w:rPr>
              <w:t>288,22</w:t>
            </w:r>
          </w:p>
        </w:tc>
      </w:tr>
      <w:tr w:rsidR="00125F3D" w:rsidRPr="009A280B" w:rsidTr="004B32E3">
        <w:trPr>
          <w:trHeight w:val="775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9A280B" w:rsidRDefault="00125F3D" w:rsidP="00352E6B">
            <w:pPr>
              <w:jc w:val="center"/>
              <w:rPr>
                <w:color w:val="auto"/>
              </w:rPr>
            </w:pPr>
            <w:r w:rsidRPr="009A280B">
              <w:rPr>
                <w:color w:val="auto"/>
              </w:rPr>
              <w:t>32.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9A280B" w:rsidRDefault="00125F3D" w:rsidP="00094F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280B">
              <w:rPr>
                <w:rFonts w:ascii="Times New Roman" w:hAnsi="Times New Roman" w:cs="Times New Roman"/>
                <w:sz w:val="28"/>
                <w:szCs w:val="28"/>
              </w:rPr>
              <w:t>г. Ульяновск,               ул. Ленина,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A280B">
              <w:rPr>
                <w:rFonts w:ascii="Times New Roman" w:hAnsi="Times New Roman" w:cs="Times New Roman"/>
                <w:sz w:val="28"/>
                <w:szCs w:val="28"/>
              </w:rPr>
              <w:t>д. 78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9A280B" w:rsidRDefault="00125F3D" w:rsidP="00094F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A280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Казна Ульяновской </w:t>
            </w:r>
          </w:p>
          <w:p w:rsidR="00125F3D" w:rsidRPr="009A280B" w:rsidRDefault="00125F3D" w:rsidP="00094F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A280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области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9A280B" w:rsidRDefault="00125F3D" w:rsidP="00094F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280B">
              <w:rPr>
                <w:rFonts w:ascii="Times New Roman" w:hAnsi="Times New Roman" w:cs="Times New Roman"/>
                <w:sz w:val="28"/>
                <w:szCs w:val="28"/>
              </w:rPr>
              <w:t>Фонд «Ульяновск –</w:t>
            </w:r>
          </w:p>
          <w:p w:rsidR="00125F3D" w:rsidRPr="009A280B" w:rsidRDefault="00125F3D" w:rsidP="00094F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280B">
              <w:rPr>
                <w:rFonts w:ascii="Times New Roman" w:hAnsi="Times New Roman" w:cs="Times New Roman"/>
                <w:sz w:val="28"/>
                <w:szCs w:val="28"/>
              </w:rPr>
              <w:t>культурная столица»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9A280B" w:rsidRDefault="00125F3D" w:rsidP="00094FB2">
            <w:pPr>
              <w:pStyle w:val="Header"/>
              <w:widowControl w:val="0"/>
              <w:jc w:val="center"/>
              <w:rPr>
                <w:color w:val="auto"/>
              </w:rPr>
            </w:pPr>
            <w:r w:rsidRPr="009A280B">
              <w:rPr>
                <w:color w:val="auto"/>
              </w:rPr>
              <w:t>11,59</w:t>
            </w:r>
          </w:p>
        </w:tc>
      </w:tr>
      <w:tr w:rsidR="00125F3D" w:rsidRPr="009A280B" w:rsidTr="004B32E3">
        <w:trPr>
          <w:trHeight w:val="1457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9A280B" w:rsidRDefault="00125F3D" w:rsidP="00352E6B">
            <w:pPr>
              <w:jc w:val="center"/>
              <w:rPr>
                <w:color w:val="auto"/>
              </w:rPr>
            </w:pPr>
            <w:r w:rsidRPr="009A280B">
              <w:rPr>
                <w:color w:val="auto"/>
              </w:rPr>
              <w:t>33.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9A280B" w:rsidRDefault="00125F3D" w:rsidP="00094F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Pr="009A280B">
              <w:rPr>
                <w:rFonts w:ascii="Times New Roman" w:hAnsi="Times New Roman" w:cs="Times New Roman"/>
                <w:sz w:val="28"/>
                <w:szCs w:val="28"/>
              </w:rPr>
              <w:t xml:space="preserve">Ульяновск,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94FB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пл.</w:t>
            </w:r>
            <w:r w:rsidRPr="00094FB2">
              <w:rPr>
                <w:rFonts w:ascii="Times New Roman" w:hAnsi="Times New Roman" w:cs="Times New Roman"/>
                <w:spacing w:val="-6"/>
                <w:sz w:val="24"/>
                <w:szCs w:val="28"/>
              </w:rPr>
              <w:t> </w:t>
            </w:r>
            <w:r w:rsidRPr="00094FB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100-летия со </w:t>
            </w:r>
            <w:r w:rsidRPr="009A280B">
              <w:rPr>
                <w:rFonts w:ascii="Times New Roman" w:hAnsi="Times New Roman" w:cs="Times New Roman"/>
                <w:sz w:val="28"/>
                <w:szCs w:val="28"/>
              </w:rPr>
              <w:t>дня рожде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В</w:t>
            </w:r>
            <w:r w:rsidRPr="009A280B">
              <w:rPr>
                <w:rFonts w:ascii="Times New Roman" w:hAnsi="Times New Roman" w:cs="Times New Roman"/>
                <w:sz w:val="28"/>
                <w:szCs w:val="28"/>
              </w:rPr>
              <w:t>.И.Ленина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A280B">
              <w:rPr>
                <w:rFonts w:ascii="Times New Roman" w:hAnsi="Times New Roman" w:cs="Times New Roman"/>
                <w:sz w:val="28"/>
                <w:szCs w:val="28"/>
              </w:rPr>
              <w:t>д. 1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9A280B" w:rsidRDefault="00125F3D" w:rsidP="00094F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A280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Областное государст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</w:t>
            </w:r>
            <w:r w:rsidRPr="009A280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венное автономное уч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</w:t>
            </w:r>
            <w:r w:rsidRPr="009A280B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реждение культуры «Ленинский мемориал»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9A280B" w:rsidRDefault="00125F3D" w:rsidP="00094F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280B">
              <w:rPr>
                <w:rFonts w:ascii="Times New Roman" w:hAnsi="Times New Roman" w:cs="Times New Roman"/>
                <w:sz w:val="28"/>
                <w:szCs w:val="28"/>
              </w:rPr>
              <w:t>Фонд «Ульяновск –</w:t>
            </w:r>
          </w:p>
          <w:p w:rsidR="00125F3D" w:rsidRPr="009A280B" w:rsidRDefault="00125F3D" w:rsidP="00094F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280B">
              <w:rPr>
                <w:rFonts w:ascii="Times New Roman" w:hAnsi="Times New Roman" w:cs="Times New Roman"/>
                <w:sz w:val="28"/>
                <w:szCs w:val="28"/>
              </w:rPr>
              <w:t>культурная столица»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9A280B" w:rsidRDefault="00125F3D" w:rsidP="00094F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280B">
              <w:rPr>
                <w:rFonts w:ascii="Times New Roman" w:hAnsi="Times New Roman" w:cs="Times New Roman"/>
                <w:sz w:val="28"/>
                <w:szCs w:val="28"/>
              </w:rPr>
              <w:t>93,0</w:t>
            </w:r>
          </w:p>
        </w:tc>
      </w:tr>
      <w:tr w:rsidR="00125F3D" w:rsidRPr="00FD0202" w:rsidTr="004B32E3">
        <w:trPr>
          <w:trHeight w:val="1457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jc w:val="center"/>
            </w:pPr>
            <w:r w:rsidRPr="00FD0202">
              <w:t>34.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94FB2">
            <w:pPr>
              <w:widowControl w:val="0"/>
              <w:jc w:val="both"/>
            </w:pPr>
            <w:r>
              <w:t xml:space="preserve">Ульяновская область, </w:t>
            </w:r>
            <w:r w:rsidRPr="00FD0202">
              <w:t>Майн</w:t>
            </w:r>
            <w:r>
              <w:t>-</w:t>
            </w:r>
            <w:r w:rsidRPr="00FD0202">
              <w:t xml:space="preserve">ский район, </w:t>
            </w:r>
            <w:r>
              <w:br/>
            </w:r>
            <w:r w:rsidRPr="00FD0202">
              <w:t>с. Старые Мак-</w:t>
            </w:r>
            <w:r w:rsidRPr="00FD0202">
              <w:rPr>
                <w:spacing w:val="-6"/>
              </w:rPr>
              <w:t>лауши, ул. М</w:t>
            </w:r>
            <w:r w:rsidRPr="00FD0202">
              <w:rPr>
                <w:spacing w:val="-6"/>
              </w:rPr>
              <w:t>о</w:t>
            </w:r>
            <w:r w:rsidRPr="00FD0202">
              <w:rPr>
                <w:spacing w:val="-6"/>
              </w:rPr>
              <w:t>ло</w:t>
            </w:r>
            <w:r w:rsidRPr="00FD0202">
              <w:t>дёжная,</w:t>
            </w:r>
            <w:r>
              <w:t xml:space="preserve"> </w:t>
            </w:r>
            <w:r w:rsidRPr="00FD0202">
              <w:t>д. 10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94FB2">
            <w:pPr>
              <w:widowControl w:val="0"/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Государственное учр</w:t>
            </w:r>
            <w:r w:rsidRPr="00FD0202">
              <w:rPr>
                <w:spacing w:val="-4"/>
              </w:rPr>
              <w:t>е</w:t>
            </w:r>
            <w:r w:rsidRPr="00FD0202">
              <w:rPr>
                <w:spacing w:val="-4"/>
              </w:rPr>
              <w:t>ждение здравоохран</w:t>
            </w:r>
            <w:r w:rsidRPr="00FD0202">
              <w:rPr>
                <w:spacing w:val="-4"/>
              </w:rPr>
              <w:t>е</w:t>
            </w:r>
            <w:r w:rsidRPr="00FD0202">
              <w:rPr>
                <w:spacing w:val="-4"/>
              </w:rPr>
              <w:t>ния «Майнская це</w:t>
            </w:r>
            <w:r w:rsidRPr="00FD0202">
              <w:rPr>
                <w:spacing w:val="-4"/>
              </w:rPr>
              <w:t>н</w:t>
            </w:r>
            <w:r w:rsidRPr="00FD0202">
              <w:rPr>
                <w:spacing w:val="-4"/>
              </w:rPr>
              <w:t>тральная районная больница»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94FB2">
            <w:pPr>
              <w:widowControl w:val="0"/>
              <w:jc w:val="both"/>
            </w:pPr>
            <w:r w:rsidRPr="00FD0202">
              <w:t xml:space="preserve">Закрытое акционерное общество «Проекты </w:t>
            </w:r>
            <w:r w:rsidRPr="00FD0202">
              <w:br/>
              <w:t>в сфере здравоохран</w:t>
            </w:r>
            <w:r w:rsidRPr="00FD0202">
              <w:t>е</w:t>
            </w:r>
            <w:r w:rsidRPr="00FD0202">
              <w:t>ния»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94FB2">
            <w:pPr>
              <w:widowControl w:val="0"/>
              <w:jc w:val="center"/>
            </w:pPr>
            <w:r w:rsidRPr="00FD0202">
              <w:t>105,6</w:t>
            </w:r>
          </w:p>
        </w:tc>
      </w:tr>
      <w:tr w:rsidR="00125F3D" w:rsidRPr="00FD0202" w:rsidTr="004B32E3">
        <w:trPr>
          <w:trHeight w:val="1457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jc w:val="center"/>
            </w:pPr>
            <w:r w:rsidRPr="00FD0202">
              <w:t>35.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94FB2">
            <w:pPr>
              <w:widowControl w:val="0"/>
              <w:jc w:val="both"/>
            </w:pPr>
            <w:r w:rsidRPr="00FD0202">
              <w:t>г. Ульяновск,</w:t>
            </w:r>
            <w:r>
              <w:t xml:space="preserve"> </w:t>
            </w:r>
            <w:r w:rsidRPr="00FD0202">
              <w:t>ул. Ленина,</w:t>
            </w:r>
            <w:r>
              <w:br/>
            </w:r>
            <w:r w:rsidRPr="00FD0202">
              <w:t>д. 95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94FB2">
            <w:pPr>
              <w:widowControl w:val="0"/>
              <w:jc w:val="both"/>
              <w:rPr>
                <w:spacing w:val="-6"/>
              </w:rPr>
            </w:pPr>
            <w:r w:rsidRPr="00FD0202">
              <w:rPr>
                <w:spacing w:val="-6"/>
              </w:rPr>
              <w:t>Областное государст</w:t>
            </w:r>
            <w:r>
              <w:rPr>
                <w:spacing w:val="-6"/>
              </w:rPr>
              <w:t>-</w:t>
            </w:r>
            <w:r w:rsidRPr="00FD0202">
              <w:rPr>
                <w:spacing w:val="-6"/>
              </w:rPr>
              <w:t>венное бюджетное уч</w:t>
            </w:r>
            <w:r>
              <w:rPr>
                <w:spacing w:val="-6"/>
              </w:rPr>
              <w:t>-</w:t>
            </w:r>
            <w:r w:rsidRPr="00FD0202">
              <w:rPr>
                <w:spacing w:val="-6"/>
              </w:rPr>
              <w:t>реждение культуры «Центр народной кул</w:t>
            </w:r>
            <w:r w:rsidRPr="00FD0202">
              <w:rPr>
                <w:spacing w:val="-6"/>
              </w:rPr>
              <w:t>ь</w:t>
            </w:r>
            <w:r w:rsidRPr="00FD0202">
              <w:rPr>
                <w:spacing w:val="-6"/>
              </w:rPr>
              <w:t>туры Ульяновской об</w:t>
            </w:r>
            <w:r>
              <w:rPr>
                <w:spacing w:val="-6"/>
              </w:rPr>
              <w:t>-</w:t>
            </w:r>
            <w:r w:rsidRPr="00FD0202">
              <w:rPr>
                <w:spacing w:val="-6"/>
              </w:rPr>
              <w:t>ласти»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94FB2">
            <w:pPr>
              <w:widowControl w:val="0"/>
              <w:jc w:val="both"/>
            </w:pPr>
            <w:r w:rsidRPr="00FD0202">
              <w:t>Ульяновская регионал</w:t>
            </w:r>
            <w:r w:rsidRPr="00FD0202">
              <w:t>ь</w:t>
            </w:r>
            <w:r w:rsidRPr="00FD0202">
              <w:t>ная общественная орг</w:t>
            </w:r>
            <w:r w:rsidRPr="00FD0202">
              <w:t>а</w:t>
            </w:r>
            <w:r w:rsidRPr="00FD0202">
              <w:t>низация сохранения и развития культуры «Русский Дом»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94FB2">
            <w:pPr>
              <w:widowControl w:val="0"/>
              <w:jc w:val="center"/>
            </w:pPr>
            <w:r w:rsidRPr="00FD0202">
              <w:t>13,92</w:t>
            </w:r>
          </w:p>
        </w:tc>
      </w:tr>
      <w:tr w:rsidR="00125F3D" w:rsidRPr="00FD0202" w:rsidTr="00094FB2">
        <w:trPr>
          <w:trHeight w:val="65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94FB2">
            <w:pPr>
              <w:widowControl w:val="0"/>
              <w:jc w:val="both"/>
            </w:pPr>
            <w:r w:rsidRPr="00FD0202">
              <w:t>Ульяновская область, Т</w:t>
            </w:r>
            <w:r w:rsidRPr="00FD0202">
              <w:t>е</w:t>
            </w:r>
            <w:r w:rsidRPr="00FD0202">
              <w:t xml:space="preserve">реньгульский район, </w:t>
            </w:r>
          </w:p>
          <w:p w:rsidR="00125F3D" w:rsidRPr="00FD0202" w:rsidRDefault="00125F3D" w:rsidP="00094FB2">
            <w:pPr>
              <w:widowControl w:val="0"/>
              <w:jc w:val="both"/>
            </w:pPr>
            <w:r w:rsidRPr="00FD0202">
              <w:t xml:space="preserve">с. Елшанка, </w:t>
            </w:r>
          </w:p>
          <w:p w:rsidR="00125F3D" w:rsidRPr="00FD0202" w:rsidRDefault="00125F3D" w:rsidP="00094FB2">
            <w:pPr>
              <w:widowControl w:val="0"/>
              <w:jc w:val="both"/>
            </w:pPr>
            <w:r w:rsidRPr="00FD0202">
              <w:t>ул. Лесная,</w:t>
            </w:r>
            <w:r>
              <w:br/>
            </w:r>
            <w:r w:rsidRPr="00FD0202">
              <w:t>д. 61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94FB2">
            <w:pPr>
              <w:widowControl w:val="0"/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Областное государст</w:t>
            </w:r>
            <w:r>
              <w:rPr>
                <w:spacing w:val="-4"/>
              </w:rPr>
              <w:t>-</w:t>
            </w:r>
            <w:r w:rsidRPr="00FD0202">
              <w:rPr>
                <w:spacing w:val="-4"/>
              </w:rPr>
              <w:t>венное казённое учреж</w:t>
            </w:r>
            <w:r>
              <w:rPr>
                <w:spacing w:val="-4"/>
              </w:rPr>
              <w:t>-</w:t>
            </w:r>
            <w:r w:rsidRPr="00FD0202">
              <w:rPr>
                <w:spacing w:val="-4"/>
              </w:rPr>
              <w:t>дение «Служба гра</w:t>
            </w:r>
            <w:r w:rsidRPr="00FD0202">
              <w:rPr>
                <w:spacing w:val="-4"/>
              </w:rPr>
              <w:t>ж</w:t>
            </w:r>
            <w:r w:rsidRPr="00FD0202">
              <w:rPr>
                <w:spacing w:val="-4"/>
              </w:rPr>
              <w:t>данской защиты и п</w:t>
            </w:r>
            <w:r w:rsidRPr="00FD0202">
              <w:rPr>
                <w:spacing w:val="-4"/>
              </w:rPr>
              <w:t>о</w:t>
            </w:r>
            <w:r w:rsidRPr="00FD0202">
              <w:rPr>
                <w:spacing w:val="-4"/>
              </w:rPr>
              <w:t>жарной безопасности Ульяновской области»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EC3ABC" w:rsidRDefault="00125F3D" w:rsidP="00094FB2">
            <w:pPr>
              <w:widowControl w:val="0"/>
              <w:jc w:val="both"/>
              <w:rPr>
                <w:spacing w:val="-4"/>
              </w:rPr>
            </w:pPr>
            <w:r w:rsidRPr="00EC3ABC">
              <w:rPr>
                <w:spacing w:val="-4"/>
              </w:rPr>
              <w:t>Администрация муниц</w:t>
            </w:r>
            <w:r w:rsidRPr="00EC3ABC">
              <w:rPr>
                <w:spacing w:val="-4"/>
              </w:rPr>
              <w:t>и</w:t>
            </w:r>
            <w:r w:rsidRPr="00EC3ABC">
              <w:rPr>
                <w:spacing w:val="-4"/>
              </w:rPr>
              <w:t>пального образования «Тереньгульский район» Ульяновской области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94FB2">
            <w:pPr>
              <w:widowControl w:val="0"/>
              <w:jc w:val="center"/>
              <w:rPr>
                <w:color w:val="FF0000"/>
              </w:rPr>
            </w:pPr>
            <w:r w:rsidRPr="00FD0202">
              <w:t>192,5</w:t>
            </w:r>
          </w:p>
        </w:tc>
      </w:tr>
      <w:tr w:rsidR="00125F3D" w:rsidRPr="00FD0202" w:rsidTr="004B32E3">
        <w:trPr>
          <w:trHeight w:val="409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jc w:val="center"/>
            </w:pPr>
            <w:r w:rsidRPr="00FD0202">
              <w:t>37.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486BC2">
            <w:pPr>
              <w:pStyle w:val="ConsPlusNormal"/>
              <w:widowControl/>
              <w:spacing w:line="233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Ульяновская область, г. Д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 xml:space="preserve">митровград, 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br/>
              <w:t>ул. Ульяно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ская, д. 54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486BC2">
            <w:pPr>
              <w:pStyle w:val="ConsPlusNormal"/>
              <w:widowControl/>
              <w:spacing w:line="233" w:lineRule="auto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Областное государст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венное бюджетное о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разовательное учреж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дение среднего профе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сионального образов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ния «Димитровгра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ский техникум профе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сиональных технологий имени Героя Советск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го Союза М.С.Чернова»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486BC2">
            <w:pPr>
              <w:pStyle w:val="ConsPlusNormal"/>
              <w:widowControl/>
              <w:spacing w:line="233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Федеральное государст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венное бюджетное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реждение здравоохр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 xml:space="preserve">нения «Клиническая больница № 172 </w:t>
            </w:r>
            <w:r w:rsidRPr="00486BC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Фед</w:t>
            </w:r>
            <w:r w:rsidRPr="00486BC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486BC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рального медико-биологического агент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</w:t>
            </w:r>
            <w:r w:rsidRPr="00486BC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ства»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30,97</w:t>
            </w:r>
          </w:p>
        </w:tc>
      </w:tr>
      <w:tr w:rsidR="00125F3D" w:rsidRPr="00FD0202" w:rsidTr="004B32E3">
        <w:trPr>
          <w:trHeight w:val="366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486BC2">
            <w:pPr>
              <w:spacing w:line="233" w:lineRule="auto"/>
              <w:jc w:val="both"/>
            </w:pPr>
            <w:r w:rsidRPr="00FD0202">
              <w:t>г. Ульяновск, ул. Железн</w:t>
            </w:r>
            <w:r w:rsidRPr="00FD0202">
              <w:t>о</w:t>
            </w:r>
            <w:r w:rsidRPr="00FD0202">
              <w:t>дорож</w:t>
            </w:r>
            <w:r>
              <w:t>ная,</w:t>
            </w:r>
            <w:r>
              <w:br/>
            </w:r>
            <w:r w:rsidRPr="00FD0202">
              <w:t>д. 18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486BC2">
            <w:pPr>
              <w:spacing w:line="233" w:lineRule="auto"/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Областное государст</w:t>
            </w:r>
            <w:r>
              <w:rPr>
                <w:spacing w:val="-4"/>
              </w:rPr>
              <w:t>-</w:t>
            </w:r>
            <w:r w:rsidRPr="00FD0202">
              <w:rPr>
                <w:spacing w:val="-4"/>
              </w:rPr>
              <w:t>венное казённое учре</w:t>
            </w:r>
            <w:r w:rsidRPr="00FD0202">
              <w:rPr>
                <w:spacing w:val="-4"/>
              </w:rPr>
              <w:t>ж</w:t>
            </w:r>
            <w:r w:rsidRPr="00FD0202">
              <w:rPr>
                <w:spacing w:val="-4"/>
              </w:rPr>
              <w:t>дение дополнительного образования «Специ</w:t>
            </w:r>
            <w:r w:rsidRPr="00FD0202">
              <w:rPr>
                <w:spacing w:val="-4"/>
              </w:rPr>
              <w:t>а</w:t>
            </w:r>
            <w:r w:rsidRPr="00FD0202">
              <w:rPr>
                <w:spacing w:val="-4"/>
              </w:rPr>
              <w:t>лизированная детско-юношеская спортивная школа олимпийского резерва по тхэквондо»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486BC2">
            <w:pPr>
              <w:spacing w:line="233" w:lineRule="auto"/>
              <w:jc w:val="both"/>
            </w:pPr>
            <w:r w:rsidRPr="00FD0202">
              <w:t>Общественная орган</w:t>
            </w:r>
            <w:r w:rsidRPr="00FD0202">
              <w:t>и</w:t>
            </w:r>
            <w:r w:rsidRPr="00FD0202">
              <w:t>зация «Ульяновская р</w:t>
            </w:r>
            <w:r w:rsidRPr="00FD0202">
              <w:t>е</w:t>
            </w:r>
            <w:r w:rsidRPr="00FD0202">
              <w:t>гиональная Федерация тхэквондо»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spacing w:line="233" w:lineRule="auto"/>
              <w:jc w:val="center"/>
            </w:pPr>
            <w:r w:rsidRPr="00FD0202">
              <w:t>31,9</w:t>
            </w:r>
          </w:p>
        </w:tc>
      </w:tr>
      <w:tr w:rsidR="00125F3D" w:rsidRPr="00FD0202" w:rsidTr="004B32E3">
        <w:trPr>
          <w:trHeight w:val="1788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486BC2">
            <w:pPr>
              <w:spacing w:line="233" w:lineRule="auto"/>
              <w:jc w:val="both"/>
            </w:pPr>
            <w:r w:rsidRPr="00FD0202">
              <w:t xml:space="preserve">Ульяновская </w:t>
            </w:r>
            <w:r w:rsidRPr="00FD0202">
              <w:br/>
            </w:r>
            <w:r w:rsidRPr="00FD0202">
              <w:rPr>
                <w:spacing w:val="-6"/>
              </w:rPr>
              <w:t xml:space="preserve">область, </w:t>
            </w:r>
            <w:r w:rsidRPr="00FD0202">
              <w:rPr>
                <w:spacing w:val="-6"/>
              </w:rPr>
              <w:br/>
              <w:t>г. Димит</w:t>
            </w:r>
            <w:r w:rsidRPr="00FD0202">
              <w:rPr>
                <w:spacing w:val="-10"/>
              </w:rPr>
              <w:t>ро</w:t>
            </w:r>
            <w:r w:rsidRPr="00FD0202">
              <w:rPr>
                <w:spacing w:val="-10"/>
              </w:rPr>
              <w:t>в</w:t>
            </w:r>
            <w:r w:rsidRPr="00FD0202">
              <w:rPr>
                <w:spacing w:val="-10"/>
              </w:rPr>
              <w:t>град, ул. Гва</w:t>
            </w:r>
            <w:r w:rsidRPr="00FD0202">
              <w:rPr>
                <w:spacing w:val="-10"/>
              </w:rPr>
              <w:t>р</w:t>
            </w:r>
            <w:r w:rsidRPr="00FD0202">
              <w:t>дейская, д. 32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486BC2">
            <w:pPr>
              <w:spacing w:line="233" w:lineRule="auto"/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Областное государст</w:t>
            </w:r>
            <w:r>
              <w:rPr>
                <w:spacing w:val="-4"/>
              </w:rPr>
              <w:t>-</w:t>
            </w:r>
            <w:r w:rsidRPr="00FD0202">
              <w:rPr>
                <w:spacing w:val="-4"/>
              </w:rPr>
              <w:t>венное бюджетное о</w:t>
            </w:r>
            <w:r w:rsidRPr="00FD0202">
              <w:rPr>
                <w:spacing w:val="-4"/>
              </w:rPr>
              <w:t>б</w:t>
            </w:r>
            <w:r w:rsidRPr="00FD0202">
              <w:rPr>
                <w:spacing w:val="-4"/>
              </w:rPr>
              <w:t>разовательное учреж</w:t>
            </w:r>
            <w:r>
              <w:rPr>
                <w:spacing w:val="-4"/>
              </w:rPr>
              <w:t>-</w:t>
            </w:r>
            <w:r w:rsidRPr="00FD0202">
              <w:rPr>
                <w:spacing w:val="-4"/>
              </w:rPr>
              <w:t>дение среднего профе</w:t>
            </w:r>
            <w:r w:rsidRPr="00FD0202">
              <w:rPr>
                <w:spacing w:val="-4"/>
              </w:rPr>
              <w:t>с</w:t>
            </w:r>
            <w:r w:rsidRPr="00FD0202">
              <w:rPr>
                <w:spacing w:val="-4"/>
              </w:rPr>
              <w:t>сионального образов</w:t>
            </w:r>
            <w:r w:rsidRPr="00FD0202">
              <w:rPr>
                <w:spacing w:val="-4"/>
              </w:rPr>
              <w:t>а</w:t>
            </w:r>
            <w:r w:rsidRPr="00FD0202">
              <w:rPr>
                <w:spacing w:val="-4"/>
              </w:rPr>
              <w:t>ния «Димитровгра</w:t>
            </w:r>
            <w:r w:rsidRPr="00FD0202">
              <w:rPr>
                <w:spacing w:val="-4"/>
              </w:rPr>
              <w:t>д</w:t>
            </w:r>
            <w:r w:rsidRPr="00FD0202">
              <w:rPr>
                <w:spacing w:val="-4"/>
              </w:rPr>
              <w:t>ский техникум стро</w:t>
            </w:r>
            <w:r w:rsidRPr="00FD0202">
              <w:rPr>
                <w:spacing w:val="-4"/>
              </w:rPr>
              <w:t>и</w:t>
            </w:r>
            <w:r w:rsidRPr="00FD0202">
              <w:rPr>
                <w:spacing w:val="-4"/>
              </w:rPr>
              <w:t>тельной индустрии»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486BC2">
            <w:pPr>
              <w:spacing w:line="233" w:lineRule="auto"/>
              <w:jc w:val="both"/>
            </w:pPr>
            <w:r w:rsidRPr="00FD0202">
              <w:t>Муниципальное казё</w:t>
            </w:r>
            <w:r w:rsidRPr="00FD0202">
              <w:t>н</w:t>
            </w:r>
            <w:r w:rsidRPr="00FD0202">
              <w:t>ное учреждение «Каз</w:t>
            </w:r>
            <w:r w:rsidRPr="00FD0202">
              <w:t>а</w:t>
            </w:r>
            <w:r w:rsidRPr="00FD0202">
              <w:t>чья служба безо-пасности «Ермак»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jc w:val="center"/>
            </w:pPr>
            <w:r w:rsidRPr="00FD0202">
              <w:t>20,96</w:t>
            </w:r>
          </w:p>
        </w:tc>
      </w:tr>
      <w:tr w:rsidR="00125F3D" w:rsidRPr="00FD0202" w:rsidTr="004B32E3">
        <w:trPr>
          <w:trHeight w:val="1788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486BC2">
            <w:pPr>
              <w:spacing w:line="233" w:lineRule="auto"/>
              <w:jc w:val="both"/>
            </w:pPr>
            <w:r w:rsidRPr="00FD0202">
              <w:t xml:space="preserve">Ульяновская область, </w:t>
            </w:r>
            <w:r w:rsidRPr="00FD0202">
              <w:br/>
            </w:r>
            <w:r w:rsidRPr="00FD0202">
              <w:rPr>
                <w:spacing w:val="-4"/>
              </w:rPr>
              <w:t>г. Димитро</w:t>
            </w:r>
            <w:r w:rsidRPr="00FD0202">
              <w:rPr>
                <w:spacing w:val="-4"/>
              </w:rPr>
              <w:t>в</w:t>
            </w:r>
            <w:r w:rsidRPr="00FD0202">
              <w:rPr>
                <w:spacing w:val="-4"/>
              </w:rPr>
              <w:t>град,</w:t>
            </w:r>
            <w:r w:rsidRPr="00FD0202">
              <w:t xml:space="preserve"> ул. Гва</w:t>
            </w:r>
            <w:r w:rsidRPr="00FD0202">
              <w:t>р</w:t>
            </w:r>
            <w:r w:rsidRPr="00FD0202">
              <w:t>дейская, д. 32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486BC2">
            <w:pPr>
              <w:spacing w:line="233" w:lineRule="auto"/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Областное государст</w:t>
            </w:r>
            <w:r>
              <w:rPr>
                <w:spacing w:val="-4"/>
              </w:rPr>
              <w:t>-</w:t>
            </w:r>
            <w:r w:rsidRPr="00FD0202">
              <w:rPr>
                <w:spacing w:val="-4"/>
              </w:rPr>
              <w:t>венное бюджетное о</w:t>
            </w:r>
            <w:r w:rsidRPr="00FD0202">
              <w:rPr>
                <w:spacing w:val="-4"/>
              </w:rPr>
              <w:t>б</w:t>
            </w:r>
            <w:r w:rsidRPr="00FD0202">
              <w:rPr>
                <w:spacing w:val="-4"/>
              </w:rPr>
              <w:t>разовательное учреж</w:t>
            </w:r>
            <w:r>
              <w:rPr>
                <w:spacing w:val="-4"/>
              </w:rPr>
              <w:t>-</w:t>
            </w:r>
            <w:r w:rsidRPr="00FD0202">
              <w:rPr>
                <w:spacing w:val="-4"/>
              </w:rPr>
              <w:t>дение среднего профес-сионального образов</w:t>
            </w:r>
            <w:r w:rsidRPr="00FD0202">
              <w:rPr>
                <w:spacing w:val="-4"/>
              </w:rPr>
              <w:t>а</w:t>
            </w:r>
            <w:r w:rsidRPr="00FD0202">
              <w:rPr>
                <w:spacing w:val="-4"/>
              </w:rPr>
              <w:t>ния «Димитровгра</w:t>
            </w:r>
            <w:r w:rsidRPr="00FD0202">
              <w:rPr>
                <w:spacing w:val="-4"/>
              </w:rPr>
              <w:t>д</w:t>
            </w:r>
            <w:r w:rsidRPr="00FD0202">
              <w:rPr>
                <w:spacing w:val="-4"/>
              </w:rPr>
              <w:t>ский техникум стро</w:t>
            </w:r>
            <w:r w:rsidRPr="00FD0202">
              <w:rPr>
                <w:spacing w:val="-4"/>
              </w:rPr>
              <w:t>и</w:t>
            </w:r>
            <w:r w:rsidRPr="00FD0202">
              <w:rPr>
                <w:spacing w:val="-4"/>
              </w:rPr>
              <w:t>тельной индустрии»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486BC2">
            <w:pPr>
              <w:spacing w:line="233" w:lineRule="auto"/>
              <w:jc w:val="both"/>
            </w:pPr>
            <w:r w:rsidRPr="00FD0202">
              <w:t>Межмуниципальный отдел Министерства внутренних дел Росси</w:t>
            </w:r>
            <w:r w:rsidRPr="00FD0202">
              <w:t>й</w:t>
            </w:r>
            <w:r w:rsidRPr="00FD0202">
              <w:t>ской Федерации «Д</w:t>
            </w:r>
            <w:r w:rsidRPr="00FD0202">
              <w:t>и</w:t>
            </w:r>
            <w:r w:rsidRPr="00FD0202">
              <w:t>митровградский»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jc w:val="center"/>
            </w:pPr>
            <w:r w:rsidRPr="00FD0202">
              <w:t>43,39</w:t>
            </w:r>
          </w:p>
        </w:tc>
      </w:tr>
      <w:tr w:rsidR="00125F3D" w:rsidRPr="00FD0202" w:rsidTr="006120F8">
        <w:trPr>
          <w:trHeight w:val="187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486BC2">
            <w:pPr>
              <w:spacing w:line="233" w:lineRule="auto"/>
              <w:jc w:val="both"/>
            </w:pPr>
            <w:r w:rsidRPr="00FD0202">
              <w:t xml:space="preserve">г. Ульяновск, ул. Федерации, </w:t>
            </w:r>
            <w:r>
              <w:br/>
            </w:r>
            <w:r w:rsidRPr="00FD0202">
              <w:t>д. 37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486BC2">
            <w:pPr>
              <w:spacing w:line="233" w:lineRule="auto"/>
              <w:jc w:val="both"/>
              <w:rPr>
                <w:spacing w:val="-6"/>
              </w:rPr>
            </w:pPr>
            <w:r w:rsidRPr="00FD0202">
              <w:rPr>
                <w:spacing w:val="-6"/>
              </w:rPr>
              <w:t xml:space="preserve">Казна Ульяновской </w:t>
            </w:r>
            <w:r w:rsidRPr="00FD0202">
              <w:rPr>
                <w:spacing w:val="-6"/>
              </w:rPr>
              <w:br/>
              <w:t>области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486BC2">
            <w:pPr>
              <w:spacing w:line="233" w:lineRule="auto"/>
              <w:jc w:val="both"/>
            </w:pPr>
            <w:r w:rsidRPr="00FD0202">
              <w:t>Централизованная рел</w:t>
            </w:r>
            <w:r w:rsidRPr="00FD0202">
              <w:t>и</w:t>
            </w:r>
            <w:r w:rsidRPr="00FD0202">
              <w:t>гиозная организация «Региональное Духо</w:t>
            </w:r>
            <w:r w:rsidRPr="00FD0202">
              <w:t>в</w:t>
            </w:r>
            <w:r w:rsidRPr="00FD0202">
              <w:t>ное Управление м</w:t>
            </w:r>
            <w:r w:rsidRPr="00FD0202">
              <w:t>у</w:t>
            </w:r>
            <w:r w:rsidRPr="00FD0202">
              <w:t>сульман Ульяновской области в составе Це</w:t>
            </w:r>
            <w:r w:rsidRPr="00FD0202">
              <w:t>н</w:t>
            </w:r>
            <w:r w:rsidRPr="00FD0202">
              <w:t>трального Духовного управления мусульман России»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jc w:val="center"/>
            </w:pPr>
            <w:r w:rsidRPr="00FD0202">
              <w:t>281,5</w:t>
            </w:r>
          </w:p>
        </w:tc>
      </w:tr>
      <w:tr w:rsidR="00125F3D" w:rsidRPr="00FD0202" w:rsidTr="004B32E3">
        <w:trPr>
          <w:trHeight w:val="1788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7F48">
            <w:pPr>
              <w:spacing w:line="235" w:lineRule="auto"/>
              <w:jc w:val="both"/>
            </w:pPr>
            <w:r w:rsidRPr="00FD0202">
              <w:t>г. Ульяновск, ул. Пролета</w:t>
            </w:r>
            <w:r w:rsidRPr="00FD0202">
              <w:t>р</w:t>
            </w:r>
            <w:r w:rsidRPr="00FD0202">
              <w:t xml:space="preserve">ская, д. 41 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7F48">
            <w:pPr>
              <w:spacing w:line="235" w:lineRule="auto"/>
              <w:jc w:val="both"/>
              <w:rPr>
                <w:spacing w:val="-6"/>
              </w:rPr>
            </w:pPr>
            <w:r w:rsidRPr="00FD0202">
              <w:rPr>
                <w:spacing w:val="-6"/>
              </w:rPr>
              <w:t xml:space="preserve">Казна Ульяновской </w:t>
            </w:r>
            <w:r w:rsidRPr="00FD0202">
              <w:rPr>
                <w:spacing w:val="-6"/>
              </w:rPr>
              <w:br/>
              <w:t>области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7F48">
            <w:pPr>
              <w:spacing w:line="235" w:lineRule="auto"/>
              <w:jc w:val="both"/>
            </w:pPr>
            <w:r w:rsidRPr="00FD0202">
              <w:t>Ульяновская регионал</w:t>
            </w:r>
            <w:r w:rsidRPr="00FD0202">
              <w:t>ь</w:t>
            </w:r>
            <w:r w:rsidRPr="00FD0202">
              <w:t>ная организация Общ</w:t>
            </w:r>
            <w:r w:rsidRPr="00FD0202">
              <w:t>е</w:t>
            </w:r>
            <w:r w:rsidRPr="00FD0202">
              <w:t>российской обществе</w:t>
            </w:r>
            <w:r w:rsidRPr="00FD0202">
              <w:t>н</w:t>
            </w:r>
            <w:r w:rsidRPr="00FD0202">
              <w:t>ной организации инв</w:t>
            </w:r>
            <w:r w:rsidRPr="00FD0202">
              <w:t>а</w:t>
            </w:r>
            <w:r w:rsidRPr="00FD0202">
              <w:t>лидов войны в Афган</w:t>
            </w:r>
            <w:r w:rsidRPr="00FD0202">
              <w:t>и</w:t>
            </w:r>
            <w:r w:rsidRPr="00FD0202">
              <w:t>стане и военной травмы – «Инвалиды войны»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7F48">
            <w:pPr>
              <w:spacing w:line="235" w:lineRule="auto"/>
              <w:jc w:val="center"/>
            </w:pPr>
            <w:r w:rsidRPr="00FD0202">
              <w:t>86,3</w:t>
            </w:r>
          </w:p>
        </w:tc>
      </w:tr>
      <w:tr w:rsidR="00125F3D" w:rsidRPr="00FD0202" w:rsidTr="004B32E3">
        <w:trPr>
          <w:trHeight w:val="1788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C70E0C" w:rsidRDefault="00125F3D" w:rsidP="000D7F48">
            <w:pPr>
              <w:spacing w:line="235" w:lineRule="auto"/>
              <w:jc w:val="both"/>
              <w:rPr>
                <w:spacing w:val="-6"/>
              </w:rPr>
            </w:pPr>
            <w:r w:rsidRPr="00C70E0C">
              <w:rPr>
                <w:spacing w:val="-6"/>
              </w:rPr>
              <w:t xml:space="preserve">Ульяновская </w:t>
            </w:r>
          </w:p>
          <w:p w:rsidR="00125F3D" w:rsidRPr="00FD0202" w:rsidRDefault="00125F3D" w:rsidP="000D7F48">
            <w:pPr>
              <w:spacing w:line="235" w:lineRule="auto"/>
              <w:jc w:val="both"/>
              <w:rPr>
                <w:spacing w:val="-4"/>
              </w:rPr>
            </w:pPr>
            <w:r w:rsidRPr="00C70E0C">
              <w:rPr>
                <w:spacing w:val="-6"/>
              </w:rPr>
              <w:t>область, Че</w:t>
            </w:r>
            <w:r w:rsidRPr="00C70E0C">
              <w:rPr>
                <w:spacing w:val="-6"/>
              </w:rPr>
              <w:t>р</w:t>
            </w:r>
            <w:r w:rsidRPr="00C70E0C">
              <w:rPr>
                <w:spacing w:val="-6"/>
              </w:rPr>
              <w:t>даклинский район, р.п. Чер</w:t>
            </w:r>
            <w:r>
              <w:rPr>
                <w:spacing w:val="-6"/>
              </w:rPr>
              <w:t>-</w:t>
            </w:r>
            <w:r w:rsidRPr="00C70E0C">
              <w:rPr>
                <w:spacing w:val="-6"/>
              </w:rPr>
              <w:t>даклы, ул. С</w:t>
            </w:r>
            <w:r w:rsidRPr="00C70E0C">
              <w:rPr>
                <w:spacing w:val="-6"/>
              </w:rPr>
              <w:t>о</w:t>
            </w:r>
            <w:r w:rsidRPr="00C70E0C">
              <w:rPr>
                <w:spacing w:val="-6"/>
              </w:rPr>
              <w:t>ветская, д. 20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7F48">
            <w:pPr>
              <w:spacing w:line="235" w:lineRule="auto"/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Областное автономное учреждение «Информ</w:t>
            </w:r>
            <w:r w:rsidRPr="00FD0202">
              <w:rPr>
                <w:spacing w:val="-4"/>
              </w:rPr>
              <w:t>а</w:t>
            </w:r>
            <w:r w:rsidRPr="00FD0202">
              <w:rPr>
                <w:spacing w:val="-4"/>
              </w:rPr>
              <w:t>ционное агентство «Приволжье-медиа»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7F48">
            <w:pPr>
              <w:spacing w:line="235" w:lineRule="auto"/>
              <w:jc w:val="both"/>
            </w:pPr>
            <w:r w:rsidRPr="00FD0202">
              <w:t xml:space="preserve">Прокуратура </w:t>
            </w:r>
          </w:p>
          <w:p w:rsidR="00125F3D" w:rsidRPr="00FD0202" w:rsidRDefault="00125F3D" w:rsidP="000D7F48">
            <w:pPr>
              <w:spacing w:line="235" w:lineRule="auto"/>
              <w:jc w:val="both"/>
            </w:pPr>
            <w:r w:rsidRPr="00FD0202">
              <w:t>Ульяновской области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7F48">
            <w:pPr>
              <w:spacing w:line="235" w:lineRule="auto"/>
              <w:jc w:val="center"/>
            </w:pPr>
            <w:r w:rsidRPr="00FD0202">
              <w:t>211,48</w:t>
            </w:r>
          </w:p>
        </w:tc>
      </w:tr>
      <w:tr w:rsidR="00125F3D" w:rsidRPr="00FD0202" w:rsidTr="004B32E3">
        <w:trPr>
          <w:trHeight w:val="366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7F48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Ульяновская </w:t>
            </w:r>
          </w:p>
          <w:p w:rsidR="00125F3D" w:rsidRPr="00FD0202" w:rsidRDefault="00125F3D" w:rsidP="000D7F48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область, 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г. Димитро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град, ул. О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тябрьская, д. 74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7F48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Областное государст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венное бюджетное о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разовательное учреж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дение среднего профес-сионального образов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ния «Димитровгра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ский механи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ко-техноло-ги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ческий техникум м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лочной промышленн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сти»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7F48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Федеральное государст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венное бюджетное обр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зовательное учреждение высшего образования «Московский госуда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ственный университет технологий и управл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ния 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ени 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К.Г.Разумов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ского»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7F48">
            <w:pPr>
              <w:pStyle w:val="Header"/>
              <w:spacing w:line="235" w:lineRule="auto"/>
              <w:jc w:val="center"/>
            </w:pPr>
            <w:r w:rsidRPr="00FD0202">
              <w:t>1200,0</w:t>
            </w:r>
          </w:p>
        </w:tc>
      </w:tr>
      <w:tr w:rsidR="00125F3D" w:rsidRPr="00FD0202" w:rsidTr="004B32E3">
        <w:trPr>
          <w:trHeight w:val="366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7F48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Ульяновская </w:t>
            </w:r>
          </w:p>
          <w:p w:rsidR="00125F3D" w:rsidRPr="00FD0202" w:rsidRDefault="00125F3D" w:rsidP="000D7F48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область,</w:t>
            </w:r>
          </w:p>
          <w:p w:rsidR="00125F3D" w:rsidRPr="00FD0202" w:rsidRDefault="00125F3D" w:rsidP="000D7F48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г. Димитро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град, пр-т А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тостроителей, д. 63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7F48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Областное государст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венное бюджетное о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разовательное учреж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дение среднего профе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сионального образов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ния «Димитровгра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ский технический ко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ледж»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7F48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Федеральное государст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венное бюджетное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реждение здравоохр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нения «Клиническая больница № 172 Фед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рального медико-биологического агент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ства»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7F48">
            <w:pPr>
              <w:pStyle w:val="Header"/>
              <w:spacing w:line="235" w:lineRule="auto"/>
              <w:jc w:val="center"/>
            </w:pPr>
            <w:r w:rsidRPr="00FD0202">
              <w:t>30,06</w:t>
            </w:r>
          </w:p>
        </w:tc>
      </w:tr>
      <w:tr w:rsidR="00125F3D" w:rsidRPr="00FD0202" w:rsidTr="004B32E3">
        <w:trPr>
          <w:trHeight w:val="366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7F48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Ульяновская область, Мел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 xml:space="preserve">кесский район, с. Рязаново, 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br/>
              <w:t>ул. Октябр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ская, д. 15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7F48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Областное государст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венное бюджетное о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разовательное учреж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дение среднего профе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сионального образов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ния «Рязановский сел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ь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скохозяйственный те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х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никум»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7F48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Местная религиозная организация правосла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ный Приход храма в честь Покрова Пресв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той Богородицы села Рязаново 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 xml:space="preserve">Мелекесского района Ульяновской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области Мелекесской Епархии Русской Пр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вославной Церкви (Мо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сковский Патриархат)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0D7F48">
            <w:pPr>
              <w:pStyle w:val="Header"/>
              <w:spacing w:line="235" w:lineRule="auto"/>
              <w:jc w:val="center"/>
            </w:pPr>
            <w:r w:rsidRPr="00FD0202">
              <w:t>376,7</w:t>
            </w:r>
          </w:p>
        </w:tc>
      </w:tr>
      <w:tr w:rsidR="00125F3D" w:rsidRPr="00FD0202" w:rsidTr="004B32E3">
        <w:trPr>
          <w:trHeight w:val="366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jc w:val="center"/>
            </w:pPr>
            <w:r w:rsidRPr="00FD0202">
              <w:t>47.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 xml:space="preserve">Ульяновск, </w:t>
            </w:r>
          </w:p>
          <w:p w:rsidR="00125F3D" w:rsidRPr="00FD0202" w:rsidRDefault="00125F3D" w:rsidP="00352E6B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 xml:space="preserve">ул. Л.Толстого, </w:t>
            </w:r>
          </w:p>
          <w:p w:rsidR="00125F3D" w:rsidRPr="00FD0202" w:rsidRDefault="00125F3D" w:rsidP="00175D00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д. 28, 30,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32, 34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Государственное учр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ждение здравоохран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ния «Детская городская клиническая больница 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города Ульяновска»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Автономная некомме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ческая организация «Агентство социально-культурных проектов»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Header"/>
              <w:spacing w:line="235" w:lineRule="auto"/>
              <w:jc w:val="center"/>
            </w:pPr>
            <w:r w:rsidRPr="00FD0202">
              <w:t>36,65</w:t>
            </w:r>
          </w:p>
        </w:tc>
      </w:tr>
      <w:tr w:rsidR="00125F3D" w:rsidRPr="00FD0202" w:rsidTr="004B32E3">
        <w:trPr>
          <w:trHeight w:val="366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jc w:val="center"/>
            </w:pPr>
            <w:r w:rsidRPr="00FD0202">
              <w:t>48.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Ульяновская </w:t>
            </w:r>
          </w:p>
          <w:p w:rsidR="00125F3D" w:rsidRPr="00FD0202" w:rsidRDefault="00125F3D" w:rsidP="00352E6B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область, Че</w:t>
            </w:r>
            <w:r w:rsidRPr="00FD02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р</w:t>
            </w:r>
            <w:r w:rsidRPr="00FD02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даклинский район, р.п. Че</w:t>
            </w:r>
            <w:r w:rsidRPr="00FD02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р</w:t>
            </w:r>
            <w:r w:rsidRPr="00FD02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даклы, ул. С</w:t>
            </w:r>
            <w:r w:rsidRPr="00FD02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</w:t>
            </w:r>
            <w:r w:rsidRPr="00FD02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ветская,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FD02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д. 20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Казна Ульяновской 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  <w:t>области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Федеральное государст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венное бюджетное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реждение «Федеральная кадастровая палата Ф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деральной службы гос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дарственной регистр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ции, кадастра и карт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графии»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spacing w:line="235" w:lineRule="auto"/>
              <w:jc w:val="center"/>
            </w:pPr>
            <w:r w:rsidRPr="00FD0202">
              <w:t>16,94</w:t>
            </w:r>
          </w:p>
        </w:tc>
      </w:tr>
      <w:tr w:rsidR="00125F3D" w:rsidRPr="00FD0202" w:rsidTr="004B32E3">
        <w:trPr>
          <w:trHeight w:val="366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jc w:val="center"/>
            </w:pPr>
            <w:r w:rsidRPr="00FD0202">
              <w:t>49.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 xml:space="preserve">Ульяновская область, </w:t>
            </w:r>
          </w:p>
          <w:p w:rsidR="00125F3D" w:rsidRPr="00FD0202" w:rsidRDefault="00125F3D" w:rsidP="00FF019C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Майнский ра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й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он,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 xml:space="preserve"> р.п. Игн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товка, ул. 2-я Советская,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д. 4Б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Государственное учр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ждение здравоохран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ния «Майнская це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тральная районная больница»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Муниципальное образ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вательное учреждение дополнительного обр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зования детей Игна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товский дом детского творчества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Header"/>
              <w:spacing w:line="235" w:lineRule="auto"/>
              <w:jc w:val="center"/>
              <w:rPr>
                <w:spacing w:val="-4"/>
              </w:rPr>
            </w:pPr>
            <w:r w:rsidRPr="00FD0202">
              <w:rPr>
                <w:spacing w:val="-4"/>
              </w:rPr>
              <w:t>143,8</w:t>
            </w:r>
          </w:p>
        </w:tc>
      </w:tr>
      <w:tr w:rsidR="00125F3D" w:rsidRPr="00FD0202" w:rsidTr="004B32E3">
        <w:trPr>
          <w:trHeight w:val="366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jc w:val="center"/>
            </w:pPr>
            <w:r w:rsidRPr="00FD0202">
              <w:t>50.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Ульяновская область, Б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рышский ра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 xml:space="preserve">он, с. Акшуат, 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ул. Советская, 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br/>
              <w:t>д. 63А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Государственное казё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ное учреждение Уль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новской области «Б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рышское лесничество»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Муниципальное авт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номное учреждение культуры «Дом народн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го творчества» муниц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пального образования «Барышский район» Ульяновской области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Header"/>
              <w:spacing w:line="235" w:lineRule="auto"/>
              <w:jc w:val="center"/>
              <w:rPr>
                <w:spacing w:val="-4"/>
              </w:rPr>
            </w:pPr>
            <w:r w:rsidRPr="00FD0202">
              <w:rPr>
                <w:spacing w:val="-4"/>
              </w:rPr>
              <w:t>213,3</w:t>
            </w:r>
          </w:p>
        </w:tc>
      </w:tr>
      <w:tr w:rsidR="00125F3D" w:rsidRPr="00FD0202" w:rsidTr="004B32E3">
        <w:trPr>
          <w:trHeight w:val="366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jc w:val="center"/>
            </w:pPr>
            <w:r w:rsidRPr="00FD0202">
              <w:t>51.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Ульяновская область, Куз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ватовский ра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он, р.п. Куз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ватово,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ул. 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Гварде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ская, д. 21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Государственное учр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ждение здравоохран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ния «Кузоватовская центральная районная больница»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Федеральное бюджетное учреждение здравоохр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нения «Центр гигиены и эпидемиологии в Уль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новской области»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Header"/>
              <w:spacing w:line="235" w:lineRule="auto"/>
              <w:jc w:val="center"/>
              <w:rPr>
                <w:spacing w:val="-4"/>
              </w:rPr>
            </w:pPr>
            <w:r w:rsidRPr="00FD0202">
              <w:rPr>
                <w:spacing w:val="-4"/>
              </w:rPr>
              <w:t>160,9</w:t>
            </w:r>
          </w:p>
          <w:p w:rsidR="00125F3D" w:rsidRPr="00FD0202" w:rsidRDefault="00125F3D" w:rsidP="00352E6B">
            <w:pPr>
              <w:pStyle w:val="Header"/>
              <w:spacing w:line="235" w:lineRule="auto"/>
              <w:jc w:val="center"/>
              <w:rPr>
                <w:spacing w:val="-4"/>
              </w:rPr>
            </w:pPr>
          </w:p>
        </w:tc>
      </w:tr>
      <w:tr w:rsidR="00125F3D" w:rsidRPr="00FD0202" w:rsidTr="004B32E3">
        <w:trPr>
          <w:trHeight w:val="366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jc w:val="center"/>
            </w:pPr>
            <w:r w:rsidRPr="00FD0202">
              <w:t>52.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976E61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г. Ульяновск, ул. Радищева, д. 42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976E61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Государственное учр</w:t>
            </w:r>
            <w:r w:rsidRPr="00FD02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</w:t>
            </w:r>
            <w:r w:rsidRPr="00FD02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ждение здравоохран</w:t>
            </w:r>
            <w:r w:rsidRPr="00FD02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</w:t>
            </w:r>
            <w:r w:rsidRPr="00FD02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ния «Ульяновская обла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</w:t>
            </w:r>
            <w:r w:rsidRPr="00FD02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стная детская клинич</w:t>
            </w:r>
            <w:r w:rsidRPr="00FD02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</w:t>
            </w:r>
            <w:r w:rsidRPr="00FD02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ская больница имени политического и общ</w:t>
            </w:r>
            <w:r w:rsidRPr="00FD02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</w:t>
            </w:r>
            <w:r w:rsidRPr="00FD02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ственного деятеля Ю.Ф.Горячева»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Федеральное государст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венное бюджетное обр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зовательное учреждение высшего професси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нального образования «Ульяновский госуда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ственный университет»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Header"/>
              <w:spacing w:line="235" w:lineRule="auto"/>
              <w:jc w:val="center"/>
              <w:rPr>
                <w:spacing w:val="-4"/>
              </w:rPr>
            </w:pPr>
            <w:r w:rsidRPr="00FD0202">
              <w:rPr>
                <w:spacing w:val="-4"/>
              </w:rPr>
              <w:t>203,82</w:t>
            </w:r>
          </w:p>
        </w:tc>
      </w:tr>
      <w:tr w:rsidR="00125F3D" w:rsidRPr="00FD0202" w:rsidTr="004B32E3">
        <w:trPr>
          <w:trHeight w:val="366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r w:rsidRPr="00FD0202">
              <w:t>53.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г. Ульяновск, ул. Гончарова,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д. 13/91А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Областное государст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</w:t>
            </w:r>
            <w:r w:rsidRPr="00FD02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венное бюджетное уч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</w:t>
            </w:r>
            <w:r w:rsidRPr="00FD02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реждение «Научно-исследовательский и</w:t>
            </w:r>
            <w:r w:rsidRPr="00FD02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</w:t>
            </w:r>
            <w:r w:rsidRPr="00FD02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ститут истории и кул</w:t>
            </w:r>
            <w:r w:rsidRPr="00FD02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ь</w:t>
            </w:r>
            <w:r w:rsidRPr="00FD02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туры Ульяновской об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-ласти имени </w:t>
            </w:r>
            <w:r w:rsidRPr="00FD02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Н.М.Ка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</w:t>
            </w:r>
            <w:r w:rsidRPr="00FD020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рамзина»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Региональная общест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-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венная организация «Олимпийский совет Ульяновской области»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spacing w:line="235" w:lineRule="auto"/>
              <w:jc w:val="center"/>
              <w:rPr>
                <w:spacing w:val="-4"/>
              </w:rPr>
            </w:pPr>
            <w:r w:rsidRPr="00FD0202">
              <w:rPr>
                <w:spacing w:val="-4"/>
              </w:rPr>
              <w:t>43,91</w:t>
            </w:r>
          </w:p>
        </w:tc>
      </w:tr>
      <w:tr w:rsidR="00125F3D" w:rsidRPr="00FD0202" w:rsidTr="004B32E3">
        <w:trPr>
          <w:trHeight w:val="366"/>
        </w:trPr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jc w:val="center"/>
            </w:pPr>
            <w:r w:rsidRPr="00FD0202">
              <w:t>54.</w:t>
            </w:r>
          </w:p>
        </w:tc>
        <w:tc>
          <w:tcPr>
            <w:tcW w:w="9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 xml:space="preserve">г. Ульяновск, ул. Тельмана, </w:t>
            </w:r>
          </w:p>
          <w:p w:rsidR="00125F3D" w:rsidRPr="00FD0202" w:rsidRDefault="00125F3D" w:rsidP="00352E6B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д. 16А</w:t>
            </w:r>
          </w:p>
        </w:tc>
        <w:tc>
          <w:tcPr>
            <w:tcW w:w="1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Государственное учр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ждение здравоохран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ния «Центральная г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родская клиническая больница г. Ульяно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Pr="00FD020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ска»</w:t>
            </w:r>
          </w:p>
        </w:tc>
        <w:tc>
          <w:tcPr>
            <w:tcW w:w="15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Title"/>
              <w:spacing w:line="235" w:lineRule="auto"/>
              <w:jc w:val="both"/>
              <w:rPr>
                <w:spacing w:val="-4"/>
              </w:rPr>
            </w:pPr>
            <w:r w:rsidRPr="00FD0202">
              <w:rPr>
                <w:spacing w:val="-4"/>
              </w:rPr>
              <w:t>Муниципальное бю</w:t>
            </w:r>
            <w:r w:rsidRPr="00FD0202">
              <w:rPr>
                <w:spacing w:val="-4"/>
              </w:rPr>
              <w:t>д</w:t>
            </w:r>
            <w:r w:rsidRPr="00FD0202">
              <w:rPr>
                <w:spacing w:val="-4"/>
              </w:rPr>
              <w:t>жетное учреждение по работе с подростково-молодёжными клубами «СИМБИРЦИТ»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spacing w:line="235" w:lineRule="auto"/>
              <w:jc w:val="center"/>
              <w:rPr>
                <w:spacing w:val="-4"/>
              </w:rPr>
            </w:pPr>
            <w:r w:rsidRPr="00FD0202">
              <w:rPr>
                <w:spacing w:val="-4"/>
              </w:rPr>
              <w:t>433,3</w:t>
            </w:r>
          </w:p>
        </w:tc>
      </w:tr>
      <w:tr w:rsidR="00125F3D" w:rsidRPr="001B46FB" w:rsidTr="004B32E3">
        <w:trPr>
          <w:trHeight w:val="240"/>
        </w:trPr>
        <w:tc>
          <w:tcPr>
            <w:tcW w:w="434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FD0202" w:rsidRDefault="00125F3D" w:rsidP="00352E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F3D" w:rsidRPr="001B46FB" w:rsidRDefault="00125F3D" w:rsidP="00352E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0202">
              <w:rPr>
                <w:rFonts w:ascii="Times New Roman" w:hAnsi="Times New Roman" w:cs="Times New Roman"/>
                <w:sz w:val="28"/>
                <w:szCs w:val="28"/>
              </w:rPr>
              <w:t>20641,7</w:t>
            </w:r>
          </w:p>
        </w:tc>
      </w:tr>
    </w:tbl>
    <w:p w:rsidR="00125F3D" w:rsidRDefault="00125F3D" w:rsidP="00285A88">
      <w:pPr>
        <w:suppressAutoHyphens/>
        <w:autoSpaceDE w:val="0"/>
        <w:autoSpaceDN w:val="0"/>
        <w:adjustRightInd w:val="0"/>
        <w:spacing w:line="360" w:lineRule="auto"/>
        <w:jc w:val="both"/>
        <w:outlineLvl w:val="1"/>
        <w:rPr>
          <w:bCs/>
          <w:color w:val="auto"/>
        </w:rPr>
      </w:pPr>
    </w:p>
    <w:p w:rsidR="00125F3D" w:rsidRDefault="00125F3D" w:rsidP="002B0CE5">
      <w:pPr>
        <w:suppressAutoHyphens/>
        <w:autoSpaceDE w:val="0"/>
        <w:autoSpaceDN w:val="0"/>
        <w:adjustRightInd w:val="0"/>
        <w:spacing w:line="365" w:lineRule="auto"/>
        <w:ind w:firstLine="720"/>
        <w:jc w:val="both"/>
        <w:outlineLvl w:val="1"/>
        <w:rPr>
          <w:bCs/>
          <w:color w:val="auto"/>
        </w:rPr>
      </w:pPr>
      <w:r w:rsidRPr="001B46FB">
        <w:rPr>
          <w:bCs/>
          <w:color w:val="auto"/>
        </w:rPr>
        <w:t>4.</w:t>
      </w:r>
      <w:r>
        <w:rPr>
          <w:bCs/>
          <w:color w:val="auto"/>
        </w:rPr>
        <w:t> </w:t>
      </w:r>
      <w:r w:rsidRPr="001B46FB">
        <w:rPr>
          <w:bCs/>
          <w:color w:val="auto"/>
        </w:rPr>
        <w:t>Перечень ценных бумаг, приобретённых в государственную собственность Ульяновской области:</w:t>
      </w:r>
    </w:p>
    <w:p w:rsidR="00125F3D" w:rsidRDefault="00125F3D" w:rsidP="00285A88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bCs/>
          <w:color w:val="auto"/>
        </w:rPr>
      </w:pP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5166"/>
        <w:gridCol w:w="1980"/>
        <w:gridCol w:w="2340"/>
      </w:tblGrid>
      <w:tr w:rsidR="00125F3D" w:rsidRPr="001B46FB" w:rsidTr="00FF406F">
        <w:trPr>
          <w:trHeight w:val="966"/>
        </w:trPr>
        <w:tc>
          <w:tcPr>
            <w:tcW w:w="594" w:type="dxa"/>
            <w:vAlign w:val="center"/>
          </w:tcPr>
          <w:p w:rsidR="00125F3D" w:rsidRPr="001B46FB" w:rsidRDefault="00125F3D" w:rsidP="00352E6B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1B46FB">
              <w:rPr>
                <w:color w:val="auto"/>
              </w:rPr>
              <w:t>№ п/п</w:t>
            </w:r>
          </w:p>
        </w:tc>
        <w:tc>
          <w:tcPr>
            <w:tcW w:w="5166" w:type="dxa"/>
            <w:vAlign w:val="center"/>
          </w:tcPr>
          <w:p w:rsidR="00125F3D" w:rsidRPr="001B46FB" w:rsidRDefault="00125F3D" w:rsidP="00352E6B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1B46FB">
              <w:rPr>
                <w:color w:val="auto"/>
              </w:rPr>
              <w:t>Наименование</w:t>
            </w:r>
          </w:p>
        </w:tc>
        <w:tc>
          <w:tcPr>
            <w:tcW w:w="1980" w:type="dxa"/>
            <w:vAlign w:val="center"/>
          </w:tcPr>
          <w:p w:rsidR="00125F3D" w:rsidRPr="001B46FB" w:rsidRDefault="00125F3D" w:rsidP="00407F83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1B46FB">
              <w:rPr>
                <w:color w:val="auto"/>
              </w:rPr>
              <w:t>Количество</w:t>
            </w:r>
            <w:r>
              <w:rPr>
                <w:color w:val="auto"/>
              </w:rPr>
              <w:t>,</w:t>
            </w:r>
            <w:r w:rsidRPr="001B46FB">
              <w:rPr>
                <w:color w:val="auto"/>
              </w:rPr>
              <w:t xml:space="preserve"> шт</w:t>
            </w:r>
            <w:r>
              <w:rPr>
                <w:color w:val="auto"/>
              </w:rPr>
              <w:t>ук</w:t>
            </w:r>
          </w:p>
        </w:tc>
        <w:tc>
          <w:tcPr>
            <w:tcW w:w="2340" w:type="dxa"/>
            <w:vAlign w:val="center"/>
          </w:tcPr>
          <w:p w:rsidR="00125F3D" w:rsidRPr="001B46FB" w:rsidRDefault="00125F3D" w:rsidP="00524751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  <w:spacing w:val="-4"/>
              </w:rPr>
            </w:pPr>
            <w:r>
              <w:rPr>
                <w:color w:val="auto"/>
                <w:spacing w:val="-4"/>
              </w:rPr>
              <w:t xml:space="preserve">Номинальная стоимость, </w:t>
            </w:r>
            <w:r w:rsidRPr="001B46FB">
              <w:rPr>
                <w:color w:val="auto"/>
                <w:spacing w:val="-4"/>
              </w:rPr>
              <w:t>рублей</w:t>
            </w:r>
          </w:p>
        </w:tc>
      </w:tr>
      <w:tr w:rsidR="00125F3D" w:rsidRPr="001B46FB" w:rsidTr="00FF406F">
        <w:trPr>
          <w:trHeight w:val="808"/>
        </w:trPr>
        <w:tc>
          <w:tcPr>
            <w:tcW w:w="594" w:type="dxa"/>
          </w:tcPr>
          <w:p w:rsidR="00125F3D" w:rsidRPr="001B46FB" w:rsidRDefault="00125F3D" w:rsidP="00352E6B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1B46FB">
              <w:rPr>
                <w:color w:val="auto"/>
              </w:rPr>
              <w:t>1.</w:t>
            </w:r>
          </w:p>
        </w:tc>
        <w:tc>
          <w:tcPr>
            <w:tcW w:w="5166" w:type="dxa"/>
          </w:tcPr>
          <w:p w:rsidR="00125F3D" w:rsidRDefault="00125F3D" w:rsidP="002B0CE5">
            <w:pPr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color w:val="auto"/>
              </w:rPr>
            </w:pPr>
            <w:r>
              <w:rPr>
                <w:color w:val="auto"/>
              </w:rPr>
              <w:t xml:space="preserve">Акции обыкновенные именные </w:t>
            </w:r>
            <w:r w:rsidRPr="00322DDD">
              <w:rPr>
                <w:color w:val="auto"/>
              </w:rPr>
              <w:t>бездоку</w:t>
            </w:r>
            <w:r>
              <w:rPr>
                <w:color w:val="auto"/>
              </w:rPr>
              <w:t>-</w:t>
            </w:r>
          </w:p>
          <w:p w:rsidR="00125F3D" w:rsidRPr="00322DDD" w:rsidRDefault="00125F3D" w:rsidP="002B0CE5">
            <w:pPr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color w:val="auto"/>
              </w:rPr>
            </w:pPr>
            <w:r w:rsidRPr="00322DDD">
              <w:rPr>
                <w:color w:val="auto"/>
              </w:rPr>
              <w:t>ментарные открытого акционерного общества «Аэропорт Ульяновск»</w:t>
            </w:r>
          </w:p>
        </w:tc>
        <w:tc>
          <w:tcPr>
            <w:tcW w:w="1980" w:type="dxa"/>
          </w:tcPr>
          <w:p w:rsidR="00125F3D" w:rsidRPr="00322DDD" w:rsidRDefault="00125F3D" w:rsidP="00352E6B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322DDD">
              <w:rPr>
                <w:color w:val="auto"/>
              </w:rPr>
              <w:t>100000</w:t>
            </w:r>
          </w:p>
        </w:tc>
        <w:tc>
          <w:tcPr>
            <w:tcW w:w="2340" w:type="dxa"/>
          </w:tcPr>
          <w:p w:rsidR="00125F3D" w:rsidRPr="00322DDD" w:rsidRDefault="00125F3D" w:rsidP="00352E6B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322DDD">
              <w:rPr>
                <w:color w:val="auto"/>
              </w:rPr>
              <w:t>1000,0</w:t>
            </w:r>
          </w:p>
        </w:tc>
      </w:tr>
      <w:tr w:rsidR="00125F3D" w:rsidRPr="001B46FB" w:rsidTr="00FF406F">
        <w:trPr>
          <w:trHeight w:val="1288"/>
        </w:trPr>
        <w:tc>
          <w:tcPr>
            <w:tcW w:w="594" w:type="dxa"/>
          </w:tcPr>
          <w:p w:rsidR="00125F3D" w:rsidRPr="001B46FB" w:rsidRDefault="00125F3D" w:rsidP="00352E6B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1B46FB">
              <w:rPr>
                <w:color w:val="auto"/>
              </w:rPr>
              <w:t>2.</w:t>
            </w:r>
          </w:p>
        </w:tc>
        <w:tc>
          <w:tcPr>
            <w:tcW w:w="5166" w:type="dxa"/>
          </w:tcPr>
          <w:p w:rsidR="00125F3D" w:rsidRPr="00322DDD" w:rsidRDefault="00125F3D" w:rsidP="002B0CE5">
            <w:pPr>
              <w:suppressAutoHyphens/>
              <w:autoSpaceDE w:val="0"/>
              <w:autoSpaceDN w:val="0"/>
              <w:adjustRightInd w:val="0"/>
              <w:jc w:val="both"/>
              <w:outlineLvl w:val="0"/>
              <w:rPr>
                <w:color w:val="auto"/>
              </w:rPr>
            </w:pPr>
            <w:r>
              <w:rPr>
                <w:color w:val="auto"/>
              </w:rPr>
              <w:t xml:space="preserve">Акции обыкновенные именные </w:t>
            </w:r>
            <w:r w:rsidRPr="00322DDD">
              <w:rPr>
                <w:color w:val="auto"/>
              </w:rPr>
              <w:t>бездоку</w:t>
            </w:r>
            <w:r>
              <w:rPr>
                <w:color w:val="auto"/>
              </w:rPr>
              <w:t>-</w:t>
            </w:r>
            <w:r w:rsidRPr="00322DDD">
              <w:rPr>
                <w:color w:val="auto"/>
              </w:rPr>
              <w:t xml:space="preserve">ментарные </w:t>
            </w:r>
            <w:r>
              <w:rPr>
                <w:color w:val="auto"/>
                <w:spacing w:val="-4"/>
              </w:rPr>
              <w:t>А</w:t>
            </w:r>
            <w:r w:rsidRPr="00322DDD">
              <w:rPr>
                <w:color w:val="auto"/>
                <w:spacing w:val="-4"/>
              </w:rPr>
              <w:t>кционерного общества «Корпорация развития Ульяновской области»</w:t>
            </w:r>
          </w:p>
        </w:tc>
        <w:tc>
          <w:tcPr>
            <w:tcW w:w="1980" w:type="dxa"/>
          </w:tcPr>
          <w:p w:rsidR="00125F3D" w:rsidRPr="00322DDD" w:rsidRDefault="00125F3D" w:rsidP="00352E6B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322DDD">
              <w:rPr>
                <w:color w:val="auto"/>
              </w:rPr>
              <w:t>878894</w:t>
            </w:r>
          </w:p>
        </w:tc>
        <w:tc>
          <w:tcPr>
            <w:tcW w:w="2340" w:type="dxa"/>
          </w:tcPr>
          <w:p w:rsidR="00125F3D" w:rsidRPr="00322DDD" w:rsidRDefault="00125F3D" w:rsidP="00352E6B">
            <w:pPr>
              <w:suppressAutoHyphens/>
              <w:autoSpaceDE w:val="0"/>
              <w:autoSpaceDN w:val="0"/>
              <w:adjustRightInd w:val="0"/>
              <w:spacing w:line="235" w:lineRule="auto"/>
              <w:jc w:val="center"/>
              <w:outlineLvl w:val="0"/>
              <w:rPr>
                <w:color w:val="auto"/>
              </w:rPr>
            </w:pPr>
            <w:r w:rsidRPr="00322DDD">
              <w:rPr>
                <w:color w:val="auto"/>
              </w:rPr>
              <w:t>100,0</w:t>
            </w:r>
          </w:p>
        </w:tc>
      </w:tr>
    </w:tbl>
    <w:p w:rsidR="00125F3D" w:rsidRPr="001B46FB" w:rsidRDefault="00125F3D" w:rsidP="00285A88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bCs/>
          <w:color w:val="auto"/>
        </w:rPr>
      </w:pPr>
    </w:p>
    <w:p w:rsidR="00125F3D" w:rsidRDefault="00125F3D" w:rsidP="00F66A0D">
      <w:pPr>
        <w:suppressAutoHyphens/>
        <w:autoSpaceDE w:val="0"/>
        <w:autoSpaceDN w:val="0"/>
        <w:adjustRightInd w:val="0"/>
        <w:spacing w:line="365" w:lineRule="auto"/>
        <w:ind w:firstLine="720"/>
        <w:jc w:val="both"/>
        <w:outlineLvl w:val="1"/>
        <w:rPr>
          <w:bCs/>
          <w:color w:val="auto"/>
        </w:rPr>
      </w:pPr>
      <w:r w:rsidRPr="001B46FB">
        <w:rPr>
          <w:bCs/>
          <w:color w:val="auto"/>
        </w:rPr>
        <w:t>5. Перечень недвижимого имущества, приобретённого в государственную собственность Ульяновской области:</w:t>
      </w:r>
    </w:p>
    <w:p w:rsidR="00125F3D" w:rsidRDefault="00125F3D" w:rsidP="000D0061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bCs/>
          <w:color w:val="auto"/>
        </w:rPr>
      </w:pPr>
    </w:p>
    <w:tbl>
      <w:tblPr>
        <w:tblW w:w="9998" w:type="dxa"/>
        <w:tblCellSpacing w:w="5" w:type="nil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5475"/>
        <w:gridCol w:w="3983"/>
      </w:tblGrid>
      <w:tr w:rsidR="00125F3D" w:rsidRPr="001B46FB" w:rsidTr="0044105D">
        <w:trPr>
          <w:tblCellSpacing w:w="5" w:type="nil"/>
        </w:trPr>
        <w:tc>
          <w:tcPr>
            <w:tcW w:w="540" w:type="dxa"/>
            <w:vAlign w:val="center"/>
          </w:tcPr>
          <w:p w:rsidR="00125F3D" w:rsidRPr="001B46FB" w:rsidRDefault="00125F3D" w:rsidP="009C63AD">
            <w:pPr>
              <w:widowControl w:val="0"/>
              <w:autoSpaceDE w:val="0"/>
              <w:autoSpaceDN w:val="0"/>
              <w:adjustRightInd w:val="0"/>
              <w:ind w:right="-54"/>
              <w:jc w:val="center"/>
              <w:rPr>
                <w:color w:val="auto"/>
              </w:rPr>
            </w:pPr>
            <w:r w:rsidRPr="001B46FB">
              <w:rPr>
                <w:color w:val="auto"/>
              </w:rPr>
              <w:t>№ п/п</w:t>
            </w:r>
          </w:p>
        </w:tc>
        <w:tc>
          <w:tcPr>
            <w:tcW w:w="5475" w:type="dxa"/>
            <w:vAlign w:val="center"/>
          </w:tcPr>
          <w:p w:rsidR="00125F3D" w:rsidRPr="001B46FB" w:rsidRDefault="00125F3D" w:rsidP="009C63A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B46FB">
              <w:rPr>
                <w:color w:val="auto"/>
              </w:rPr>
              <w:t xml:space="preserve">Наименование </w:t>
            </w:r>
            <w:r>
              <w:rPr>
                <w:color w:val="auto"/>
              </w:rPr>
              <w:t xml:space="preserve">недвижимого </w:t>
            </w:r>
            <w:r w:rsidRPr="001B46FB">
              <w:rPr>
                <w:color w:val="auto"/>
              </w:rPr>
              <w:t>имущества</w:t>
            </w:r>
            <w:bookmarkStart w:id="0" w:name="_GoBack"/>
            <w:bookmarkEnd w:id="0"/>
          </w:p>
        </w:tc>
        <w:tc>
          <w:tcPr>
            <w:tcW w:w="3983" w:type="dxa"/>
            <w:vAlign w:val="center"/>
          </w:tcPr>
          <w:p w:rsidR="00125F3D" w:rsidRPr="001B46FB" w:rsidRDefault="00125F3D" w:rsidP="0044105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B46FB">
              <w:rPr>
                <w:color w:val="auto"/>
              </w:rPr>
              <w:t>Способ приобретения</w:t>
            </w:r>
          </w:p>
        </w:tc>
      </w:tr>
    </w:tbl>
    <w:p w:rsidR="00125F3D" w:rsidRPr="00C02EB9" w:rsidRDefault="00125F3D" w:rsidP="00C02EB9">
      <w:pPr>
        <w:suppressAutoHyphens/>
        <w:autoSpaceDE w:val="0"/>
        <w:autoSpaceDN w:val="0"/>
        <w:adjustRightInd w:val="0"/>
        <w:ind w:firstLine="720"/>
        <w:jc w:val="both"/>
        <w:outlineLvl w:val="1"/>
        <w:rPr>
          <w:bCs/>
          <w:color w:val="auto"/>
          <w:sz w:val="2"/>
          <w:szCs w:val="2"/>
        </w:rPr>
      </w:pPr>
    </w:p>
    <w:p w:rsidR="00125F3D" w:rsidRPr="0044105D" w:rsidRDefault="00125F3D" w:rsidP="001736DA">
      <w:pPr>
        <w:suppressAutoHyphens/>
        <w:autoSpaceDE w:val="0"/>
        <w:autoSpaceDN w:val="0"/>
        <w:adjustRightInd w:val="0"/>
        <w:spacing w:line="14" w:lineRule="auto"/>
        <w:ind w:firstLine="720"/>
        <w:jc w:val="both"/>
        <w:outlineLvl w:val="1"/>
        <w:rPr>
          <w:bCs/>
          <w:color w:val="auto"/>
          <w:sz w:val="2"/>
          <w:szCs w:val="2"/>
        </w:rPr>
      </w:pPr>
    </w:p>
    <w:tbl>
      <w:tblPr>
        <w:tblW w:w="9998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5475"/>
        <w:gridCol w:w="3983"/>
      </w:tblGrid>
      <w:tr w:rsidR="00125F3D" w:rsidRPr="001B46FB" w:rsidTr="00285A88">
        <w:trPr>
          <w:tblHeader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352E6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B46FB">
              <w:rPr>
                <w:color w:val="auto"/>
              </w:rPr>
              <w:t>1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352E6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B46FB">
              <w:rPr>
                <w:color w:val="auto"/>
              </w:rPr>
              <w:t>2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352E6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B46FB">
              <w:rPr>
                <w:color w:val="auto"/>
              </w:rPr>
              <w:t>3</w:t>
            </w:r>
          </w:p>
        </w:tc>
      </w:tr>
      <w:tr w:rsidR="00125F3D" w:rsidRPr="001B46FB" w:rsidTr="00285A88">
        <w:trPr>
          <w:trHeight w:val="1889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352E6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Pr="001B46FB">
              <w:rPr>
                <w:color w:val="auto"/>
              </w:rPr>
              <w:t>1.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A43ED6" w:rsidRDefault="00125F3D" w:rsidP="002B0CE5">
            <w:pPr>
              <w:widowControl w:val="0"/>
              <w:jc w:val="both"/>
            </w:pPr>
            <w:r w:rsidRPr="00D820B1">
              <w:t>Здание котельной № 4, назначение: неж</w:t>
            </w:r>
            <w:r w:rsidRPr="00D820B1">
              <w:t>и</w:t>
            </w:r>
            <w:r w:rsidRPr="00D820B1">
              <w:t>лое, 1-этажный, общая площадь 372,8 кв. м, кадастровый номер: 73:03:020402:593,</w:t>
            </w:r>
            <w:r>
              <w:br/>
            </w:r>
            <w:r w:rsidRPr="00D820B1">
              <w:t>Ульяновская область,</w:t>
            </w:r>
            <w:r>
              <w:t xml:space="preserve"> </w:t>
            </w:r>
            <w:r w:rsidRPr="00D820B1">
              <w:t>Вешкаймский район,</w:t>
            </w:r>
            <w:r>
              <w:br/>
            </w:r>
            <w:r w:rsidRPr="00D820B1">
              <w:t>р.п. Вешкайма,</w:t>
            </w:r>
            <w:r>
              <w:t xml:space="preserve"> </w:t>
            </w:r>
            <w:r w:rsidRPr="00D820B1">
              <w:t>ул. Больничная, д. 1В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2B0CE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1B46FB">
              <w:rPr>
                <w:color w:val="auto"/>
              </w:rPr>
              <w:t>Безвозмездно принято из</w:t>
            </w:r>
            <w:r>
              <w:rPr>
                <w:color w:val="auto"/>
              </w:rPr>
              <w:br/>
            </w:r>
            <w:r w:rsidRPr="001B46FB">
              <w:rPr>
                <w:color w:val="auto"/>
              </w:rPr>
              <w:t xml:space="preserve">собственности муниципального образования </w:t>
            </w:r>
            <w:r>
              <w:rPr>
                <w:color w:val="auto"/>
              </w:rPr>
              <w:t>«</w:t>
            </w:r>
            <w:r w:rsidRPr="00BE7807">
              <w:rPr>
                <w:bCs/>
              </w:rPr>
              <w:t>Вешкаймское</w:t>
            </w:r>
            <w:r>
              <w:rPr>
                <w:bCs/>
              </w:rPr>
              <w:br/>
            </w:r>
            <w:r w:rsidRPr="00BE7807">
              <w:rPr>
                <w:bCs/>
              </w:rPr>
              <w:t>городское поселение»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color w:val="auto"/>
              </w:rPr>
              <w:t>Ве</w:t>
            </w:r>
            <w:r>
              <w:rPr>
                <w:color w:val="auto"/>
              </w:rPr>
              <w:t>ш</w:t>
            </w:r>
            <w:r>
              <w:rPr>
                <w:color w:val="auto"/>
              </w:rPr>
              <w:t>кайм</w:t>
            </w:r>
            <w:r w:rsidRPr="001B46FB">
              <w:rPr>
                <w:color w:val="auto"/>
              </w:rPr>
              <w:t>ск</w:t>
            </w:r>
            <w:r>
              <w:rPr>
                <w:color w:val="auto"/>
              </w:rPr>
              <w:t>ого</w:t>
            </w:r>
            <w:r w:rsidRPr="001B46FB">
              <w:rPr>
                <w:color w:val="auto"/>
              </w:rPr>
              <w:t xml:space="preserve"> район</w:t>
            </w:r>
            <w:r>
              <w:rPr>
                <w:color w:val="auto"/>
              </w:rPr>
              <w:t>а</w:t>
            </w:r>
            <w:r w:rsidRPr="001B46FB">
              <w:rPr>
                <w:color w:val="auto"/>
              </w:rPr>
              <w:t xml:space="preserve"> Ульяновской области</w:t>
            </w:r>
          </w:p>
        </w:tc>
      </w:tr>
      <w:tr w:rsidR="00125F3D" w:rsidRPr="001B46FB" w:rsidTr="002B0CE5">
        <w:trPr>
          <w:trHeight w:val="70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352E6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B46FB">
              <w:rPr>
                <w:color w:val="auto"/>
              </w:rPr>
              <w:t>2.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FF019C" w:rsidRDefault="00125F3D" w:rsidP="00951DCF">
            <w:pPr>
              <w:widowControl w:val="0"/>
              <w:spacing w:line="245" w:lineRule="auto"/>
              <w:jc w:val="both"/>
            </w:pPr>
            <w:r w:rsidRPr="00BE7807">
              <w:rPr>
                <w:bCs/>
              </w:rPr>
              <w:t>Земельный участок,</w:t>
            </w:r>
            <w:r>
              <w:rPr>
                <w:bCs/>
              </w:rPr>
              <w:t xml:space="preserve"> </w:t>
            </w:r>
            <w:r w:rsidRPr="00BE7807">
              <w:t>категория земель: зе</w:t>
            </w:r>
            <w:r w:rsidRPr="00BE7807">
              <w:t>м</w:t>
            </w:r>
            <w:r w:rsidRPr="00BE7807">
              <w:t>ли населённых пунктов, разрешённое и</w:t>
            </w:r>
            <w:r w:rsidRPr="00BE7807">
              <w:t>с</w:t>
            </w:r>
            <w:r w:rsidRPr="00BE7807">
              <w:t>пользование: под размещение котельной, общая площадь 2696 кв. м, кадастровый номер</w:t>
            </w:r>
            <w:r>
              <w:t>:</w:t>
            </w:r>
            <w:r w:rsidRPr="00BE7807">
              <w:t xml:space="preserve"> 73:03:020402:583,</w:t>
            </w:r>
            <w:r>
              <w:t xml:space="preserve"> </w:t>
            </w:r>
            <w:r w:rsidRPr="00BE7807">
              <w:t>Ульяновская о</w:t>
            </w:r>
            <w:r w:rsidRPr="00BE7807">
              <w:t>б</w:t>
            </w:r>
            <w:r w:rsidRPr="00BE7807">
              <w:t>ласть,</w:t>
            </w:r>
            <w:r>
              <w:t xml:space="preserve"> </w:t>
            </w:r>
            <w:r w:rsidRPr="00BE7807">
              <w:t>Вешкаймский район, р.п. Вешкайма,</w:t>
            </w:r>
            <w:r>
              <w:t xml:space="preserve"> </w:t>
            </w:r>
            <w:r w:rsidRPr="00BE7807">
              <w:t>ул. Больничная, д. 1В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951DCF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color w:val="auto"/>
              </w:rPr>
            </w:pPr>
            <w:r w:rsidRPr="001B46FB">
              <w:rPr>
                <w:color w:val="auto"/>
              </w:rPr>
              <w:t>Безвозмездно принято из со</w:t>
            </w:r>
            <w:r w:rsidRPr="001B46FB">
              <w:rPr>
                <w:color w:val="auto"/>
              </w:rPr>
              <w:t>б</w:t>
            </w:r>
            <w:r w:rsidRPr="001B46FB">
              <w:rPr>
                <w:color w:val="auto"/>
              </w:rPr>
              <w:t xml:space="preserve">ственности муниципального образования </w:t>
            </w:r>
            <w:r>
              <w:rPr>
                <w:color w:val="auto"/>
              </w:rPr>
              <w:t>«</w:t>
            </w:r>
            <w:r w:rsidRPr="00BE7807">
              <w:rPr>
                <w:bCs/>
              </w:rPr>
              <w:t>Вешкаймское г</w:t>
            </w:r>
            <w:r w:rsidRPr="00BE7807">
              <w:rPr>
                <w:bCs/>
              </w:rPr>
              <w:t>о</w:t>
            </w:r>
            <w:r w:rsidRPr="00BE7807">
              <w:rPr>
                <w:bCs/>
              </w:rPr>
              <w:t>родское поселение»</w:t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color w:val="auto"/>
              </w:rPr>
              <w:t>Вешкай</w:t>
            </w:r>
            <w:r>
              <w:rPr>
                <w:color w:val="auto"/>
              </w:rPr>
              <w:t>м</w:t>
            </w:r>
            <w:r w:rsidRPr="001B46FB">
              <w:rPr>
                <w:color w:val="auto"/>
              </w:rPr>
              <w:t>ск</w:t>
            </w:r>
            <w:r>
              <w:rPr>
                <w:color w:val="auto"/>
              </w:rPr>
              <w:t>ого</w:t>
            </w:r>
            <w:r w:rsidRPr="001B46FB">
              <w:rPr>
                <w:color w:val="auto"/>
              </w:rPr>
              <w:t xml:space="preserve"> район</w:t>
            </w:r>
            <w:r>
              <w:rPr>
                <w:color w:val="auto"/>
              </w:rPr>
              <w:t xml:space="preserve">а </w:t>
            </w:r>
            <w:r w:rsidRPr="001B46FB">
              <w:rPr>
                <w:color w:val="auto"/>
              </w:rPr>
              <w:t>Ульяновской о</w:t>
            </w:r>
            <w:r w:rsidRPr="001B46FB">
              <w:rPr>
                <w:color w:val="auto"/>
              </w:rPr>
              <w:t>б</w:t>
            </w:r>
            <w:r w:rsidRPr="001B46FB">
              <w:rPr>
                <w:color w:val="auto"/>
              </w:rPr>
              <w:t>ласти</w:t>
            </w:r>
          </w:p>
        </w:tc>
      </w:tr>
      <w:tr w:rsidR="00125F3D" w:rsidRPr="001B46FB" w:rsidTr="00285A8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951DCF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color w:val="auto"/>
              </w:rPr>
            </w:pPr>
            <w:r w:rsidRPr="001B46FB">
              <w:rPr>
                <w:color w:val="auto"/>
              </w:rPr>
              <w:t>3.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5845C0" w:rsidRDefault="00125F3D" w:rsidP="00951DCF">
            <w:pPr>
              <w:spacing w:line="250" w:lineRule="auto"/>
              <w:jc w:val="both"/>
            </w:pPr>
            <w:r w:rsidRPr="005845C0">
              <w:t xml:space="preserve">Локальная газовая котельная Городского Дома Культуры, назначение: нежилое, </w:t>
            </w:r>
          </w:p>
          <w:p w:rsidR="00125F3D" w:rsidRPr="005845C0" w:rsidRDefault="00125F3D" w:rsidP="00951DCF">
            <w:pPr>
              <w:spacing w:line="250" w:lineRule="auto"/>
              <w:jc w:val="both"/>
            </w:pPr>
            <w:r>
              <w:t>1-этажный (подземных этажей – 0</w:t>
            </w:r>
            <w:r w:rsidRPr="005845C0">
              <w:t>),</w:t>
            </w:r>
            <w:r>
              <w:br/>
            </w:r>
            <w:r w:rsidRPr="005845C0">
              <w:t>общая площадь 26,5 кв. м, лит.</w:t>
            </w:r>
            <w:r>
              <w:t xml:space="preserve"> </w:t>
            </w:r>
            <w:r w:rsidRPr="005845C0">
              <w:t xml:space="preserve">А, с.я, </w:t>
            </w:r>
            <w:r w:rsidRPr="005845C0">
              <w:tab/>
            </w:r>
          </w:p>
          <w:p w:rsidR="00125F3D" w:rsidRPr="00031D31" w:rsidRDefault="00125F3D" w:rsidP="00951DCF">
            <w:pPr>
              <w:framePr w:hSpace="180" w:wrap="around" w:vAnchor="page" w:hAnchor="margin" w:y="1440"/>
              <w:autoSpaceDE w:val="0"/>
              <w:autoSpaceDN w:val="0"/>
              <w:adjustRightInd w:val="0"/>
              <w:spacing w:line="250" w:lineRule="auto"/>
              <w:jc w:val="both"/>
            </w:pPr>
            <w:r w:rsidRPr="005845C0">
              <w:t>када</w:t>
            </w:r>
            <w:r>
              <w:t>стровый номер: 73:01:020113:74,</w:t>
            </w:r>
            <w:r>
              <w:br/>
            </w:r>
            <w:r w:rsidRPr="005845C0">
              <w:t>Ульяновская область, Базарносызганский район, р.п. Базарный Сызган, ул. Советская, д. 70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5845C0" w:rsidRDefault="00125F3D" w:rsidP="00951DCF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bCs/>
              </w:rPr>
            </w:pPr>
            <w:r w:rsidRPr="001B46FB">
              <w:rPr>
                <w:color w:val="auto"/>
              </w:rPr>
              <w:t>Безвозмездно принято из со</w:t>
            </w:r>
            <w:r w:rsidRPr="001B46FB">
              <w:rPr>
                <w:color w:val="auto"/>
              </w:rPr>
              <w:t>б</w:t>
            </w:r>
            <w:r w:rsidRPr="001B46FB">
              <w:rPr>
                <w:color w:val="auto"/>
              </w:rPr>
              <w:t xml:space="preserve">ственности муниципального образования </w:t>
            </w:r>
            <w:r>
              <w:rPr>
                <w:color w:val="auto"/>
              </w:rPr>
              <w:t xml:space="preserve"> </w:t>
            </w:r>
            <w:r w:rsidRPr="005845C0">
              <w:rPr>
                <w:bCs/>
              </w:rPr>
              <w:t>Базарносызга</w:t>
            </w:r>
            <w:r w:rsidRPr="005845C0">
              <w:rPr>
                <w:bCs/>
              </w:rPr>
              <w:t>н</w:t>
            </w:r>
            <w:r w:rsidRPr="005845C0">
              <w:rPr>
                <w:bCs/>
              </w:rPr>
              <w:t>ское городское поселение Б</w:t>
            </w:r>
            <w:r w:rsidRPr="005845C0">
              <w:rPr>
                <w:bCs/>
              </w:rPr>
              <w:t>а</w:t>
            </w:r>
            <w:r w:rsidRPr="005845C0">
              <w:rPr>
                <w:bCs/>
              </w:rPr>
              <w:t>зарносызганского района Ул</w:t>
            </w:r>
            <w:r w:rsidRPr="005845C0">
              <w:rPr>
                <w:bCs/>
              </w:rPr>
              <w:t>ь</w:t>
            </w:r>
            <w:r w:rsidRPr="005845C0">
              <w:rPr>
                <w:bCs/>
              </w:rPr>
              <w:t>яновской области</w:t>
            </w:r>
          </w:p>
          <w:p w:rsidR="00125F3D" w:rsidRPr="001B46FB" w:rsidRDefault="00125F3D" w:rsidP="00951DCF">
            <w:pPr>
              <w:widowControl w:val="0"/>
              <w:autoSpaceDE w:val="0"/>
              <w:autoSpaceDN w:val="0"/>
              <w:adjustRightInd w:val="0"/>
              <w:spacing w:line="250" w:lineRule="auto"/>
              <w:jc w:val="center"/>
              <w:rPr>
                <w:color w:val="auto"/>
              </w:rPr>
            </w:pPr>
          </w:p>
        </w:tc>
      </w:tr>
      <w:tr w:rsidR="00125F3D" w:rsidRPr="001B46FB" w:rsidTr="00285A8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951DCF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color w:val="auto"/>
              </w:rPr>
            </w:pPr>
            <w:r w:rsidRPr="001B46FB">
              <w:rPr>
                <w:color w:val="auto"/>
              </w:rPr>
              <w:t>4.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6922C9" w:rsidRDefault="00125F3D" w:rsidP="00951DCF">
            <w:pPr>
              <w:spacing w:line="250" w:lineRule="auto"/>
              <w:jc w:val="both"/>
            </w:pPr>
            <w:r w:rsidRPr="00117BCB">
              <w:t>Земельный участок, категория земель: зе</w:t>
            </w:r>
            <w:r w:rsidRPr="00117BCB">
              <w:t>м</w:t>
            </w:r>
            <w:r w:rsidRPr="00117BCB">
              <w:t>ли населённых пунктов, разрешённое ис</w:t>
            </w:r>
            <w:r>
              <w:t>-</w:t>
            </w:r>
            <w:r w:rsidRPr="00117BCB">
              <w:t>пользование: для размещения локальной га</w:t>
            </w:r>
            <w:r>
              <w:t>-</w:t>
            </w:r>
            <w:r w:rsidRPr="00117BCB">
              <w:t>зовой котельной, общая площадь 478 кв. м, кадастровый номер</w:t>
            </w:r>
            <w:r>
              <w:t>:</w:t>
            </w:r>
            <w:r w:rsidRPr="00117BCB">
              <w:t xml:space="preserve"> 73:01:020113:94, Уль</w:t>
            </w:r>
            <w:r w:rsidRPr="00117BCB">
              <w:t>я</w:t>
            </w:r>
            <w:r w:rsidRPr="00117BCB">
              <w:t>новская область,</w:t>
            </w:r>
            <w:r>
              <w:t xml:space="preserve"> </w:t>
            </w:r>
            <w:r w:rsidRPr="00117BCB">
              <w:t>Базарносызганский район, р.п. Базарный Сызган,</w:t>
            </w:r>
            <w:r>
              <w:t xml:space="preserve"> </w:t>
            </w:r>
            <w:r w:rsidRPr="00117BCB">
              <w:t>ул. Советская, д. 70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5845C0" w:rsidRDefault="00125F3D" w:rsidP="00951DCF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bCs/>
              </w:rPr>
            </w:pPr>
            <w:r w:rsidRPr="001B46FB">
              <w:rPr>
                <w:color w:val="auto"/>
              </w:rPr>
              <w:t>Безвозмездно принято из со</w:t>
            </w:r>
            <w:r w:rsidRPr="001B46FB">
              <w:rPr>
                <w:color w:val="auto"/>
              </w:rPr>
              <w:t>б</w:t>
            </w:r>
            <w:r w:rsidRPr="001B46FB">
              <w:rPr>
                <w:color w:val="auto"/>
              </w:rPr>
              <w:t xml:space="preserve">ственности муниципального образования </w:t>
            </w:r>
            <w:r>
              <w:rPr>
                <w:color w:val="auto"/>
              </w:rPr>
              <w:t xml:space="preserve"> </w:t>
            </w:r>
            <w:r w:rsidRPr="005845C0">
              <w:rPr>
                <w:bCs/>
              </w:rPr>
              <w:t>Базарносызга</w:t>
            </w:r>
            <w:r w:rsidRPr="005845C0">
              <w:rPr>
                <w:bCs/>
              </w:rPr>
              <w:t>н</w:t>
            </w:r>
            <w:r w:rsidRPr="005845C0">
              <w:rPr>
                <w:bCs/>
              </w:rPr>
              <w:t>ское городское поселение Б</w:t>
            </w:r>
            <w:r w:rsidRPr="005845C0">
              <w:rPr>
                <w:bCs/>
              </w:rPr>
              <w:t>а</w:t>
            </w:r>
            <w:r w:rsidRPr="005845C0">
              <w:rPr>
                <w:bCs/>
              </w:rPr>
              <w:t>зарносызганского района Ул</w:t>
            </w:r>
            <w:r w:rsidRPr="005845C0">
              <w:rPr>
                <w:bCs/>
              </w:rPr>
              <w:t>ь</w:t>
            </w:r>
            <w:r w:rsidRPr="005845C0">
              <w:rPr>
                <w:bCs/>
              </w:rPr>
              <w:t>яновской области</w:t>
            </w:r>
          </w:p>
          <w:p w:rsidR="00125F3D" w:rsidRPr="001B46FB" w:rsidRDefault="00125F3D" w:rsidP="00951DCF">
            <w:pPr>
              <w:widowControl w:val="0"/>
              <w:autoSpaceDE w:val="0"/>
              <w:autoSpaceDN w:val="0"/>
              <w:adjustRightInd w:val="0"/>
              <w:spacing w:line="250" w:lineRule="auto"/>
              <w:jc w:val="center"/>
              <w:rPr>
                <w:color w:val="auto"/>
              </w:rPr>
            </w:pPr>
          </w:p>
        </w:tc>
      </w:tr>
      <w:tr w:rsidR="00125F3D" w:rsidRPr="001B46FB" w:rsidTr="00285A8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951DCF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color w:val="auto"/>
              </w:rPr>
            </w:pPr>
            <w:r w:rsidRPr="001B46FB">
              <w:rPr>
                <w:color w:val="auto"/>
              </w:rPr>
              <w:t>5.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976E61" w:rsidRDefault="00125F3D" w:rsidP="00951DCF">
            <w:pPr>
              <w:spacing w:line="250" w:lineRule="auto"/>
              <w:jc w:val="both"/>
            </w:pPr>
            <w:r w:rsidRPr="00095728">
              <w:t>Локальная котельная школы № 1, назнач</w:t>
            </w:r>
            <w:r w:rsidRPr="00095728">
              <w:t>е</w:t>
            </w:r>
            <w:r w:rsidRPr="00095728">
              <w:t>ние: нежил</w:t>
            </w:r>
            <w:r>
              <w:t>ое, 1-этажный (подземных эт</w:t>
            </w:r>
            <w:r>
              <w:t>а</w:t>
            </w:r>
            <w:r>
              <w:t>жей – 0</w:t>
            </w:r>
            <w:r w:rsidRPr="00095728">
              <w:t>), общая площадь 23 кв. м, кадастр</w:t>
            </w:r>
            <w:r w:rsidRPr="00095728">
              <w:t>о</w:t>
            </w:r>
            <w:r w:rsidRPr="00095728">
              <w:t>вый номер</w:t>
            </w:r>
            <w:r>
              <w:t xml:space="preserve">: </w:t>
            </w:r>
            <w:r w:rsidRPr="00095728">
              <w:t>73:01:020113:105,</w:t>
            </w:r>
            <w:r>
              <w:t xml:space="preserve"> </w:t>
            </w:r>
            <w:r w:rsidRPr="00095728">
              <w:t>Ульяно</w:t>
            </w:r>
            <w:r>
              <w:t>в</w:t>
            </w:r>
            <w:r w:rsidRPr="00095728">
              <w:t>ская область, Базарносызганск</w:t>
            </w:r>
            <w:r>
              <w:t>ий район, р.п. Б</w:t>
            </w:r>
            <w:r>
              <w:t>а</w:t>
            </w:r>
            <w:r>
              <w:t xml:space="preserve">зарный Сызган, </w:t>
            </w:r>
            <w:r w:rsidRPr="00095728">
              <w:t>ул. Советская,</w:t>
            </w:r>
            <w:r>
              <w:t xml:space="preserve"> </w:t>
            </w:r>
            <w:r w:rsidRPr="00095728">
              <w:t>д. 86Б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951DCF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color w:val="auto"/>
              </w:rPr>
            </w:pPr>
            <w:r w:rsidRPr="001B46FB">
              <w:rPr>
                <w:color w:val="auto"/>
              </w:rPr>
              <w:t>Безвозмездно принято из со</w:t>
            </w:r>
            <w:r w:rsidRPr="001B46FB">
              <w:rPr>
                <w:color w:val="auto"/>
              </w:rPr>
              <w:t>б</w:t>
            </w:r>
            <w:r w:rsidRPr="001B46FB">
              <w:rPr>
                <w:color w:val="auto"/>
              </w:rPr>
              <w:t>ственности муниципального образо</w:t>
            </w:r>
            <w:r>
              <w:rPr>
                <w:color w:val="auto"/>
              </w:rPr>
              <w:t>вания «</w:t>
            </w:r>
            <w:r w:rsidRPr="005845C0">
              <w:rPr>
                <w:bCs/>
              </w:rPr>
              <w:t>Базарносызга</w:t>
            </w:r>
            <w:r w:rsidRPr="005845C0">
              <w:rPr>
                <w:bCs/>
              </w:rPr>
              <w:t>н</w:t>
            </w:r>
            <w:r w:rsidRPr="005845C0">
              <w:rPr>
                <w:bCs/>
              </w:rPr>
              <w:t>ск</w:t>
            </w:r>
            <w:r>
              <w:rPr>
                <w:bCs/>
              </w:rPr>
              <w:t>ий</w:t>
            </w:r>
            <w:r w:rsidRPr="005845C0">
              <w:rPr>
                <w:bCs/>
              </w:rPr>
              <w:t xml:space="preserve"> район</w:t>
            </w:r>
            <w:r>
              <w:rPr>
                <w:bCs/>
              </w:rPr>
              <w:t xml:space="preserve">» </w:t>
            </w:r>
            <w:r w:rsidRPr="001B46FB">
              <w:rPr>
                <w:color w:val="auto"/>
              </w:rPr>
              <w:t>Ульяновской о</w:t>
            </w:r>
            <w:r w:rsidRPr="001B46FB">
              <w:rPr>
                <w:color w:val="auto"/>
              </w:rPr>
              <w:t>б</w:t>
            </w:r>
            <w:r w:rsidRPr="001B46FB">
              <w:rPr>
                <w:color w:val="auto"/>
              </w:rPr>
              <w:t>ласти</w:t>
            </w:r>
          </w:p>
        </w:tc>
      </w:tr>
      <w:tr w:rsidR="00125F3D" w:rsidRPr="001B46FB" w:rsidTr="00285A88">
        <w:trPr>
          <w:trHeight w:val="2655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951DCF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color w:val="auto"/>
              </w:rPr>
            </w:pPr>
            <w:r w:rsidRPr="001B46FB">
              <w:rPr>
                <w:color w:val="auto"/>
              </w:rPr>
              <w:t>6.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9A280B" w:rsidRDefault="00125F3D" w:rsidP="00951DCF">
            <w:pPr>
              <w:spacing w:line="250" w:lineRule="auto"/>
              <w:jc w:val="both"/>
            </w:pPr>
            <w:r w:rsidRPr="00ED16AF">
              <w:t>Земельный участок, категория земель: зе</w:t>
            </w:r>
            <w:r w:rsidRPr="00ED16AF">
              <w:t>м</w:t>
            </w:r>
            <w:r w:rsidRPr="00ED16AF">
              <w:t xml:space="preserve">ли населённых пунктов, разрешённое </w:t>
            </w:r>
            <w:r>
              <w:br/>
            </w:r>
            <w:r w:rsidRPr="00ED16AF">
              <w:t xml:space="preserve">использование: для размещения локальной газовой котельной, общая площадь </w:t>
            </w:r>
            <w:r>
              <w:br/>
            </w:r>
            <w:r w:rsidRPr="00ED16AF">
              <w:t>134 кв. м, кадастровый номер</w:t>
            </w:r>
            <w:r>
              <w:t xml:space="preserve">: </w:t>
            </w:r>
            <w:r w:rsidRPr="00ED16AF">
              <w:t>73:01:</w:t>
            </w:r>
            <w:r>
              <w:t xml:space="preserve"> </w:t>
            </w:r>
            <w:r w:rsidRPr="00ED16AF">
              <w:t>020113:106,</w:t>
            </w:r>
            <w:r>
              <w:t xml:space="preserve"> </w:t>
            </w:r>
            <w:r w:rsidRPr="00ED16AF">
              <w:t>Ульяновская область, Базарн</w:t>
            </w:r>
            <w:r w:rsidRPr="00ED16AF">
              <w:t>о</w:t>
            </w:r>
            <w:r w:rsidRPr="00ED16AF">
              <w:t>сызганский район, р.п. Базарный Сызган, ул. Советская, д. 86Б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951DCF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color w:val="auto"/>
              </w:rPr>
            </w:pPr>
            <w:r w:rsidRPr="001B46FB">
              <w:rPr>
                <w:color w:val="auto"/>
              </w:rPr>
              <w:t>Безвозмездно принято из со</w:t>
            </w:r>
            <w:r w:rsidRPr="001B46FB">
              <w:rPr>
                <w:color w:val="auto"/>
              </w:rPr>
              <w:t>б</w:t>
            </w:r>
            <w:r w:rsidRPr="001B46FB">
              <w:rPr>
                <w:color w:val="auto"/>
              </w:rPr>
              <w:t>ственности муниципального образо</w:t>
            </w:r>
            <w:r>
              <w:rPr>
                <w:color w:val="auto"/>
              </w:rPr>
              <w:t>вания «</w:t>
            </w:r>
            <w:r w:rsidRPr="005845C0">
              <w:rPr>
                <w:bCs/>
              </w:rPr>
              <w:t>Базарносызга</w:t>
            </w:r>
            <w:r w:rsidRPr="005845C0">
              <w:rPr>
                <w:bCs/>
              </w:rPr>
              <w:t>н</w:t>
            </w:r>
            <w:r w:rsidRPr="005845C0">
              <w:rPr>
                <w:bCs/>
              </w:rPr>
              <w:t>ск</w:t>
            </w:r>
            <w:r>
              <w:rPr>
                <w:bCs/>
              </w:rPr>
              <w:t xml:space="preserve">ий </w:t>
            </w:r>
            <w:r w:rsidRPr="005845C0">
              <w:rPr>
                <w:bCs/>
              </w:rPr>
              <w:t>район</w:t>
            </w:r>
            <w:r>
              <w:rPr>
                <w:bCs/>
              </w:rPr>
              <w:t xml:space="preserve">» </w:t>
            </w:r>
            <w:r w:rsidRPr="001B46FB">
              <w:rPr>
                <w:color w:val="auto"/>
              </w:rPr>
              <w:t>Ульяновской о</w:t>
            </w:r>
            <w:r w:rsidRPr="001B46FB">
              <w:rPr>
                <w:color w:val="auto"/>
              </w:rPr>
              <w:t>б</w:t>
            </w:r>
            <w:r w:rsidRPr="001B46FB">
              <w:rPr>
                <w:color w:val="auto"/>
              </w:rPr>
              <w:t>ласти</w:t>
            </w:r>
          </w:p>
        </w:tc>
      </w:tr>
      <w:tr w:rsidR="00125F3D" w:rsidRPr="001B46FB" w:rsidTr="00285A8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951DCF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color w:val="auto"/>
              </w:rPr>
            </w:pPr>
            <w:r w:rsidRPr="001B46FB">
              <w:rPr>
                <w:color w:val="auto"/>
              </w:rPr>
              <w:t>7.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B72C93" w:rsidRDefault="00125F3D" w:rsidP="00951DCF">
            <w:pPr>
              <w:spacing w:line="250" w:lineRule="auto"/>
              <w:jc w:val="both"/>
            </w:pPr>
            <w:r w:rsidRPr="00143E51">
              <w:t>Локальная котельная школы № 2, назнач</w:t>
            </w:r>
            <w:r w:rsidRPr="00143E51">
              <w:t>е</w:t>
            </w:r>
            <w:r w:rsidRPr="00143E51">
              <w:t>ние: нежилое, 1-этажный,</w:t>
            </w:r>
            <w:r>
              <w:t xml:space="preserve"> </w:t>
            </w:r>
            <w:r w:rsidRPr="00143E51">
              <w:t>общая площадь 20,9 кв. м, кадастровый номер</w:t>
            </w:r>
            <w:r>
              <w:t>:</w:t>
            </w:r>
            <w:r w:rsidRPr="00143E51">
              <w:t xml:space="preserve"> 73:01:</w:t>
            </w:r>
            <w:r>
              <w:t xml:space="preserve"> </w:t>
            </w:r>
            <w:r w:rsidRPr="00143E51">
              <w:t>020210:81,</w:t>
            </w:r>
            <w:r>
              <w:t xml:space="preserve"> </w:t>
            </w:r>
            <w:r w:rsidRPr="00143E51">
              <w:t>Ульяновская область, Базарн</w:t>
            </w:r>
            <w:r w:rsidRPr="00143E51">
              <w:t>о</w:t>
            </w:r>
            <w:r w:rsidRPr="00143E51">
              <w:t>сызганский район, р.п. Базарный Сызган, ул. Рабочая, д. 34А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951DCF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color w:val="auto"/>
              </w:rPr>
            </w:pPr>
            <w:r w:rsidRPr="001B46FB">
              <w:rPr>
                <w:color w:val="auto"/>
              </w:rPr>
              <w:t>Безвозмездно принято из со</w:t>
            </w:r>
            <w:r w:rsidRPr="001B46FB">
              <w:rPr>
                <w:color w:val="auto"/>
              </w:rPr>
              <w:t>б</w:t>
            </w:r>
            <w:r w:rsidRPr="001B46FB">
              <w:rPr>
                <w:color w:val="auto"/>
              </w:rPr>
              <w:t>ственности муниципального образо</w:t>
            </w:r>
            <w:r>
              <w:rPr>
                <w:color w:val="auto"/>
              </w:rPr>
              <w:t>вания «</w:t>
            </w:r>
            <w:r w:rsidRPr="005845C0">
              <w:rPr>
                <w:bCs/>
              </w:rPr>
              <w:t>Базарносызга</w:t>
            </w:r>
            <w:r w:rsidRPr="005845C0">
              <w:rPr>
                <w:bCs/>
              </w:rPr>
              <w:t>н</w:t>
            </w:r>
            <w:r w:rsidRPr="005845C0">
              <w:rPr>
                <w:bCs/>
              </w:rPr>
              <w:t>ск</w:t>
            </w:r>
            <w:r>
              <w:rPr>
                <w:bCs/>
              </w:rPr>
              <w:t>ий</w:t>
            </w:r>
            <w:r w:rsidRPr="005845C0">
              <w:rPr>
                <w:bCs/>
              </w:rPr>
              <w:t xml:space="preserve"> район</w:t>
            </w:r>
            <w:r>
              <w:rPr>
                <w:bCs/>
              </w:rPr>
              <w:t xml:space="preserve">» </w:t>
            </w:r>
            <w:r w:rsidRPr="001B46FB">
              <w:rPr>
                <w:color w:val="auto"/>
              </w:rPr>
              <w:t>Ульяновской о</w:t>
            </w:r>
            <w:r w:rsidRPr="001B46FB">
              <w:rPr>
                <w:color w:val="auto"/>
              </w:rPr>
              <w:t>б</w:t>
            </w:r>
            <w:r w:rsidRPr="001B46FB">
              <w:rPr>
                <w:color w:val="auto"/>
              </w:rPr>
              <w:t>ласти</w:t>
            </w:r>
          </w:p>
        </w:tc>
      </w:tr>
      <w:tr w:rsidR="00125F3D" w:rsidRPr="001B46FB" w:rsidTr="00285A8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352E6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B46FB">
              <w:rPr>
                <w:color w:val="auto"/>
              </w:rPr>
              <w:t>8.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825978" w:rsidRDefault="00125F3D" w:rsidP="009667E0">
            <w:pPr>
              <w:jc w:val="both"/>
            </w:pPr>
            <w:r w:rsidRPr="006929D7">
              <w:t>Земельный участок, категория земель: зе</w:t>
            </w:r>
            <w:r w:rsidRPr="006929D7">
              <w:t>м</w:t>
            </w:r>
            <w:r w:rsidRPr="006929D7">
              <w:t xml:space="preserve">ли населённых пунктов, разрешённое </w:t>
            </w:r>
            <w:r>
              <w:br/>
            </w:r>
            <w:r w:rsidRPr="006929D7">
              <w:t xml:space="preserve">использование: для размещения локальной газовой котельной, общая площадь </w:t>
            </w:r>
            <w:r>
              <w:br/>
            </w:r>
            <w:r w:rsidRPr="006929D7">
              <w:t>221 кв. м, кадастровый номер</w:t>
            </w:r>
            <w:r>
              <w:t xml:space="preserve">: </w:t>
            </w:r>
            <w:r w:rsidRPr="006929D7">
              <w:t>73:01:</w:t>
            </w:r>
            <w:r>
              <w:t xml:space="preserve"> </w:t>
            </w:r>
            <w:r w:rsidRPr="006929D7">
              <w:t>020210:82,</w:t>
            </w:r>
            <w:r>
              <w:t xml:space="preserve"> </w:t>
            </w:r>
            <w:r w:rsidRPr="006929D7">
              <w:t>Ульяновская область, Базарн</w:t>
            </w:r>
            <w:r w:rsidRPr="006929D7">
              <w:t>о</w:t>
            </w:r>
            <w:r w:rsidRPr="006929D7">
              <w:t>сызганский район, р.п. Базарный Сызган, ул. Рабочая, д. 34А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A43ED6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1B46FB">
              <w:rPr>
                <w:color w:val="auto"/>
              </w:rPr>
              <w:t>Безвозмездно принято из со</w:t>
            </w:r>
            <w:r w:rsidRPr="001B46FB">
              <w:rPr>
                <w:color w:val="auto"/>
              </w:rPr>
              <w:t>б</w:t>
            </w:r>
            <w:r w:rsidRPr="001B46FB">
              <w:rPr>
                <w:color w:val="auto"/>
              </w:rPr>
              <w:t>ственности муниципального образо</w:t>
            </w:r>
            <w:r>
              <w:rPr>
                <w:color w:val="auto"/>
              </w:rPr>
              <w:t>вания «</w:t>
            </w:r>
            <w:r w:rsidRPr="005845C0">
              <w:rPr>
                <w:bCs/>
              </w:rPr>
              <w:t>Базарносызга</w:t>
            </w:r>
            <w:r w:rsidRPr="005845C0">
              <w:rPr>
                <w:bCs/>
              </w:rPr>
              <w:t>н</w:t>
            </w:r>
            <w:r w:rsidRPr="005845C0">
              <w:rPr>
                <w:bCs/>
              </w:rPr>
              <w:t>ск</w:t>
            </w:r>
            <w:r>
              <w:rPr>
                <w:bCs/>
              </w:rPr>
              <w:t>ий</w:t>
            </w:r>
            <w:r w:rsidRPr="005845C0">
              <w:rPr>
                <w:bCs/>
              </w:rPr>
              <w:t xml:space="preserve"> район</w:t>
            </w:r>
            <w:r>
              <w:rPr>
                <w:bCs/>
              </w:rPr>
              <w:t xml:space="preserve">» </w:t>
            </w:r>
            <w:r w:rsidRPr="001B46FB">
              <w:rPr>
                <w:color w:val="auto"/>
              </w:rPr>
              <w:t>Ульяновской о</w:t>
            </w:r>
            <w:r w:rsidRPr="001B46FB">
              <w:rPr>
                <w:color w:val="auto"/>
              </w:rPr>
              <w:t>б</w:t>
            </w:r>
            <w:r w:rsidRPr="001B46FB">
              <w:rPr>
                <w:color w:val="auto"/>
              </w:rPr>
              <w:t>ласти</w:t>
            </w:r>
          </w:p>
        </w:tc>
      </w:tr>
      <w:tr w:rsidR="00125F3D" w:rsidRPr="001B46FB" w:rsidTr="00285A8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352E6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B46FB">
              <w:rPr>
                <w:color w:val="auto"/>
              </w:rPr>
              <w:t>9.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825978" w:rsidRDefault="00125F3D" w:rsidP="00A43ED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1B3">
              <w:rPr>
                <w:rFonts w:ascii="Times New Roman" w:hAnsi="Times New Roman" w:cs="Times New Roman"/>
                <w:sz w:val="28"/>
                <w:szCs w:val="28"/>
              </w:rPr>
              <w:t>Здание пожарной части, назначение: неж</w:t>
            </w:r>
            <w:r w:rsidRPr="009C21B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C21B3">
              <w:rPr>
                <w:rFonts w:ascii="Times New Roman" w:hAnsi="Times New Roman" w:cs="Times New Roman"/>
                <w:sz w:val="28"/>
                <w:szCs w:val="28"/>
              </w:rPr>
              <w:t>лое, 1-этажный, общая площадь 251,6 кв. м, кадаст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ровый номер: </w:t>
            </w:r>
            <w:r w:rsidRPr="009C21B3">
              <w:rPr>
                <w:rFonts w:ascii="Times New Roman" w:hAnsi="Times New Roman" w:cs="Times New Roman"/>
                <w:sz w:val="28"/>
                <w:szCs w:val="28"/>
              </w:rPr>
              <w:t>73:01:010402:98, Уль</w:t>
            </w:r>
            <w:r w:rsidRPr="009C21B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C21B3">
              <w:rPr>
                <w:rFonts w:ascii="Times New Roman" w:hAnsi="Times New Roman" w:cs="Times New Roman"/>
                <w:sz w:val="28"/>
                <w:szCs w:val="28"/>
              </w:rPr>
              <w:t>новская область, Базарносызганский район, с. Красная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21B3">
              <w:rPr>
                <w:rFonts w:ascii="Times New Roman" w:hAnsi="Times New Roman" w:cs="Times New Roman"/>
                <w:sz w:val="28"/>
                <w:szCs w:val="28"/>
              </w:rPr>
              <w:t>Сосна, ул. Семенова, дом 48А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A43ED6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1B46FB">
              <w:rPr>
                <w:color w:val="auto"/>
              </w:rPr>
              <w:t>Безвозмездно принято из со</w:t>
            </w:r>
            <w:r w:rsidRPr="001B46FB">
              <w:rPr>
                <w:color w:val="auto"/>
              </w:rPr>
              <w:t>б</w:t>
            </w:r>
            <w:r w:rsidRPr="001B46FB">
              <w:rPr>
                <w:color w:val="auto"/>
              </w:rPr>
              <w:t>ственности муниципального образо</w:t>
            </w:r>
            <w:r>
              <w:rPr>
                <w:color w:val="auto"/>
              </w:rPr>
              <w:t>вания «</w:t>
            </w:r>
            <w:r w:rsidRPr="005845C0">
              <w:rPr>
                <w:bCs/>
              </w:rPr>
              <w:t>Базарносызга</w:t>
            </w:r>
            <w:r w:rsidRPr="005845C0">
              <w:rPr>
                <w:bCs/>
              </w:rPr>
              <w:t>н</w:t>
            </w:r>
            <w:r w:rsidRPr="005845C0">
              <w:rPr>
                <w:bCs/>
              </w:rPr>
              <w:t>ск</w:t>
            </w:r>
            <w:r>
              <w:rPr>
                <w:bCs/>
              </w:rPr>
              <w:t>ий</w:t>
            </w:r>
            <w:r w:rsidRPr="005845C0">
              <w:rPr>
                <w:bCs/>
              </w:rPr>
              <w:t xml:space="preserve"> район</w:t>
            </w:r>
            <w:r>
              <w:rPr>
                <w:bCs/>
              </w:rPr>
              <w:t xml:space="preserve">» </w:t>
            </w:r>
            <w:r w:rsidRPr="001B46FB">
              <w:rPr>
                <w:color w:val="auto"/>
              </w:rPr>
              <w:t>Ульяновской о</w:t>
            </w:r>
            <w:r w:rsidRPr="001B46FB">
              <w:rPr>
                <w:color w:val="auto"/>
              </w:rPr>
              <w:t>б</w:t>
            </w:r>
            <w:r w:rsidRPr="001B46FB">
              <w:rPr>
                <w:color w:val="auto"/>
              </w:rPr>
              <w:t>ласти</w:t>
            </w:r>
          </w:p>
        </w:tc>
      </w:tr>
      <w:tr w:rsidR="00125F3D" w:rsidRPr="001B46FB" w:rsidTr="00285A8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352E6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1B46FB">
              <w:rPr>
                <w:color w:val="auto"/>
              </w:rPr>
              <w:t>10.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A43ED6" w:rsidRDefault="00125F3D" w:rsidP="00A43ED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1B3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категория земель: зе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 населённых пунктов, разрешё</w:t>
            </w:r>
            <w:r w:rsidRPr="009C21B3">
              <w:rPr>
                <w:rFonts w:ascii="Times New Roman" w:hAnsi="Times New Roman" w:cs="Times New Roman"/>
                <w:sz w:val="28"/>
                <w:szCs w:val="28"/>
              </w:rPr>
              <w:t>нное и</w:t>
            </w:r>
            <w:r w:rsidRPr="009C21B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C21B3">
              <w:rPr>
                <w:rFonts w:ascii="Times New Roman" w:hAnsi="Times New Roman" w:cs="Times New Roman"/>
                <w:sz w:val="28"/>
                <w:szCs w:val="28"/>
              </w:rPr>
              <w:t>пользование: объекты пожарной охраны, общая площадь 872 кв. м, кадастровый н</w:t>
            </w:r>
            <w:r w:rsidRPr="009C21B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21B3">
              <w:rPr>
                <w:rFonts w:ascii="Times New Roman" w:hAnsi="Times New Roman" w:cs="Times New Roman"/>
                <w:sz w:val="28"/>
                <w:szCs w:val="28"/>
              </w:rPr>
              <w:t>мер: 73:01:010402:97,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21B3">
              <w:rPr>
                <w:rFonts w:ascii="Times New Roman" w:hAnsi="Times New Roman" w:cs="Times New Roman"/>
                <w:sz w:val="28"/>
                <w:szCs w:val="28"/>
              </w:rPr>
              <w:t>Ульяновская область, Базарносызганский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21B3">
              <w:rPr>
                <w:rFonts w:ascii="Times New Roman" w:hAnsi="Times New Roman" w:cs="Times New Roman"/>
                <w:sz w:val="28"/>
                <w:szCs w:val="28"/>
              </w:rPr>
              <w:t>с. Красная С</w:t>
            </w:r>
            <w:r w:rsidRPr="009C21B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C21B3">
              <w:rPr>
                <w:rFonts w:ascii="Times New Roman" w:hAnsi="Times New Roman" w:cs="Times New Roman"/>
                <w:sz w:val="28"/>
                <w:szCs w:val="28"/>
              </w:rPr>
              <w:t>сна, ул. Семенова, дом 48А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A43ED6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1B46FB">
              <w:rPr>
                <w:color w:val="auto"/>
              </w:rPr>
              <w:t>Безвозмездно принято из со</w:t>
            </w:r>
            <w:r w:rsidRPr="001B46FB">
              <w:rPr>
                <w:color w:val="auto"/>
              </w:rPr>
              <w:t>б</w:t>
            </w:r>
            <w:r w:rsidRPr="001B46FB">
              <w:rPr>
                <w:color w:val="auto"/>
              </w:rPr>
              <w:t>ственности муниципального образо</w:t>
            </w:r>
            <w:r>
              <w:rPr>
                <w:color w:val="auto"/>
              </w:rPr>
              <w:t>вания «</w:t>
            </w:r>
            <w:r w:rsidRPr="005845C0">
              <w:rPr>
                <w:bCs/>
              </w:rPr>
              <w:t>Базарносызга</w:t>
            </w:r>
            <w:r w:rsidRPr="005845C0">
              <w:rPr>
                <w:bCs/>
              </w:rPr>
              <w:t>н</w:t>
            </w:r>
            <w:r w:rsidRPr="005845C0">
              <w:rPr>
                <w:bCs/>
              </w:rPr>
              <w:t>ск</w:t>
            </w:r>
            <w:r>
              <w:rPr>
                <w:bCs/>
              </w:rPr>
              <w:t>ий</w:t>
            </w:r>
            <w:r w:rsidRPr="005845C0">
              <w:rPr>
                <w:bCs/>
              </w:rPr>
              <w:t xml:space="preserve"> район</w:t>
            </w:r>
            <w:r>
              <w:rPr>
                <w:bCs/>
              </w:rPr>
              <w:t xml:space="preserve">» </w:t>
            </w:r>
            <w:r w:rsidRPr="001B46FB">
              <w:rPr>
                <w:color w:val="auto"/>
              </w:rPr>
              <w:t>Ульяновской о</w:t>
            </w:r>
            <w:r w:rsidRPr="001B46FB">
              <w:rPr>
                <w:color w:val="auto"/>
              </w:rPr>
              <w:t>б</w:t>
            </w:r>
            <w:r w:rsidRPr="001B46FB">
              <w:rPr>
                <w:color w:val="auto"/>
              </w:rPr>
              <w:t>ласти</w:t>
            </w:r>
          </w:p>
        </w:tc>
      </w:tr>
      <w:tr w:rsidR="00125F3D" w:rsidRPr="001B46FB" w:rsidTr="00285A8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352E6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1B46FB">
              <w:rPr>
                <w:color w:val="auto"/>
              </w:rPr>
              <w:t>11.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4F7873" w:rsidRDefault="00125F3D" w:rsidP="001974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FD9">
              <w:rPr>
                <w:rFonts w:ascii="Times New Roman" w:hAnsi="Times New Roman" w:cs="Times New Roman"/>
                <w:sz w:val="28"/>
                <w:szCs w:val="28"/>
              </w:rPr>
              <w:t>Здание пожарного депо, назначение: неж</w:t>
            </w:r>
            <w:r w:rsidRPr="00650FD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50FD9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ое, 1-этажный (подземных этажей – 0</w:t>
            </w:r>
            <w:r w:rsidRPr="00650FD9">
              <w:rPr>
                <w:rFonts w:ascii="Times New Roman" w:hAnsi="Times New Roman" w:cs="Times New Roman"/>
                <w:sz w:val="28"/>
                <w:szCs w:val="28"/>
              </w:rPr>
              <w:t>), общая площадь 401,4 кв. м, лит. А, кадас</w:t>
            </w:r>
            <w:r w:rsidRPr="00650FD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50FD9">
              <w:rPr>
                <w:rFonts w:ascii="Times New Roman" w:hAnsi="Times New Roman" w:cs="Times New Roman"/>
                <w:sz w:val="28"/>
                <w:szCs w:val="28"/>
              </w:rPr>
              <w:t>ровый номер: 73:14:050102:288,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0FD9">
              <w:rPr>
                <w:rFonts w:ascii="Times New Roman" w:hAnsi="Times New Roman" w:cs="Times New Roman"/>
                <w:sz w:val="28"/>
                <w:szCs w:val="28"/>
              </w:rPr>
              <w:t>Ульяно</w:t>
            </w:r>
            <w:r w:rsidRPr="00650FD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50FD9">
              <w:rPr>
                <w:rFonts w:ascii="Times New Roman" w:hAnsi="Times New Roman" w:cs="Times New Roman"/>
                <w:sz w:val="28"/>
                <w:szCs w:val="28"/>
              </w:rPr>
              <w:t>ская область, Сенг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илеевский район,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р.п. Цемзавод, </w:t>
            </w:r>
            <w:r w:rsidRPr="00650FD9">
              <w:rPr>
                <w:rFonts w:ascii="Times New Roman" w:hAnsi="Times New Roman" w:cs="Times New Roman"/>
                <w:sz w:val="28"/>
                <w:szCs w:val="28"/>
              </w:rPr>
              <w:t>ул. 1 Пятилетки, дом 13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A43ED6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1B46FB">
              <w:rPr>
                <w:color w:val="auto"/>
              </w:rPr>
              <w:t>Безвозмездно принято из со</w:t>
            </w:r>
            <w:r w:rsidRPr="001B46FB">
              <w:rPr>
                <w:color w:val="auto"/>
              </w:rPr>
              <w:t>б</w:t>
            </w:r>
            <w:r w:rsidRPr="001B46FB">
              <w:rPr>
                <w:color w:val="auto"/>
              </w:rPr>
              <w:t xml:space="preserve">ственности муниципального образования </w:t>
            </w:r>
            <w:r>
              <w:rPr>
                <w:color w:val="auto"/>
              </w:rPr>
              <w:t>«Сенгилеев</w:t>
            </w:r>
            <w:r w:rsidRPr="005845C0">
              <w:rPr>
                <w:bCs/>
              </w:rPr>
              <w:t>ск</w:t>
            </w:r>
            <w:r>
              <w:rPr>
                <w:bCs/>
              </w:rPr>
              <w:t>ий</w:t>
            </w:r>
            <w:r w:rsidRPr="005845C0">
              <w:rPr>
                <w:bCs/>
              </w:rPr>
              <w:t xml:space="preserve"> район</w:t>
            </w:r>
            <w:r>
              <w:rPr>
                <w:bCs/>
              </w:rPr>
              <w:t xml:space="preserve">» </w:t>
            </w:r>
            <w:r w:rsidRPr="001B46FB">
              <w:rPr>
                <w:color w:val="auto"/>
              </w:rPr>
              <w:t>Ульяновской области</w:t>
            </w:r>
          </w:p>
        </w:tc>
      </w:tr>
      <w:tr w:rsidR="00125F3D" w:rsidRPr="001B46FB" w:rsidTr="00285A88">
        <w:trPr>
          <w:trHeight w:val="2238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352E6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1B46FB">
              <w:rPr>
                <w:color w:val="auto"/>
              </w:rPr>
              <w:t>12.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FB4380" w:rsidRDefault="00125F3D" w:rsidP="00A43ED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FD9">
              <w:rPr>
                <w:rFonts w:ascii="Times New Roman" w:hAnsi="Times New Roman" w:cs="Times New Roman"/>
                <w:sz w:val="28"/>
                <w:szCs w:val="28"/>
              </w:rPr>
              <w:t>Земельный участ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ок, категория земель: зе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 населённых пунктов, разрешё</w:t>
            </w:r>
            <w:r w:rsidRPr="00650FD9">
              <w:rPr>
                <w:rFonts w:ascii="Times New Roman" w:hAnsi="Times New Roman" w:cs="Times New Roman"/>
                <w:sz w:val="28"/>
                <w:szCs w:val="28"/>
              </w:rPr>
              <w:t>нное и</w:t>
            </w:r>
            <w:r w:rsidRPr="00650FD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50FD9">
              <w:rPr>
                <w:rFonts w:ascii="Times New Roman" w:hAnsi="Times New Roman" w:cs="Times New Roman"/>
                <w:sz w:val="28"/>
                <w:szCs w:val="28"/>
              </w:rPr>
              <w:t>пользование: объекты пожарной безопасн</w:t>
            </w:r>
            <w:r w:rsidRPr="00650FD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50FD9">
              <w:rPr>
                <w:rFonts w:ascii="Times New Roman" w:hAnsi="Times New Roman" w:cs="Times New Roman"/>
                <w:sz w:val="28"/>
                <w:szCs w:val="28"/>
              </w:rPr>
              <w:t>сти, общая площадь 875 кв. 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50FD9">
              <w:rPr>
                <w:rFonts w:ascii="Times New Roman" w:hAnsi="Times New Roman" w:cs="Times New Roman"/>
                <w:sz w:val="28"/>
                <w:szCs w:val="28"/>
              </w:rPr>
              <w:t>кадастровый номер: 73:14:050102:184, Ул</w:t>
            </w:r>
            <w:r w:rsidRPr="00650FD9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50FD9">
              <w:rPr>
                <w:rFonts w:ascii="Times New Roman" w:hAnsi="Times New Roman" w:cs="Times New Roman"/>
                <w:sz w:val="28"/>
                <w:szCs w:val="28"/>
              </w:rPr>
              <w:t>яновская область, Сенгилеевский район, р.п. Цемзавод, ул. 1 Пятилетки, дом 13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A43ED6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1B46FB">
              <w:rPr>
                <w:color w:val="auto"/>
              </w:rPr>
              <w:t>Безвозмездно принято из со</w:t>
            </w:r>
            <w:r w:rsidRPr="001B46FB">
              <w:rPr>
                <w:color w:val="auto"/>
              </w:rPr>
              <w:t>б</w:t>
            </w:r>
            <w:r w:rsidRPr="001B46FB">
              <w:rPr>
                <w:color w:val="auto"/>
              </w:rPr>
              <w:t xml:space="preserve">ственности муниципального образования </w:t>
            </w:r>
            <w:r>
              <w:rPr>
                <w:color w:val="auto"/>
              </w:rPr>
              <w:t>«Сенгилеев</w:t>
            </w:r>
            <w:r w:rsidRPr="005845C0">
              <w:rPr>
                <w:bCs/>
              </w:rPr>
              <w:t>ск</w:t>
            </w:r>
            <w:r>
              <w:rPr>
                <w:bCs/>
              </w:rPr>
              <w:t>ий</w:t>
            </w:r>
            <w:r w:rsidRPr="005845C0">
              <w:rPr>
                <w:bCs/>
              </w:rPr>
              <w:t xml:space="preserve"> район</w:t>
            </w:r>
            <w:r>
              <w:rPr>
                <w:bCs/>
              </w:rPr>
              <w:t xml:space="preserve">» </w:t>
            </w:r>
            <w:r w:rsidRPr="001B46FB">
              <w:rPr>
                <w:color w:val="auto"/>
              </w:rPr>
              <w:t>Ульяновской области</w:t>
            </w:r>
          </w:p>
        </w:tc>
      </w:tr>
      <w:tr w:rsidR="00125F3D" w:rsidRPr="001B46FB" w:rsidTr="00285A88">
        <w:trPr>
          <w:trHeight w:val="192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352E6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>
              <w:rPr>
                <w:color w:val="auto"/>
              </w:rPr>
              <w:t>13.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D39C1" w:rsidRDefault="00125F3D" w:rsidP="00A76CB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FD9">
              <w:rPr>
                <w:rFonts w:ascii="Times New Roman" w:hAnsi="Times New Roman" w:cs="Times New Roman"/>
                <w:sz w:val="28"/>
                <w:szCs w:val="28"/>
              </w:rPr>
              <w:t>Пожарное депо, назначение: нежилое,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50FD9">
              <w:rPr>
                <w:rFonts w:ascii="Times New Roman" w:hAnsi="Times New Roman" w:cs="Times New Roman"/>
                <w:sz w:val="28"/>
                <w:szCs w:val="28"/>
              </w:rPr>
              <w:t xml:space="preserve"> 1-этажный, общая площадь 499 кв. м, кад</w:t>
            </w:r>
            <w:r w:rsidRPr="00650FD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50FD9">
              <w:rPr>
                <w:rFonts w:ascii="Times New Roman" w:hAnsi="Times New Roman" w:cs="Times New Roman"/>
                <w:sz w:val="28"/>
                <w:szCs w:val="28"/>
              </w:rPr>
              <w:t>стровый номер: 73:02:044601:280,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0FD9">
              <w:rPr>
                <w:rFonts w:ascii="Times New Roman" w:hAnsi="Times New Roman" w:cs="Times New Roman"/>
                <w:sz w:val="28"/>
                <w:szCs w:val="28"/>
              </w:rPr>
              <w:t>Ульяно</w:t>
            </w:r>
            <w:r w:rsidRPr="00650FD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50FD9">
              <w:rPr>
                <w:rFonts w:ascii="Times New Roman" w:hAnsi="Times New Roman" w:cs="Times New Roman"/>
                <w:sz w:val="28"/>
                <w:szCs w:val="28"/>
              </w:rPr>
              <w:t>ская область, Барышский район, северная часть кадастрового квартала 73:02:044601,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0FD9">
              <w:rPr>
                <w:rFonts w:ascii="Times New Roman" w:hAnsi="Times New Roman" w:cs="Times New Roman"/>
                <w:sz w:val="28"/>
                <w:szCs w:val="28"/>
              </w:rPr>
              <w:t>Ульяновская область, Барышский район, северная часть кадастрового квартала 73:02:044601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A76CB4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1B46FB">
              <w:rPr>
                <w:color w:val="auto"/>
              </w:rPr>
              <w:t>Безвозмездно принято из со</w:t>
            </w:r>
            <w:r w:rsidRPr="001B46FB">
              <w:rPr>
                <w:color w:val="auto"/>
              </w:rPr>
              <w:t>б</w:t>
            </w:r>
            <w:r w:rsidRPr="001B46FB">
              <w:rPr>
                <w:color w:val="auto"/>
              </w:rPr>
              <w:t>ственности муниципального образо</w:t>
            </w:r>
            <w:r>
              <w:rPr>
                <w:color w:val="auto"/>
              </w:rPr>
              <w:t>вания «Живайкинское сельское поселение» Бары</w:t>
            </w:r>
            <w:r>
              <w:rPr>
                <w:color w:val="auto"/>
              </w:rPr>
              <w:t>ш</w:t>
            </w:r>
            <w:r>
              <w:rPr>
                <w:color w:val="auto"/>
              </w:rPr>
              <w:t xml:space="preserve">ского </w:t>
            </w:r>
            <w:r w:rsidRPr="005845C0">
              <w:rPr>
                <w:bCs/>
              </w:rPr>
              <w:t>район</w:t>
            </w:r>
            <w:r>
              <w:rPr>
                <w:bCs/>
              </w:rPr>
              <w:t xml:space="preserve">а </w:t>
            </w:r>
            <w:r w:rsidRPr="001B46FB">
              <w:rPr>
                <w:color w:val="auto"/>
              </w:rPr>
              <w:t>Ульяновской о</w:t>
            </w:r>
            <w:r w:rsidRPr="001B46FB">
              <w:rPr>
                <w:color w:val="auto"/>
              </w:rPr>
              <w:t>б</w:t>
            </w:r>
            <w:r w:rsidRPr="001B46FB">
              <w:rPr>
                <w:color w:val="auto"/>
              </w:rPr>
              <w:t>ласти</w:t>
            </w:r>
          </w:p>
        </w:tc>
      </w:tr>
      <w:tr w:rsidR="00125F3D" w:rsidRPr="001B46FB" w:rsidTr="00285A8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352E6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>
              <w:rPr>
                <w:color w:val="auto"/>
              </w:rPr>
              <w:t>14.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A43ED6">
            <w:pPr>
              <w:pStyle w:val="ConsPlusNormal"/>
              <w:ind w:firstLine="0"/>
              <w:jc w:val="both"/>
            </w:pPr>
            <w:r w:rsidRPr="00773E5E">
              <w:rPr>
                <w:rFonts w:ascii="Times New Roman" w:hAnsi="Times New Roman" w:cs="Times New Roman"/>
                <w:sz w:val="28"/>
                <w:szCs w:val="28"/>
              </w:rPr>
              <w:t>Земельный участок, категория земель: зе</w:t>
            </w:r>
            <w:r w:rsidRPr="00773E5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73E5E">
              <w:rPr>
                <w:rFonts w:ascii="Times New Roman" w:hAnsi="Times New Roman" w:cs="Times New Roman"/>
                <w:sz w:val="28"/>
                <w:szCs w:val="28"/>
              </w:rPr>
              <w:t>ли сельскохозя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йственного назначения,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решё</w:t>
            </w:r>
            <w:r w:rsidRPr="00773E5E">
              <w:rPr>
                <w:rFonts w:ascii="Times New Roman" w:hAnsi="Times New Roman" w:cs="Times New Roman"/>
                <w:sz w:val="28"/>
                <w:szCs w:val="28"/>
              </w:rPr>
              <w:t>нное использование: пожарные части, пожарные депо, общая площадь 1085 кв. м, кадастровый номер: 73:02:044601:278,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3E5E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r w:rsidRPr="00773E5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73E5E">
              <w:rPr>
                <w:rFonts w:ascii="Times New Roman" w:hAnsi="Times New Roman" w:cs="Times New Roman"/>
                <w:sz w:val="28"/>
                <w:szCs w:val="28"/>
              </w:rPr>
              <w:t>яновская область, Барышский район, севе</w:t>
            </w:r>
            <w:r w:rsidRPr="00773E5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73E5E">
              <w:rPr>
                <w:rFonts w:ascii="Times New Roman" w:hAnsi="Times New Roman" w:cs="Times New Roman"/>
                <w:sz w:val="28"/>
                <w:szCs w:val="28"/>
              </w:rPr>
              <w:t>ная часть кадастрового квартала 73:02:044601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A43ED6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1B46FB">
              <w:rPr>
                <w:color w:val="auto"/>
              </w:rPr>
              <w:t>Безвозмездно принято из со</w:t>
            </w:r>
            <w:r w:rsidRPr="001B46FB">
              <w:rPr>
                <w:color w:val="auto"/>
              </w:rPr>
              <w:t>б</w:t>
            </w:r>
            <w:r w:rsidRPr="001B46FB">
              <w:rPr>
                <w:color w:val="auto"/>
              </w:rPr>
              <w:t xml:space="preserve">ственности муниципального образования </w:t>
            </w:r>
            <w:r>
              <w:rPr>
                <w:color w:val="auto"/>
              </w:rPr>
              <w:t>«Живайкинское сельское поселение» Бары</w:t>
            </w:r>
            <w:r>
              <w:rPr>
                <w:color w:val="auto"/>
              </w:rPr>
              <w:t>ш</w:t>
            </w:r>
            <w:r>
              <w:rPr>
                <w:color w:val="auto"/>
              </w:rPr>
              <w:t xml:space="preserve">ского </w:t>
            </w:r>
            <w:r w:rsidRPr="005845C0">
              <w:rPr>
                <w:bCs/>
              </w:rPr>
              <w:t>район</w:t>
            </w:r>
            <w:r>
              <w:rPr>
                <w:bCs/>
              </w:rPr>
              <w:t xml:space="preserve">а </w:t>
            </w:r>
            <w:r w:rsidRPr="001B46FB">
              <w:rPr>
                <w:color w:val="auto"/>
              </w:rPr>
              <w:t>Ульяновской о</w:t>
            </w:r>
            <w:r w:rsidRPr="001B46FB">
              <w:rPr>
                <w:color w:val="auto"/>
              </w:rPr>
              <w:t>б</w:t>
            </w:r>
            <w:r w:rsidRPr="001B46FB">
              <w:rPr>
                <w:color w:val="auto"/>
              </w:rPr>
              <w:t>ласти</w:t>
            </w:r>
          </w:p>
        </w:tc>
      </w:tr>
      <w:tr w:rsidR="00125F3D" w:rsidRPr="001B46FB" w:rsidTr="00285A8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352E6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>
              <w:rPr>
                <w:color w:val="auto"/>
              </w:rPr>
              <w:t>15.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4F7873" w:rsidRDefault="00125F3D" w:rsidP="00A43ED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E5E">
              <w:rPr>
                <w:rFonts w:ascii="Times New Roman" w:hAnsi="Times New Roman" w:cs="Times New Roman"/>
                <w:sz w:val="28"/>
                <w:szCs w:val="28"/>
              </w:rPr>
              <w:t>Земельный участ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ок, категория земель: зе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 населённых пунктов, разрешё</w:t>
            </w:r>
            <w:r w:rsidRPr="00773E5E">
              <w:rPr>
                <w:rFonts w:ascii="Times New Roman" w:hAnsi="Times New Roman" w:cs="Times New Roman"/>
                <w:sz w:val="28"/>
                <w:szCs w:val="28"/>
              </w:rPr>
              <w:t>нное и</w:t>
            </w:r>
            <w:r w:rsidRPr="00773E5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73E5E">
              <w:rPr>
                <w:rFonts w:ascii="Times New Roman" w:hAnsi="Times New Roman" w:cs="Times New Roman"/>
                <w:sz w:val="28"/>
                <w:szCs w:val="28"/>
              </w:rPr>
              <w:t>пользование: под зданием выставочного з</w:t>
            </w:r>
            <w:r w:rsidRPr="00773E5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73E5E">
              <w:rPr>
                <w:rFonts w:ascii="Times New Roman" w:hAnsi="Times New Roman" w:cs="Times New Roman"/>
                <w:sz w:val="28"/>
                <w:szCs w:val="28"/>
              </w:rPr>
              <w:t>ла, общая площадь 1869,9 кв. 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кадастр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вый номер </w:t>
            </w:r>
            <w:r w:rsidRPr="00773E5E">
              <w:rPr>
                <w:rFonts w:ascii="Times New Roman" w:hAnsi="Times New Roman" w:cs="Times New Roman"/>
                <w:sz w:val="28"/>
                <w:szCs w:val="28"/>
              </w:rPr>
              <w:t>73:24:041904:43,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3E5E">
              <w:rPr>
                <w:rFonts w:ascii="Times New Roman" w:hAnsi="Times New Roman" w:cs="Times New Roman"/>
                <w:sz w:val="28"/>
                <w:szCs w:val="28"/>
              </w:rPr>
              <w:t>Ульяновская область, г. Ульяновск, ул. Гончарова,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73E5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773E5E">
              <w:rPr>
                <w:rFonts w:ascii="Times New Roman" w:hAnsi="Times New Roman" w:cs="Times New Roman"/>
                <w:sz w:val="28"/>
                <w:szCs w:val="28"/>
              </w:rPr>
              <w:t xml:space="preserve"> 16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A43ED6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1B46FB">
              <w:rPr>
                <w:color w:val="auto"/>
              </w:rPr>
              <w:t>Безвозмездно принято из со</w:t>
            </w:r>
            <w:r w:rsidRPr="001B46FB">
              <w:rPr>
                <w:color w:val="auto"/>
              </w:rPr>
              <w:t>б</w:t>
            </w:r>
            <w:r w:rsidRPr="001B46FB">
              <w:rPr>
                <w:color w:val="auto"/>
              </w:rPr>
              <w:t xml:space="preserve">ственности муниципального образования </w:t>
            </w:r>
            <w:r>
              <w:rPr>
                <w:color w:val="auto"/>
              </w:rPr>
              <w:t>«город Уль</w:t>
            </w:r>
            <w:r>
              <w:rPr>
                <w:color w:val="auto"/>
              </w:rPr>
              <w:t>я</w:t>
            </w:r>
            <w:r>
              <w:rPr>
                <w:color w:val="auto"/>
              </w:rPr>
              <w:t xml:space="preserve">новск» </w:t>
            </w:r>
            <w:r w:rsidRPr="001B46FB">
              <w:rPr>
                <w:color w:val="auto"/>
              </w:rPr>
              <w:t>Ульяновской области</w:t>
            </w:r>
          </w:p>
        </w:tc>
      </w:tr>
      <w:tr w:rsidR="00125F3D" w:rsidRPr="001B46FB" w:rsidTr="00285A8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352E6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>
              <w:rPr>
                <w:color w:val="auto"/>
              </w:rPr>
              <w:t>16.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A43ED6">
            <w:pPr>
              <w:pStyle w:val="ConsPlusNormal"/>
              <w:ind w:firstLine="0"/>
              <w:jc w:val="both"/>
            </w:pPr>
            <w:r w:rsidRPr="009841D3">
              <w:rPr>
                <w:rFonts w:ascii="Times New Roman" w:hAnsi="Times New Roman" w:cs="Times New Roman"/>
                <w:sz w:val="28"/>
                <w:szCs w:val="28"/>
              </w:rPr>
              <w:t>Здание пожарного депо, назначение: неж</w:t>
            </w:r>
            <w:r w:rsidRPr="009841D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841D3">
              <w:rPr>
                <w:rFonts w:ascii="Times New Roman" w:hAnsi="Times New Roman" w:cs="Times New Roman"/>
                <w:sz w:val="28"/>
                <w:szCs w:val="28"/>
              </w:rPr>
              <w:t xml:space="preserve">лое здание, 1-этажный, общая площадь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841D3">
              <w:rPr>
                <w:rFonts w:ascii="Times New Roman" w:hAnsi="Times New Roman" w:cs="Times New Roman"/>
                <w:sz w:val="28"/>
                <w:szCs w:val="28"/>
              </w:rPr>
              <w:t>319 кв.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инв. №</w:t>
            </w:r>
            <w:r w:rsidRPr="009841D3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отсутствует, кадастровый номер: 73:12:020403:387,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41D3">
              <w:rPr>
                <w:rFonts w:ascii="Times New Roman" w:hAnsi="Times New Roman" w:cs="Times New Roman"/>
                <w:sz w:val="28"/>
                <w:szCs w:val="28"/>
              </w:rPr>
              <w:t>Ульяновская о</w:t>
            </w:r>
            <w:r w:rsidRPr="009841D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841D3">
              <w:rPr>
                <w:rFonts w:ascii="Times New Roman" w:hAnsi="Times New Roman" w:cs="Times New Roman"/>
                <w:sz w:val="28"/>
                <w:szCs w:val="28"/>
              </w:rPr>
              <w:t>ласть, Павловский район, с. Баклуши,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841D3">
              <w:rPr>
                <w:rFonts w:ascii="Times New Roman" w:hAnsi="Times New Roman" w:cs="Times New Roman"/>
                <w:sz w:val="28"/>
                <w:szCs w:val="28"/>
              </w:rPr>
              <w:t>ул. Мира,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9841D3">
              <w:rPr>
                <w:rFonts w:ascii="Times New Roman" w:hAnsi="Times New Roman" w:cs="Times New Roman"/>
                <w:sz w:val="28"/>
                <w:szCs w:val="28"/>
              </w:rPr>
              <w:t xml:space="preserve"> 39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A43ED6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1B46FB">
              <w:rPr>
                <w:color w:val="auto"/>
              </w:rPr>
              <w:t>Безвозмездно принято из со</w:t>
            </w:r>
            <w:r w:rsidRPr="001B46FB">
              <w:rPr>
                <w:color w:val="auto"/>
              </w:rPr>
              <w:t>б</w:t>
            </w:r>
            <w:r w:rsidRPr="001B46FB">
              <w:rPr>
                <w:color w:val="auto"/>
              </w:rPr>
              <w:t>ственности муниципального образо</w:t>
            </w:r>
            <w:r>
              <w:rPr>
                <w:color w:val="auto"/>
              </w:rPr>
              <w:t xml:space="preserve">вания «Павловский </w:t>
            </w:r>
            <w:r w:rsidRPr="005845C0">
              <w:rPr>
                <w:bCs/>
              </w:rPr>
              <w:t>ра</w:t>
            </w:r>
            <w:r w:rsidRPr="005845C0">
              <w:rPr>
                <w:bCs/>
              </w:rPr>
              <w:t>й</w:t>
            </w:r>
            <w:r w:rsidRPr="005845C0">
              <w:rPr>
                <w:bCs/>
              </w:rPr>
              <w:t>он</w:t>
            </w:r>
            <w:r>
              <w:rPr>
                <w:bCs/>
              </w:rPr>
              <w:t xml:space="preserve">» </w:t>
            </w:r>
            <w:r w:rsidRPr="001B46FB">
              <w:rPr>
                <w:color w:val="auto"/>
              </w:rPr>
              <w:t>Ульяновской области</w:t>
            </w:r>
          </w:p>
        </w:tc>
      </w:tr>
      <w:tr w:rsidR="00125F3D" w:rsidRPr="001B46FB" w:rsidTr="00285A88">
        <w:trPr>
          <w:trHeight w:val="2281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352E6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>
              <w:rPr>
                <w:color w:val="auto"/>
              </w:rPr>
              <w:t>17.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B72C93" w:rsidRDefault="00125F3D" w:rsidP="00A43ED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D5A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категория земель: зе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 населённых пунктов, разрешё</w:t>
            </w:r>
            <w:r w:rsidRPr="00461D5A">
              <w:rPr>
                <w:rFonts w:ascii="Times New Roman" w:hAnsi="Times New Roman" w:cs="Times New Roman"/>
                <w:sz w:val="28"/>
                <w:szCs w:val="28"/>
              </w:rPr>
              <w:t>нное и</w:t>
            </w:r>
            <w:r w:rsidRPr="00461D5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61D5A">
              <w:rPr>
                <w:rFonts w:ascii="Times New Roman" w:hAnsi="Times New Roman" w:cs="Times New Roman"/>
                <w:sz w:val="28"/>
                <w:szCs w:val="28"/>
              </w:rPr>
              <w:t>пользование: Для размещения пожарного депо, площадь 900 кв. м, кадастровый н</w:t>
            </w:r>
            <w:r w:rsidRPr="00461D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61D5A">
              <w:rPr>
                <w:rFonts w:ascii="Times New Roman" w:hAnsi="Times New Roman" w:cs="Times New Roman"/>
                <w:sz w:val="28"/>
                <w:szCs w:val="28"/>
              </w:rPr>
              <w:t>мер: 73:12:020403:285,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D5A">
              <w:rPr>
                <w:rFonts w:ascii="Times New Roman" w:hAnsi="Times New Roman" w:cs="Times New Roman"/>
                <w:sz w:val="28"/>
                <w:szCs w:val="28"/>
              </w:rPr>
              <w:t>Ульяновская о</w:t>
            </w:r>
            <w:r w:rsidRPr="00461D5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61D5A">
              <w:rPr>
                <w:rFonts w:ascii="Times New Roman" w:hAnsi="Times New Roman" w:cs="Times New Roman"/>
                <w:sz w:val="28"/>
                <w:szCs w:val="28"/>
              </w:rPr>
              <w:t>ласть, Павловский район, с. Баклуши,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61D5A">
              <w:rPr>
                <w:rFonts w:ascii="Times New Roman" w:hAnsi="Times New Roman" w:cs="Times New Roman"/>
                <w:sz w:val="28"/>
                <w:szCs w:val="28"/>
              </w:rPr>
              <w:t>ул. Мира,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 </w:t>
            </w:r>
            <w:r w:rsidRPr="00461D5A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A43ED6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1B46FB">
              <w:rPr>
                <w:color w:val="auto"/>
              </w:rPr>
              <w:t>Безвозмездно принято из со</w:t>
            </w:r>
            <w:r w:rsidRPr="001B46FB">
              <w:rPr>
                <w:color w:val="auto"/>
              </w:rPr>
              <w:t>б</w:t>
            </w:r>
            <w:r w:rsidRPr="001B46FB">
              <w:rPr>
                <w:color w:val="auto"/>
              </w:rPr>
              <w:t xml:space="preserve">ственности муниципального образования </w:t>
            </w:r>
            <w:r>
              <w:rPr>
                <w:color w:val="auto"/>
              </w:rPr>
              <w:t xml:space="preserve">«Павловский </w:t>
            </w:r>
            <w:r w:rsidRPr="005845C0">
              <w:rPr>
                <w:bCs/>
              </w:rPr>
              <w:t>ра</w:t>
            </w:r>
            <w:r w:rsidRPr="005845C0">
              <w:rPr>
                <w:bCs/>
              </w:rPr>
              <w:t>й</w:t>
            </w:r>
            <w:r w:rsidRPr="005845C0">
              <w:rPr>
                <w:bCs/>
              </w:rPr>
              <w:t>он</w:t>
            </w:r>
            <w:r>
              <w:rPr>
                <w:bCs/>
              </w:rPr>
              <w:t xml:space="preserve">» </w:t>
            </w:r>
            <w:r w:rsidRPr="001B46FB">
              <w:rPr>
                <w:color w:val="auto"/>
              </w:rPr>
              <w:t>Ульяновской области</w:t>
            </w:r>
          </w:p>
        </w:tc>
      </w:tr>
      <w:tr w:rsidR="00125F3D" w:rsidRPr="001B46FB" w:rsidTr="00285A88">
        <w:trPr>
          <w:trHeight w:val="1647"/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352E6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>
              <w:rPr>
                <w:color w:val="auto"/>
              </w:rPr>
              <w:t>18.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D170BC" w:rsidRDefault="00125F3D" w:rsidP="00A43ED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0BC">
              <w:rPr>
                <w:rFonts w:ascii="Times New Roman" w:hAnsi="Times New Roman" w:cs="Times New Roman"/>
                <w:sz w:val="28"/>
                <w:szCs w:val="28"/>
              </w:rPr>
              <w:t>Пожарное депо, назначение: нежилое,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170BC">
              <w:rPr>
                <w:rFonts w:ascii="Times New Roman" w:hAnsi="Times New Roman" w:cs="Times New Roman"/>
                <w:sz w:val="28"/>
                <w:szCs w:val="28"/>
              </w:rPr>
              <w:t>1-этажный, общая площадь 179 кв. м, кад</w:t>
            </w:r>
            <w:r w:rsidRPr="00D170B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170BC">
              <w:rPr>
                <w:rFonts w:ascii="Times New Roman" w:hAnsi="Times New Roman" w:cs="Times New Roman"/>
                <w:sz w:val="28"/>
                <w:szCs w:val="28"/>
              </w:rPr>
              <w:t>стровый номер: 73:07:010502:502, Ульяно</w:t>
            </w:r>
            <w:r w:rsidRPr="00D170B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170BC">
              <w:rPr>
                <w:rFonts w:ascii="Times New Roman" w:hAnsi="Times New Roman" w:cs="Times New Roman"/>
                <w:sz w:val="28"/>
                <w:szCs w:val="28"/>
              </w:rPr>
              <w:t>ская область, Майнский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70BC">
              <w:rPr>
                <w:rFonts w:ascii="Times New Roman" w:hAnsi="Times New Roman" w:cs="Times New Roman"/>
                <w:sz w:val="28"/>
                <w:szCs w:val="28"/>
              </w:rPr>
              <w:t>с. Старые Мак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лауши, ул. Молодё</w:t>
            </w:r>
            <w:r w:rsidRPr="00D170BC">
              <w:rPr>
                <w:rFonts w:ascii="Times New Roman" w:hAnsi="Times New Roman" w:cs="Times New Roman"/>
                <w:sz w:val="28"/>
                <w:szCs w:val="28"/>
              </w:rPr>
              <w:t>жная,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D170BC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A43ED6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1B46FB">
              <w:rPr>
                <w:color w:val="auto"/>
              </w:rPr>
              <w:t>Безвозмездно принято из со</w:t>
            </w:r>
            <w:r w:rsidRPr="001B46FB">
              <w:rPr>
                <w:color w:val="auto"/>
              </w:rPr>
              <w:t>б</w:t>
            </w:r>
            <w:r w:rsidRPr="001B46FB">
              <w:rPr>
                <w:color w:val="auto"/>
              </w:rPr>
              <w:t>ственности муниципального образо</w:t>
            </w:r>
            <w:r>
              <w:rPr>
                <w:color w:val="auto"/>
              </w:rPr>
              <w:t>вания «Старомакла</w:t>
            </w:r>
            <w:r>
              <w:rPr>
                <w:color w:val="auto"/>
              </w:rPr>
              <w:t>у</w:t>
            </w:r>
            <w:r>
              <w:rPr>
                <w:color w:val="auto"/>
              </w:rPr>
              <w:t xml:space="preserve">шинское сельское поселение» Майнского  </w:t>
            </w:r>
            <w:r w:rsidRPr="005845C0">
              <w:rPr>
                <w:bCs/>
              </w:rPr>
              <w:t>район</w:t>
            </w:r>
            <w:r>
              <w:rPr>
                <w:bCs/>
              </w:rPr>
              <w:t xml:space="preserve">а </w:t>
            </w:r>
            <w:r w:rsidRPr="001B46FB">
              <w:rPr>
                <w:color w:val="auto"/>
              </w:rPr>
              <w:t>Ульяно</w:t>
            </w:r>
            <w:r w:rsidRPr="001B46FB">
              <w:rPr>
                <w:color w:val="auto"/>
              </w:rPr>
              <w:t>в</w:t>
            </w:r>
            <w:r w:rsidRPr="001B46FB">
              <w:rPr>
                <w:color w:val="auto"/>
              </w:rPr>
              <w:t>ской области</w:t>
            </w:r>
          </w:p>
        </w:tc>
      </w:tr>
      <w:tr w:rsidR="00125F3D" w:rsidRPr="001B46FB" w:rsidTr="00285A8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352E6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>
              <w:rPr>
                <w:color w:val="auto"/>
              </w:rPr>
              <w:t>19.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B72C93" w:rsidRDefault="00125F3D" w:rsidP="00B72C9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D4B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категория земель: зе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 населённых пунктов, разрешё</w:t>
            </w:r>
            <w:r w:rsidRPr="00680D4B">
              <w:rPr>
                <w:rFonts w:ascii="Times New Roman" w:hAnsi="Times New Roman" w:cs="Times New Roman"/>
                <w:sz w:val="28"/>
                <w:szCs w:val="28"/>
              </w:rPr>
              <w:t>нное и</w:t>
            </w:r>
            <w:r w:rsidRPr="00680D4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80D4B">
              <w:rPr>
                <w:rFonts w:ascii="Times New Roman" w:hAnsi="Times New Roman" w:cs="Times New Roman"/>
                <w:sz w:val="28"/>
                <w:szCs w:val="28"/>
              </w:rPr>
              <w:t>пользование: для размещения здания п</w:t>
            </w:r>
            <w:r w:rsidRPr="00680D4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80D4B">
              <w:rPr>
                <w:rFonts w:ascii="Times New Roman" w:hAnsi="Times New Roman" w:cs="Times New Roman"/>
                <w:sz w:val="28"/>
                <w:szCs w:val="28"/>
              </w:rPr>
              <w:t xml:space="preserve">жарного депо, общая площадь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424 кв. </w:t>
            </w:r>
            <w:r w:rsidRPr="00680D4B">
              <w:rPr>
                <w:rFonts w:ascii="Times New Roman" w:hAnsi="Times New Roman" w:cs="Times New Roman"/>
                <w:sz w:val="28"/>
                <w:szCs w:val="28"/>
              </w:rPr>
              <w:t>м, кадаст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ровый номер: </w:t>
            </w:r>
            <w:r w:rsidRPr="00680D4B">
              <w:rPr>
                <w:rFonts w:ascii="Times New Roman" w:hAnsi="Times New Roman" w:cs="Times New Roman"/>
                <w:sz w:val="28"/>
                <w:szCs w:val="28"/>
              </w:rPr>
              <w:t>73:07:010502:501,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0D4B">
              <w:rPr>
                <w:rFonts w:ascii="Times New Roman" w:hAnsi="Times New Roman" w:cs="Times New Roman"/>
                <w:sz w:val="28"/>
                <w:szCs w:val="28"/>
              </w:rPr>
              <w:t>Ульяновская область, Майнский район, с. Старые Мак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лауши,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ул. Молодё</w:t>
            </w:r>
            <w:r w:rsidRPr="00680D4B">
              <w:rPr>
                <w:rFonts w:ascii="Times New Roman" w:hAnsi="Times New Roman" w:cs="Times New Roman"/>
                <w:sz w:val="28"/>
                <w:szCs w:val="28"/>
              </w:rPr>
              <w:t>жная,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680D4B">
              <w:rPr>
                <w:rFonts w:ascii="Times New Roman" w:hAnsi="Times New Roman" w:cs="Times New Roman"/>
                <w:sz w:val="28"/>
                <w:szCs w:val="28"/>
              </w:rPr>
              <w:t xml:space="preserve"> 18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3D" w:rsidRPr="001B46FB" w:rsidRDefault="00125F3D" w:rsidP="00A43ED6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1B46FB">
              <w:rPr>
                <w:color w:val="auto"/>
              </w:rPr>
              <w:t>Безвозмездно принято из со</w:t>
            </w:r>
            <w:r w:rsidRPr="001B46FB">
              <w:rPr>
                <w:color w:val="auto"/>
              </w:rPr>
              <w:t>б</w:t>
            </w:r>
            <w:r w:rsidRPr="001B46FB">
              <w:rPr>
                <w:color w:val="auto"/>
              </w:rPr>
              <w:t>ственности муниципального образо</w:t>
            </w:r>
            <w:r>
              <w:rPr>
                <w:color w:val="auto"/>
              </w:rPr>
              <w:t>вания «Старомакла</w:t>
            </w:r>
            <w:r>
              <w:rPr>
                <w:color w:val="auto"/>
              </w:rPr>
              <w:t>у</w:t>
            </w:r>
            <w:r>
              <w:rPr>
                <w:color w:val="auto"/>
              </w:rPr>
              <w:t xml:space="preserve">шинское сельское поселение» Майнского  </w:t>
            </w:r>
            <w:r w:rsidRPr="005845C0">
              <w:rPr>
                <w:bCs/>
              </w:rPr>
              <w:t>район</w:t>
            </w:r>
            <w:r>
              <w:rPr>
                <w:bCs/>
              </w:rPr>
              <w:t xml:space="preserve">а </w:t>
            </w:r>
            <w:r w:rsidRPr="001B46FB">
              <w:rPr>
                <w:color w:val="auto"/>
              </w:rPr>
              <w:t>Ульяно</w:t>
            </w:r>
            <w:r w:rsidRPr="001B46FB">
              <w:rPr>
                <w:color w:val="auto"/>
              </w:rPr>
              <w:t>в</w:t>
            </w:r>
            <w:r w:rsidRPr="001B46FB">
              <w:rPr>
                <w:color w:val="auto"/>
              </w:rPr>
              <w:t>ской области</w:t>
            </w:r>
          </w:p>
        </w:tc>
      </w:tr>
    </w:tbl>
    <w:p w:rsidR="00125F3D" w:rsidRDefault="00125F3D" w:rsidP="00A6035C">
      <w:pPr>
        <w:autoSpaceDE w:val="0"/>
        <w:autoSpaceDN w:val="0"/>
        <w:adjustRightInd w:val="0"/>
        <w:ind w:firstLine="540"/>
        <w:jc w:val="both"/>
        <w:rPr>
          <w:bCs/>
          <w:color w:val="auto"/>
        </w:rPr>
      </w:pPr>
    </w:p>
    <w:p w:rsidR="00125F3D" w:rsidRDefault="00125F3D" w:rsidP="00A6035C">
      <w:pPr>
        <w:autoSpaceDE w:val="0"/>
        <w:autoSpaceDN w:val="0"/>
        <w:adjustRightInd w:val="0"/>
        <w:ind w:firstLine="540"/>
        <w:jc w:val="both"/>
        <w:rPr>
          <w:bCs/>
          <w:color w:val="auto"/>
        </w:rPr>
      </w:pPr>
    </w:p>
    <w:p w:rsidR="00125F3D" w:rsidRPr="00523585" w:rsidRDefault="00125F3D" w:rsidP="00A6035C">
      <w:pPr>
        <w:suppressAutoHyphens/>
        <w:autoSpaceDE w:val="0"/>
        <w:autoSpaceDN w:val="0"/>
        <w:adjustRightInd w:val="0"/>
        <w:jc w:val="center"/>
        <w:outlineLvl w:val="0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>____</w:t>
      </w:r>
      <w:r w:rsidRPr="001B46FB">
        <w:rPr>
          <w:color w:val="auto"/>
          <w:sz w:val="16"/>
          <w:szCs w:val="16"/>
        </w:rPr>
        <w:t>___________________________</w:t>
      </w:r>
    </w:p>
    <w:sectPr w:rsidR="00125F3D" w:rsidRPr="00523585" w:rsidSect="001C093C">
      <w:headerReference w:type="even" r:id="rId7"/>
      <w:headerReference w:type="default" r:id="rId8"/>
      <w:pgSz w:w="11905" w:h="16838" w:code="9"/>
      <w:pgMar w:top="1134" w:right="565" w:bottom="1077" w:left="1418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F3D" w:rsidRDefault="00125F3D" w:rsidP="00023927">
      <w:r>
        <w:separator/>
      </w:r>
    </w:p>
  </w:endnote>
  <w:endnote w:type="continuationSeparator" w:id="0">
    <w:p w:rsidR="00125F3D" w:rsidRDefault="00125F3D" w:rsidP="000239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F3D" w:rsidRDefault="00125F3D" w:rsidP="00023927">
      <w:r>
        <w:separator/>
      </w:r>
    </w:p>
  </w:footnote>
  <w:footnote w:type="continuationSeparator" w:id="0">
    <w:p w:rsidR="00125F3D" w:rsidRDefault="00125F3D" w:rsidP="000239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F3D" w:rsidRDefault="00125F3D" w:rsidP="004A6F2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25F3D" w:rsidRDefault="00125F3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F3D" w:rsidRDefault="00125F3D" w:rsidP="00740E1F">
    <w:pPr>
      <w:pStyle w:val="Header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F0314"/>
    <w:multiLevelType w:val="multilevel"/>
    <w:tmpl w:val="8C0E8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1772B7"/>
    <w:multiLevelType w:val="multilevel"/>
    <w:tmpl w:val="D94E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B5187E"/>
    <w:multiLevelType w:val="multilevel"/>
    <w:tmpl w:val="0D4EC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7220B3"/>
    <w:multiLevelType w:val="multilevel"/>
    <w:tmpl w:val="B1AA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4365C25"/>
    <w:multiLevelType w:val="hybridMultilevel"/>
    <w:tmpl w:val="33025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4382E61"/>
    <w:multiLevelType w:val="hybridMultilevel"/>
    <w:tmpl w:val="D94E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67338AE"/>
    <w:multiLevelType w:val="hybridMultilevel"/>
    <w:tmpl w:val="2F9283FA"/>
    <w:lvl w:ilvl="0" w:tplc="8D2EB402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96E1015"/>
    <w:multiLevelType w:val="hybridMultilevel"/>
    <w:tmpl w:val="0D4EC8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AD4371E"/>
    <w:multiLevelType w:val="hybridMultilevel"/>
    <w:tmpl w:val="81089D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EF66031"/>
    <w:multiLevelType w:val="hybridMultilevel"/>
    <w:tmpl w:val="14D6D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041619E"/>
    <w:multiLevelType w:val="hybridMultilevel"/>
    <w:tmpl w:val="590EF662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8F72DE2"/>
    <w:multiLevelType w:val="hybridMultilevel"/>
    <w:tmpl w:val="96F4B854"/>
    <w:lvl w:ilvl="0" w:tplc="578E39D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3ACB397E"/>
    <w:multiLevelType w:val="hybridMultilevel"/>
    <w:tmpl w:val="0B9A5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F862BB2"/>
    <w:multiLevelType w:val="multilevel"/>
    <w:tmpl w:val="B1AA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27E1F3A"/>
    <w:multiLevelType w:val="hybridMultilevel"/>
    <w:tmpl w:val="FEC8D25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28B19CC"/>
    <w:multiLevelType w:val="multilevel"/>
    <w:tmpl w:val="0B9A5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9A925A4"/>
    <w:multiLevelType w:val="multilevel"/>
    <w:tmpl w:val="33025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CAD4C08"/>
    <w:multiLevelType w:val="hybridMultilevel"/>
    <w:tmpl w:val="0DC6C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F443B62"/>
    <w:multiLevelType w:val="multilevel"/>
    <w:tmpl w:val="E59C4772"/>
    <w:lvl w:ilvl="0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2124DD6"/>
    <w:multiLevelType w:val="hybridMultilevel"/>
    <w:tmpl w:val="90048CFC"/>
    <w:lvl w:ilvl="0" w:tplc="0419000F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  <w:rPr>
        <w:rFonts w:cs="Times New Roman"/>
      </w:rPr>
    </w:lvl>
  </w:abstractNum>
  <w:abstractNum w:abstractNumId="21">
    <w:nsid w:val="56193FD2"/>
    <w:multiLevelType w:val="hybridMultilevel"/>
    <w:tmpl w:val="4350E46A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  <w:rPr>
        <w:rFonts w:cs="Times New Roman"/>
      </w:rPr>
    </w:lvl>
  </w:abstractNum>
  <w:abstractNum w:abstractNumId="22">
    <w:nsid w:val="56C17E7B"/>
    <w:multiLevelType w:val="hybridMultilevel"/>
    <w:tmpl w:val="F6E8EF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9A96291"/>
    <w:multiLevelType w:val="hybridMultilevel"/>
    <w:tmpl w:val="2C284D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12767DC"/>
    <w:multiLevelType w:val="hybridMultilevel"/>
    <w:tmpl w:val="8C0E8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26C236B"/>
    <w:multiLevelType w:val="hybridMultilevel"/>
    <w:tmpl w:val="E59C4772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AFB7D65"/>
    <w:multiLevelType w:val="hybridMultilevel"/>
    <w:tmpl w:val="98E888FE"/>
    <w:lvl w:ilvl="0" w:tplc="FC447B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60574A6"/>
    <w:multiLevelType w:val="hybridMultilevel"/>
    <w:tmpl w:val="E862A0A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89B15A9"/>
    <w:multiLevelType w:val="hybridMultilevel"/>
    <w:tmpl w:val="E1DA266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FC9145D"/>
    <w:multiLevelType w:val="multilevel"/>
    <w:tmpl w:val="F9643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26"/>
  </w:num>
  <w:num w:numId="5">
    <w:abstractNumId w:val="9"/>
  </w:num>
  <w:num w:numId="6">
    <w:abstractNumId w:val="6"/>
  </w:num>
  <w:num w:numId="7">
    <w:abstractNumId w:val="29"/>
  </w:num>
  <w:num w:numId="8">
    <w:abstractNumId w:val="24"/>
  </w:num>
  <w:num w:numId="9">
    <w:abstractNumId w:val="16"/>
  </w:num>
  <w:num w:numId="10">
    <w:abstractNumId w:val="23"/>
  </w:num>
  <w:num w:numId="11">
    <w:abstractNumId w:val="0"/>
  </w:num>
  <w:num w:numId="12">
    <w:abstractNumId w:val="22"/>
  </w:num>
  <w:num w:numId="13">
    <w:abstractNumId w:val="1"/>
  </w:num>
  <w:num w:numId="14">
    <w:abstractNumId w:val="8"/>
  </w:num>
  <w:num w:numId="15">
    <w:abstractNumId w:val="20"/>
  </w:num>
  <w:num w:numId="16">
    <w:abstractNumId w:val="5"/>
  </w:num>
  <w:num w:numId="17">
    <w:abstractNumId w:val="17"/>
  </w:num>
  <w:num w:numId="18">
    <w:abstractNumId w:val="18"/>
  </w:num>
  <w:num w:numId="19">
    <w:abstractNumId w:val="7"/>
  </w:num>
  <w:num w:numId="20">
    <w:abstractNumId w:val="2"/>
  </w:num>
  <w:num w:numId="21">
    <w:abstractNumId w:val="25"/>
  </w:num>
  <w:num w:numId="22">
    <w:abstractNumId w:val="19"/>
  </w:num>
  <w:num w:numId="23">
    <w:abstractNumId w:val="21"/>
  </w:num>
  <w:num w:numId="24">
    <w:abstractNumId w:val="27"/>
  </w:num>
  <w:num w:numId="25">
    <w:abstractNumId w:val="10"/>
  </w:num>
  <w:num w:numId="26">
    <w:abstractNumId w:val="3"/>
  </w:num>
  <w:num w:numId="27">
    <w:abstractNumId w:val="4"/>
  </w:num>
  <w:num w:numId="28">
    <w:abstractNumId w:val="28"/>
  </w:num>
  <w:num w:numId="29">
    <w:abstractNumId w:val="15"/>
  </w:num>
  <w:num w:numId="3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5F8B"/>
    <w:rsid w:val="000007CD"/>
    <w:rsid w:val="00000BD3"/>
    <w:rsid w:val="00004BA6"/>
    <w:rsid w:val="00005F73"/>
    <w:rsid w:val="000072DA"/>
    <w:rsid w:val="00015372"/>
    <w:rsid w:val="0001695E"/>
    <w:rsid w:val="00017AED"/>
    <w:rsid w:val="00020A09"/>
    <w:rsid w:val="00021128"/>
    <w:rsid w:val="00021E07"/>
    <w:rsid w:val="00021E3B"/>
    <w:rsid w:val="00023927"/>
    <w:rsid w:val="0002458D"/>
    <w:rsid w:val="000262C2"/>
    <w:rsid w:val="000262CF"/>
    <w:rsid w:val="00031D31"/>
    <w:rsid w:val="00033632"/>
    <w:rsid w:val="0003575D"/>
    <w:rsid w:val="00036C60"/>
    <w:rsid w:val="000433D3"/>
    <w:rsid w:val="00047773"/>
    <w:rsid w:val="00050C83"/>
    <w:rsid w:val="00052474"/>
    <w:rsid w:val="000524A7"/>
    <w:rsid w:val="00053C1E"/>
    <w:rsid w:val="000550CF"/>
    <w:rsid w:val="000611C6"/>
    <w:rsid w:val="00062543"/>
    <w:rsid w:val="00062C0C"/>
    <w:rsid w:val="000655A5"/>
    <w:rsid w:val="0006600F"/>
    <w:rsid w:val="00070D14"/>
    <w:rsid w:val="00074F7D"/>
    <w:rsid w:val="0007637E"/>
    <w:rsid w:val="00077AC3"/>
    <w:rsid w:val="00087B2B"/>
    <w:rsid w:val="00090BB8"/>
    <w:rsid w:val="00091967"/>
    <w:rsid w:val="00093C43"/>
    <w:rsid w:val="00094E7A"/>
    <w:rsid w:val="00094FB2"/>
    <w:rsid w:val="00095728"/>
    <w:rsid w:val="000972E8"/>
    <w:rsid w:val="000A1ABD"/>
    <w:rsid w:val="000B2727"/>
    <w:rsid w:val="000B332A"/>
    <w:rsid w:val="000B3BD1"/>
    <w:rsid w:val="000B58A1"/>
    <w:rsid w:val="000B5AE0"/>
    <w:rsid w:val="000C11C0"/>
    <w:rsid w:val="000C3D7D"/>
    <w:rsid w:val="000C42FA"/>
    <w:rsid w:val="000C44CA"/>
    <w:rsid w:val="000C4549"/>
    <w:rsid w:val="000C5E00"/>
    <w:rsid w:val="000C5F8B"/>
    <w:rsid w:val="000D0061"/>
    <w:rsid w:val="000D3723"/>
    <w:rsid w:val="000D5AC3"/>
    <w:rsid w:val="000D7F48"/>
    <w:rsid w:val="000E43BD"/>
    <w:rsid w:val="00101EC1"/>
    <w:rsid w:val="00102C59"/>
    <w:rsid w:val="001033CC"/>
    <w:rsid w:val="0010715A"/>
    <w:rsid w:val="00115B7B"/>
    <w:rsid w:val="00117BCB"/>
    <w:rsid w:val="0012029E"/>
    <w:rsid w:val="00125F3D"/>
    <w:rsid w:val="00130FDA"/>
    <w:rsid w:val="00132C55"/>
    <w:rsid w:val="00137F9B"/>
    <w:rsid w:val="0014010E"/>
    <w:rsid w:val="001414AD"/>
    <w:rsid w:val="001438B8"/>
    <w:rsid w:val="00143E51"/>
    <w:rsid w:val="0015028B"/>
    <w:rsid w:val="001530C5"/>
    <w:rsid w:val="001535B8"/>
    <w:rsid w:val="00162311"/>
    <w:rsid w:val="00165C0A"/>
    <w:rsid w:val="001660D5"/>
    <w:rsid w:val="00167C97"/>
    <w:rsid w:val="001736DA"/>
    <w:rsid w:val="00175D00"/>
    <w:rsid w:val="00175E28"/>
    <w:rsid w:val="00180110"/>
    <w:rsid w:val="001819A6"/>
    <w:rsid w:val="00182DFE"/>
    <w:rsid w:val="00184061"/>
    <w:rsid w:val="00186097"/>
    <w:rsid w:val="00190CF7"/>
    <w:rsid w:val="00192D6D"/>
    <w:rsid w:val="00193FDE"/>
    <w:rsid w:val="00197474"/>
    <w:rsid w:val="001A31BA"/>
    <w:rsid w:val="001A4436"/>
    <w:rsid w:val="001A4738"/>
    <w:rsid w:val="001A6E6A"/>
    <w:rsid w:val="001B0BAA"/>
    <w:rsid w:val="001B32A4"/>
    <w:rsid w:val="001B32F8"/>
    <w:rsid w:val="001B46FB"/>
    <w:rsid w:val="001B52C0"/>
    <w:rsid w:val="001B674E"/>
    <w:rsid w:val="001C093C"/>
    <w:rsid w:val="001C1577"/>
    <w:rsid w:val="001C209A"/>
    <w:rsid w:val="001C7135"/>
    <w:rsid w:val="001C71C9"/>
    <w:rsid w:val="001C7D61"/>
    <w:rsid w:val="001D001B"/>
    <w:rsid w:val="001D00D1"/>
    <w:rsid w:val="001D39C1"/>
    <w:rsid w:val="001D5275"/>
    <w:rsid w:val="001D66D5"/>
    <w:rsid w:val="001D687C"/>
    <w:rsid w:val="001E01C4"/>
    <w:rsid w:val="001E4F41"/>
    <w:rsid w:val="001E57B1"/>
    <w:rsid w:val="001E66C3"/>
    <w:rsid w:val="001E7AF7"/>
    <w:rsid w:val="001F0851"/>
    <w:rsid w:val="001F7004"/>
    <w:rsid w:val="001F77B0"/>
    <w:rsid w:val="00202898"/>
    <w:rsid w:val="00202A83"/>
    <w:rsid w:val="00213CD0"/>
    <w:rsid w:val="002158F3"/>
    <w:rsid w:val="00217765"/>
    <w:rsid w:val="00217A38"/>
    <w:rsid w:val="00226773"/>
    <w:rsid w:val="002320BF"/>
    <w:rsid w:val="00235D34"/>
    <w:rsid w:val="00240D1B"/>
    <w:rsid w:val="00244676"/>
    <w:rsid w:val="00246CC3"/>
    <w:rsid w:val="00253661"/>
    <w:rsid w:val="002555FD"/>
    <w:rsid w:val="00256FF8"/>
    <w:rsid w:val="0026059D"/>
    <w:rsid w:val="00260904"/>
    <w:rsid w:val="002657EF"/>
    <w:rsid w:val="00270831"/>
    <w:rsid w:val="00275F83"/>
    <w:rsid w:val="002816C5"/>
    <w:rsid w:val="0028338C"/>
    <w:rsid w:val="00283BA6"/>
    <w:rsid w:val="00284C9B"/>
    <w:rsid w:val="00285A88"/>
    <w:rsid w:val="0028608D"/>
    <w:rsid w:val="0029093A"/>
    <w:rsid w:val="002925E4"/>
    <w:rsid w:val="00293DF3"/>
    <w:rsid w:val="002A12BF"/>
    <w:rsid w:val="002A2D48"/>
    <w:rsid w:val="002A2DEB"/>
    <w:rsid w:val="002A381A"/>
    <w:rsid w:val="002A5956"/>
    <w:rsid w:val="002A5BA7"/>
    <w:rsid w:val="002A66CE"/>
    <w:rsid w:val="002B0B9D"/>
    <w:rsid w:val="002B0CE5"/>
    <w:rsid w:val="002B471C"/>
    <w:rsid w:val="002B5682"/>
    <w:rsid w:val="002C3CD3"/>
    <w:rsid w:val="002C5766"/>
    <w:rsid w:val="002C5C1A"/>
    <w:rsid w:val="002C6C30"/>
    <w:rsid w:val="002D1BD0"/>
    <w:rsid w:val="002D47F8"/>
    <w:rsid w:val="002E363D"/>
    <w:rsid w:val="002E3E6A"/>
    <w:rsid w:val="002E6116"/>
    <w:rsid w:val="002F1328"/>
    <w:rsid w:val="002F5984"/>
    <w:rsid w:val="00300613"/>
    <w:rsid w:val="00301524"/>
    <w:rsid w:val="00301637"/>
    <w:rsid w:val="00302106"/>
    <w:rsid w:val="00302E3E"/>
    <w:rsid w:val="00302F3E"/>
    <w:rsid w:val="003040CA"/>
    <w:rsid w:val="0032083F"/>
    <w:rsid w:val="00322DDD"/>
    <w:rsid w:val="003241C4"/>
    <w:rsid w:val="00325595"/>
    <w:rsid w:val="00325BFD"/>
    <w:rsid w:val="0033164E"/>
    <w:rsid w:val="00333E4C"/>
    <w:rsid w:val="00335E84"/>
    <w:rsid w:val="00336887"/>
    <w:rsid w:val="00344249"/>
    <w:rsid w:val="003456F7"/>
    <w:rsid w:val="003476F4"/>
    <w:rsid w:val="00350E0E"/>
    <w:rsid w:val="00352E6B"/>
    <w:rsid w:val="003556F1"/>
    <w:rsid w:val="0035628E"/>
    <w:rsid w:val="0035782F"/>
    <w:rsid w:val="00364562"/>
    <w:rsid w:val="0037013D"/>
    <w:rsid w:val="00371729"/>
    <w:rsid w:val="0037481D"/>
    <w:rsid w:val="003848E8"/>
    <w:rsid w:val="003852EA"/>
    <w:rsid w:val="00385C7B"/>
    <w:rsid w:val="00387C8E"/>
    <w:rsid w:val="0039155A"/>
    <w:rsid w:val="003941B6"/>
    <w:rsid w:val="00395EEB"/>
    <w:rsid w:val="003A12D2"/>
    <w:rsid w:val="003A295F"/>
    <w:rsid w:val="003A4E1B"/>
    <w:rsid w:val="003B2AB5"/>
    <w:rsid w:val="003B4407"/>
    <w:rsid w:val="003C40D0"/>
    <w:rsid w:val="003C43BE"/>
    <w:rsid w:val="003C56A2"/>
    <w:rsid w:val="003D0451"/>
    <w:rsid w:val="003D0AA1"/>
    <w:rsid w:val="003D0DFB"/>
    <w:rsid w:val="003D4387"/>
    <w:rsid w:val="003D54EB"/>
    <w:rsid w:val="003D6EAC"/>
    <w:rsid w:val="003E261F"/>
    <w:rsid w:val="003E2FA7"/>
    <w:rsid w:val="003F03F9"/>
    <w:rsid w:val="003F3082"/>
    <w:rsid w:val="003F50AF"/>
    <w:rsid w:val="00403910"/>
    <w:rsid w:val="004049B8"/>
    <w:rsid w:val="00407CA9"/>
    <w:rsid w:val="00407F7E"/>
    <w:rsid w:val="00407F83"/>
    <w:rsid w:val="00410BFC"/>
    <w:rsid w:val="00413E1D"/>
    <w:rsid w:val="004152F7"/>
    <w:rsid w:val="00431AF8"/>
    <w:rsid w:val="00433C4C"/>
    <w:rsid w:val="0044105D"/>
    <w:rsid w:val="00442366"/>
    <w:rsid w:val="004427F3"/>
    <w:rsid w:val="00442A3F"/>
    <w:rsid w:val="00444E25"/>
    <w:rsid w:val="00444FC8"/>
    <w:rsid w:val="00453002"/>
    <w:rsid w:val="00461D5A"/>
    <w:rsid w:val="00462748"/>
    <w:rsid w:val="00463E08"/>
    <w:rsid w:val="00467B2F"/>
    <w:rsid w:val="00471934"/>
    <w:rsid w:val="00474E6B"/>
    <w:rsid w:val="00477E52"/>
    <w:rsid w:val="00486BC2"/>
    <w:rsid w:val="00486C24"/>
    <w:rsid w:val="00487148"/>
    <w:rsid w:val="0049077C"/>
    <w:rsid w:val="00491FB9"/>
    <w:rsid w:val="00492069"/>
    <w:rsid w:val="004A3274"/>
    <w:rsid w:val="004A3357"/>
    <w:rsid w:val="004A366E"/>
    <w:rsid w:val="004A6F25"/>
    <w:rsid w:val="004A7F5D"/>
    <w:rsid w:val="004B32E3"/>
    <w:rsid w:val="004C0D85"/>
    <w:rsid w:val="004C6C00"/>
    <w:rsid w:val="004D1669"/>
    <w:rsid w:val="004D3A96"/>
    <w:rsid w:val="004E0D08"/>
    <w:rsid w:val="004E2A57"/>
    <w:rsid w:val="004E5222"/>
    <w:rsid w:val="004E7D28"/>
    <w:rsid w:val="004F03A0"/>
    <w:rsid w:val="004F1648"/>
    <w:rsid w:val="004F4496"/>
    <w:rsid w:val="004F7873"/>
    <w:rsid w:val="0050044A"/>
    <w:rsid w:val="005036F4"/>
    <w:rsid w:val="00503723"/>
    <w:rsid w:val="005048DE"/>
    <w:rsid w:val="0050763D"/>
    <w:rsid w:val="005125D3"/>
    <w:rsid w:val="0051293F"/>
    <w:rsid w:val="00513E64"/>
    <w:rsid w:val="005173C6"/>
    <w:rsid w:val="00521265"/>
    <w:rsid w:val="005224E7"/>
    <w:rsid w:val="00523585"/>
    <w:rsid w:val="00524751"/>
    <w:rsid w:val="005258DD"/>
    <w:rsid w:val="00531C05"/>
    <w:rsid w:val="0053421E"/>
    <w:rsid w:val="005362CB"/>
    <w:rsid w:val="0053643B"/>
    <w:rsid w:val="0053729B"/>
    <w:rsid w:val="00541C39"/>
    <w:rsid w:val="00541D6D"/>
    <w:rsid w:val="00544D8B"/>
    <w:rsid w:val="005459B0"/>
    <w:rsid w:val="005509AD"/>
    <w:rsid w:val="00550FF7"/>
    <w:rsid w:val="00554002"/>
    <w:rsid w:val="0055772E"/>
    <w:rsid w:val="005577FA"/>
    <w:rsid w:val="005629CC"/>
    <w:rsid w:val="005801D7"/>
    <w:rsid w:val="00581275"/>
    <w:rsid w:val="00582FCC"/>
    <w:rsid w:val="005830A8"/>
    <w:rsid w:val="005836A9"/>
    <w:rsid w:val="00584176"/>
    <w:rsid w:val="005845C0"/>
    <w:rsid w:val="005848FC"/>
    <w:rsid w:val="00585BDA"/>
    <w:rsid w:val="0059696A"/>
    <w:rsid w:val="005A1F44"/>
    <w:rsid w:val="005A24DC"/>
    <w:rsid w:val="005A345F"/>
    <w:rsid w:val="005A423C"/>
    <w:rsid w:val="005A597E"/>
    <w:rsid w:val="005A6BD7"/>
    <w:rsid w:val="005B05AF"/>
    <w:rsid w:val="005B1049"/>
    <w:rsid w:val="005B16B9"/>
    <w:rsid w:val="005B4D84"/>
    <w:rsid w:val="005B6F73"/>
    <w:rsid w:val="005C0AB6"/>
    <w:rsid w:val="005C2CE2"/>
    <w:rsid w:val="005C34D1"/>
    <w:rsid w:val="005C583F"/>
    <w:rsid w:val="005D0082"/>
    <w:rsid w:val="005D079D"/>
    <w:rsid w:val="005D0EDB"/>
    <w:rsid w:val="005D26F0"/>
    <w:rsid w:val="005E2785"/>
    <w:rsid w:val="005E2DC2"/>
    <w:rsid w:val="005E71C6"/>
    <w:rsid w:val="005F0357"/>
    <w:rsid w:val="005F2A1C"/>
    <w:rsid w:val="005F7589"/>
    <w:rsid w:val="006003EE"/>
    <w:rsid w:val="006022D2"/>
    <w:rsid w:val="00602B9B"/>
    <w:rsid w:val="006037AF"/>
    <w:rsid w:val="00606D27"/>
    <w:rsid w:val="006120F8"/>
    <w:rsid w:val="006131A8"/>
    <w:rsid w:val="00617548"/>
    <w:rsid w:val="00621B25"/>
    <w:rsid w:val="00621E91"/>
    <w:rsid w:val="00627888"/>
    <w:rsid w:val="006322F4"/>
    <w:rsid w:val="00635A88"/>
    <w:rsid w:val="00640FB0"/>
    <w:rsid w:val="00645DA5"/>
    <w:rsid w:val="00650FD9"/>
    <w:rsid w:val="00651678"/>
    <w:rsid w:val="0065447C"/>
    <w:rsid w:val="0065780A"/>
    <w:rsid w:val="00665D6B"/>
    <w:rsid w:val="006662CD"/>
    <w:rsid w:val="00667CA5"/>
    <w:rsid w:val="006711B9"/>
    <w:rsid w:val="00672B91"/>
    <w:rsid w:val="006771D8"/>
    <w:rsid w:val="00677683"/>
    <w:rsid w:val="00680D4B"/>
    <w:rsid w:val="006837F2"/>
    <w:rsid w:val="00691050"/>
    <w:rsid w:val="006922C9"/>
    <w:rsid w:val="006929D7"/>
    <w:rsid w:val="00692F59"/>
    <w:rsid w:val="0069350C"/>
    <w:rsid w:val="00694E37"/>
    <w:rsid w:val="0069663A"/>
    <w:rsid w:val="006A6B4D"/>
    <w:rsid w:val="006A7878"/>
    <w:rsid w:val="006B2910"/>
    <w:rsid w:val="006B3942"/>
    <w:rsid w:val="006B6C72"/>
    <w:rsid w:val="006B7908"/>
    <w:rsid w:val="006C2EF0"/>
    <w:rsid w:val="006C5316"/>
    <w:rsid w:val="006D143E"/>
    <w:rsid w:val="006D23A3"/>
    <w:rsid w:val="006D2FB9"/>
    <w:rsid w:val="006D5ACD"/>
    <w:rsid w:val="006D6470"/>
    <w:rsid w:val="006D6BCF"/>
    <w:rsid w:val="006D7D93"/>
    <w:rsid w:val="006E4F72"/>
    <w:rsid w:val="006E5382"/>
    <w:rsid w:val="006E69B6"/>
    <w:rsid w:val="006F0EA9"/>
    <w:rsid w:val="006F1DD5"/>
    <w:rsid w:val="006F3DA6"/>
    <w:rsid w:val="006F40FA"/>
    <w:rsid w:val="006F7378"/>
    <w:rsid w:val="007021A2"/>
    <w:rsid w:val="00703A35"/>
    <w:rsid w:val="00704982"/>
    <w:rsid w:val="007062B4"/>
    <w:rsid w:val="00706B4A"/>
    <w:rsid w:val="00710D7C"/>
    <w:rsid w:val="007208DA"/>
    <w:rsid w:val="00721E09"/>
    <w:rsid w:val="007243A3"/>
    <w:rsid w:val="00724758"/>
    <w:rsid w:val="0072567A"/>
    <w:rsid w:val="00726104"/>
    <w:rsid w:val="00730C50"/>
    <w:rsid w:val="007334B2"/>
    <w:rsid w:val="00735FE5"/>
    <w:rsid w:val="00740E1F"/>
    <w:rsid w:val="007617B6"/>
    <w:rsid w:val="00762410"/>
    <w:rsid w:val="007655C4"/>
    <w:rsid w:val="0076666A"/>
    <w:rsid w:val="00767DE9"/>
    <w:rsid w:val="00771273"/>
    <w:rsid w:val="00772C3B"/>
    <w:rsid w:val="00773E5E"/>
    <w:rsid w:val="00775745"/>
    <w:rsid w:val="0077722F"/>
    <w:rsid w:val="00781F52"/>
    <w:rsid w:val="00784171"/>
    <w:rsid w:val="0078529D"/>
    <w:rsid w:val="00787312"/>
    <w:rsid w:val="00795DC3"/>
    <w:rsid w:val="007A2819"/>
    <w:rsid w:val="007A38B9"/>
    <w:rsid w:val="007A78C9"/>
    <w:rsid w:val="007B0F96"/>
    <w:rsid w:val="007B3908"/>
    <w:rsid w:val="007B3CF7"/>
    <w:rsid w:val="007C093B"/>
    <w:rsid w:val="007C0F72"/>
    <w:rsid w:val="007C1D65"/>
    <w:rsid w:val="007C3C95"/>
    <w:rsid w:val="007C40ED"/>
    <w:rsid w:val="007D4566"/>
    <w:rsid w:val="007D4C47"/>
    <w:rsid w:val="007D5D6F"/>
    <w:rsid w:val="007E0B72"/>
    <w:rsid w:val="007E2941"/>
    <w:rsid w:val="007E3933"/>
    <w:rsid w:val="007E6EB1"/>
    <w:rsid w:val="007F7FA6"/>
    <w:rsid w:val="00811D87"/>
    <w:rsid w:val="00813619"/>
    <w:rsid w:val="00815C9A"/>
    <w:rsid w:val="0081668A"/>
    <w:rsid w:val="00816E58"/>
    <w:rsid w:val="008211A7"/>
    <w:rsid w:val="00821E03"/>
    <w:rsid w:val="0082270C"/>
    <w:rsid w:val="008245D8"/>
    <w:rsid w:val="0082581A"/>
    <w:rsid w:val="00825978"/>
    <w:rsid w:val="00827A53"/>
    <w:rsid w:val="008331BE"/>
    <w:rsid w:val="00836766"/>
    <w:rsid w:val="00840059"/>
    <w:rsid w:val="00842F94"/>
    <w:rsid w:val="0084609E"/>
    <w:rsid w:val="00855127"/>
    <w:rsid w:val="00857834"/>
    <w:rsid w:val="00862A15"/>
    <w:rsid w:val="00864037"/>
    <w:rsid w:val="0087229C"/>
    <w:rsid w:val="00873420"/>
    <w:rsid w:val="00873762"/>
    <w:rsid w:val="00874BB7"/>
    <w:rsid w:val="00882089"/>
    <w:rsid w:val="008820E9"/>
    <w:rsid w:val="008833CE"/>
    <w:rsid w:val="00883908"/>
    <w:rsid w:val="00883B44"/>
    <w:rsid w:val="00893271"/>
    <w:rsid w:val="00895834"/>
    <w:rsid w:val="008A27B6"/>
    <w:rsid w:val="008A3538"/>
    <w:rsid w:val="008B34D9"/>
    <w:rsid w:val="008B5F0B"/>
    <w:rsid w:val="008C0022"/>
    <w:rsid w:val="008C2AE1"/>
    <w:rsid w:val="008C373B"/>
    <w:rsid w:val="008C48D9"/>
    <w:rsid w:val="008C6B05"/>
    <w:rsid w:val="008C7E6F"/>
    <w:rsid w:val="008D0248"/>
    <w:rsid w:val="008D4C09"/>
    <w:rsid w:val="008D79A6"/>
    <w:rsid w:val="008E3C7E"/>
    <w:rsid w:val="008E49E5"/>
    <w:rsid w:val="008F062D"/>
    <w:rsid w:val="008F180D"/>
    <w:rsid w:val="008F3054"/>
    <w:rsid w:val="008F33CD"/>
    <w:rsid w:val="008F66F8"/>
    <w:rsid w:val="008F7E63"/>
    <w:rsid w:val="00905665"/>
    <w:rsid w:val="009113E3"/>
    <w:rsid w:val="00914CA6"/>
    <w:rsid w:val="0091645E"/>
    <w:rsid w:val="00917F7A"/>
    <w:rsid w:val="00926C4E"/>
    <w:rsid w:val="00932E1D"/>
    <w:rsid w:val="0093369C"/>
    <w:rsid w:val="009374C5"/>
    <w:rsid w:val="00943954"/>
    <w:rsid w:val="00944201"/>
    <w:rsid w:val="00947A46"/>
    <w:rsid w:val="00951479"/>
    <w:rsid w:val="00951DCF"/>
    <w:rsid w:val="0095606F"/>
    <w:rsid w:val="00957926"/>
    <w:rsid w:val="00960C73"/>
    <w:rsid w:val="00964364"/>
    <w:rsid w:val="00964CF5"/>
    <w:rsid w:val="009667E0"/>
    <w:rsid w:val="00967A72"/>
    <w:rsid w:val="00970232"/>
    <w:rsid w:val="00970721"/>
    <w:rsid w:val="00976E61"/>
    <w:rsid w:val="0098006E"/>
    <w:rsid w:val="009841D3"/>
    <w:rsid w:val="009860B7"/>
    <w:rsid w:val="00991523"/>
    <w:rsid w:val="00991C86"/>
    <w:rsid w:val="00992755"/>
    <w:rsid w:val="00993CCF"/>
    <w:rsid w:val="00994E5A"/>
    <w:rsid w:val="009A01CE"/>
    <w:rsid w:val="009A0424"/>
    <w:rsid w:val="009A1A0E"/>
    <w:rsid w:val="009A280B"/>
    <w:rsid w:val="009B1EC6"/>
    <w:rsid w:val="009B358F"/>
    <w:rsid w:val="009B63BB"/>
    <w:rsid w:val="009B7308"/>
    <w:rsid w:val="009C21B3"/>
    <w:rsid w:val="009C57F0"/>
    <w:rsid w:val="009C63AD"/>
    <w:rsid w:val="009D3D59"/>
    <w:rsid w:val="009D6A29"/>
    <w:rsid w:val="009D73BF"/>
    <w:rsid w:val="009E5E3F"/>
    <w:rsid w:val="009E68DB"/>
    <w:rsid w:val="009E7592"/>
    <w:rsid w:val="009F4B8B"/>
    <w:rsid w:val="009F518B"/>
    <w:rsid w:val="009F7D13"/>
    <w:rsid w:val="00A0022B"/>
    <w:rsid w:val="00A01257"/>
    <w:rsid w:val="00A0143F"/>
    <w:rsid w:val="00A01A2D"/>
    <w:rsid w:val="00A01B16"/>
    <w:rsid w:val="00A0204E"/>
    <w:rsid w:val="00A024ED"/>
    <w:rsid w:val="00A02F0D"/>
    <w:rsid w:val="00A0411E"/>
    <w:rsid w:val="00A045F1"/>
    <w:rsid w:val="00A07649"/>
    <w:rsid w:val="00A119C6"/>
    <w:rsid w:val="00A13267"/>
    <w:rsid w:val="00A20DBD"/>
    <w:rsid w:val="00A2376C"/>
    <w:rsid w:val="00A241AD"/>
    <w:rsid w:val="00A24205"/>
    <w:rsid w:val="00A33E57"/>
    <w:rsid w:val="00A34EB9"/>
    <w:rsid w:val="00A352BC"/>
    <w:rsid w:val="00A3766B"/>
    <w:rsid w:val="00A40C57"/>
    <w:rsid w:val="00A421AA"/>
    <w:rsid w:val="00A43136"/>
    <w:rsid w:val="00A43ED6"/>
    <w:rsid w:val="00A47DFE"/>
    <w:rsid w:val="00A509AC"/>
    <w:rsid w:val="00A50A73"/>
    <w:rsid w:val="00A516F6"/>
    <w:rsid w:val="00A5265A"/>
    <w:rsid w:val="00A57D98"/>
    <w:rsid w:val="00A6035C"/>
    <w:rsid w:val="00A61AC3"/>
    <w:rsid w:val="00A6280F"/>
    <w:rsid w:val="00A6328F"/>
    <w:rsid w:val="00A658F9"/>
    <w:rsid w:val="00A6747D"/>
    <w:rsid w:val="00A710B9"/>
    <w:rsid w:val="00A74314"/>
    <w:rsid w:val="00A76CB4"/>
    <w:rsid w:val="00A77750"/>
    <w:rsid w:val="00A8018B"/>
    <w:rsid w:val="00A80EA9"/>
    <w:rsid w:val="00A812A8"/>
    <w:rsid w:val="00A87981"/>
    <w:rsid w:val="00A91043"/>
    <w:rsid w:val="00A94F95"/>
    <w:rsid w:val="00A95276"/>
    <w:rsid w:val="00A96B08"/>
    <w:rsid w:val="00AA3794"/>
    <w:rsid w:val="00AA38DA"/>
    <w:rsid w:val="00AA58D0"/>
    <w:rsid w:val="00AA5C21"/>
    <w:rsid w:val="00AA6B5E"/>
    <w:rsid w:val="00AB0215"/>
    <w:rsid w:val="00AB3EF6"/>
    <w:rsid w:val="00AB49F2"/>
    <w:rsid w:val="00AB689F"/>
    <w:rsid w:val="00AC6755"/>
    <w:rsid w:val="00AC7D38"/>
    <w:rsid w:val="00AD0295"/>
    <w:rsid w:val="00AD3BC0"/>
    <w:rsid w:val="00AE30A1"/>
    <w:rsid w:val="00AE316F"/>
    <w:rsid w:val="00AE48A2"/>
    <w:rsid w:val="00AE6C96"/>
    <w:rsid w:val="00AF2EC4"/>
    <w:rsid w:val="00AF7C63"/>
    <w:rsid w:val="00B02E40"/>
    <w:rsid w:val="00B036B0"/>
    <w:rsid w:val="00B05BC2"/>
    <w:rsid w:val="00B13605"/>
    <w:rsid w:val="00B13FFB"/>
    <w:rsid w:val="00B23F32"/>
    <w:rsid w:val="00B33056"/>
    <w:rsid w:val="00B3312F"/>
    <w:rsid w:val="00B3688B"/>
    <w:rsid w:val="00B373E3"/>
    <w:rsid w:val="00B41747"/>
    <w:rsid w:val="00B41869"/>
    <w:rsid w:val="00B44274"/>
    <w:rsid w:val="00B4459C"/>
    <w:rsid w:val="00B45D31"/>
    <w:rsid w:val="00B47C57"/>
    <w:rsid w:val="00B47CA1"/>
    <w:rsid w:val="00B51F91"/>
    <w:rsid w:val="00B55C7C"/>
    <w:rsid w:val="00B55FC9"/>
    <w:rsid w:val="00B563B6"/>
    <w:rsid w:val="00B6000E"/>
    <w:rsid w:val="00B61832"/>
    <w:rsid w:val="00B64F30"/>
    <w:rsid w:val="00B65FF0"/>
    <w:rsid w:val="00B72C93"/>
    <w:rsid w:val="00B76828"/>
    <w:rsid w:val="00B76B4D"/>
    <w:rsid w:val="00B8028C"/>
    <w:rsid w:val="00B81379"/>
    <w:rsid w:val="00B8634C"/>
    <w:rsid w:val="00B869E0"/>
    <w:rsid w:val="00B86B76"/>
    <w:rsid w:val="00B871A0"/>
    <w:rsid w:val="00B92D92"/>
    <w:rsid w:val="00B931E3"/>
    <w:rsid w:val="00B94B1A"/>
    <w:rsid w:val="00B9542D"/>
    <w:rsid w:val="00B96E82"/>
    <w:rsid w:val="00B97EFE"/>
    <w:rsid w:val="00BB4334"/>
    <w:rsid w:val="00BB635A"/>
    <w:rsid w:val="00BB687A"/>
    <w:rsid w:val="00BB6E47"/>
    <w:rsid w:val="00BC0368"/>
    <w:rsid w:val="00BC4655"/>
    <w:rsid w:val="00BC4F94"/>
    <w:rsid w:val="00BD3261"/>
    <w:rsid w:val="00BD5AE4"/>
    <w:rsid w:val="00BD7BD3"/>
    <w:rsid w:val="00BE1403"/>
    <w:rsid w:val="00BE1A0A"/>
    <w:rsid w:val="00BE458E"/>
    <w:rsid w:val="00BE6D51"/>
    <w:rsid w:val="00BE7807"/>
    <w:rsid w:val="00BF3811"/>
    <w:rsid w:val="00BF3DC6"/>
    <w:rsid w:val="00BF47A3"/>
    <w:rsid w:val="00BF4948"/>
    <w:rsid w:val="00C01687"/>
    <w:rsid w:val="00C02EB9"/>
    <w:rsid w:val="00C04CFD"/>
    <w:rsid w:val="00C10958"/>
    <w:rsid w:val="00C15F0E"/>
    <w:rsid w:val="00C15FC8"/>
    <w:rsid w:val="00C16525"/>
    <w:rsid w:val="00C17FC9"/>
    <w:rsid w:val="00C20713"/>
    <w:rsid w:val="00C23729"/>
    <w:rsid w:val="00C24725"/>
    <w:rsid w:val="00C3370A"/>
    <w:rsid w:val="00C34638"/>
    <w:rsid w:val="00C47BC0"/>
    <w:rsid w:val="00C54EFF"/>
    <w:rsid w:val="00C61330"/>
    <w:rsid w:val="00C61E00"/>
    <w:rsid w:val="00C629C1"/>
    <w:rsid w:val="00C62D50"/>
    <w:rsid w:val="00C62DA6"/>
    <w:rsid w:val="00C70425"/>
    <w:rsid w:val="00C70E0C"/>
    <w:rsid w:val="00C71CBC"/>
    <w:rsid w:val="00C73B5E"/>
    <w:rsid w:val="00C74155"/>
    <w:rsid w:val="00C80EEF"/>
    <w:rsid w:val="00C81913"/>
    <w:rsid w:val="00C83036"/>
    <w:rsid w:val="00C86857"/>
    <w:rsid w:val="00C9136E"/>
    <w:rsid w:val="00C92664"/>
    <w:rsid w:val="00CA0FCC"/>
    <w:rsid w:val="00CA2B25"/>
    <w:rsid w:val="00CA41ED"/>
    <w:rsid w:val="00CA556E"/>
    <w:rsid w:val="00CA5D7F"/>
    <w:rsid w:val="00CB1BD4"/>
    <w:rsid w:val="00CC6B5F"/>
    <w:rsid w:val="00CC7113"/>
    <w:rsid w:val="00CE3AF6"/>
    <w:rsid w:val="00CE419F"/>
    <w:rsid w:val="00CE43A4"/>
    <w:rsid w:val="00CE451E"/>
    <w:rsid w:val="00CE721F"/>
    <w:rsid w:val="00CE74CC"/>
    <w:rsid w:val="00CF1750"/>
    <w:rsid w:val="00D06562"/>
    <w:rsid w:val="00D107B0"/>
    <w:rsid w:val="00D13FDD"/>
    <w:rsid w:val="00D1433A"/>
    <w:rsid w:val="00D15A42"/>
    <w:rsid w:val="00D16F06"/>
    <w:rsid w:val="00D170BC"/>
    <w:rsid w:val="00D1797B"/>
    <w:rsid w:val="00D17DEA"/>
    <w:rsid w:val="00D24884"/>
    <w:rsid w:val="00D2579D"/>
    <w:rsid w:val="00D2579E"/>
    <w:rsid w:val="00D30A10"/>
    <w:rsid w:val="00D30A39"/>
    <w:rsid w:val="00D31258"/>
    <w:rsid w:val="00D4545E"/>
    <w:rsid w:val="00D55AEE"/>
    <w:rsid w:val="00D64599"/>
    <w:rsid w:val="00D65C3A"/>
    <w:rsid w:val="00D66CE0"/>
    <w:rsid w:val="00D70872"/>
    <w:rsid w:val="00D80FEC"/>
    <w:rsid w:val="00D820B1"/>
    <w:rsid w:val="00D830ED"/>
    <w:rsid w:val="00D878BF"/>
    <w:rsid w:val="00D945EA"/>
    <w:rsid w:val="00D95912"/>
    <w:rsid w:val="00D95975"/>
    <w:rsid w:val="00D97254"/>
    <w:rsid w:val="00DA292B"/>
    <w:rsid w:val="00DA540C"/>
    <w:rsid w:val="00DA67C2"/>
    <w:rsid w:val="00DA6D98"/>
    <w:rsid w:val="00DA7A2A"/>
    <w:rsid w:val="00DB2F2F"/>
    <w:rsid w:val="00DB5EDB"/>
    <w:rsid w:val="00DC1ED8"/>
    <w:rsid w:val="00DC25FF"/>
    <w:rsid w:val="00DD75FF"/>
    <w:rsid w:val="00DD7B37"/>
    <w:rsid w:val="00DE3FD8"/>
    <w:rsid w:val="00DE485A"/>
    <w:rsid w:val="00DE7DF8"/>
    <w:rsid w:val="00DF352B"/>
    <w:rsid w:val="00E00252"/>
    <w:rsid w:val="00E0283E"/>
    <w:rsid w:val="00E04D75"/>
    <w:rsid w:val="00E10DCF"/>
    <w:rsid w:val="00E124D8"/>
    <w:rsid w:val="00E13A42"/>
    <w:rsid w:val="00E17FAA"/>
    <w:rsid w:val="00E20D30"/>
    <w:rsid w:val="00E261DA"/>
    <w:rsid w:val="00E3097A"/>
    <w:rsid w:val="00E30B9D"/>
    <w:rsid w:val="00E315C3"/>
    <w:rsid w:val="00E335D6"/>
    <w:rsid w:val="00E337D7"/>
    <w:rsid w:val="00E34543"/>
    <w:rsid w:val="00E36003"/>
    <w:rsid w:val="00E427A2"/>
    <w:rsid w:val="00E54BAE"/>
    <w:rsid w:val="00E57A5E"/>
    <w:rsid w:val="00E613C4"/>
    <w:rsid w:val="00E62FE3"/>
    <w:rsid w:val="00E6599E"/>
    <w:rsid w:val="00E702E1"/>
    <w:rsid w:val="00E71136"/>
    <w:rsid w:val="00E72E30"/>
    <w:rsid w:val="00E76481"/>
    <w:rsid w:val="00E83903"/>
    <w:rsid w:val="00E849AF"/>
    <w:rsid w:val="00E8753C"/>
    <w:rsid w:val="00E90444"/>
    <w:rsid w:val="00E915DB"/>
    <w:rsid w:val="00E959A9"/>
    <w:rsid w:val="00EA3894"/>
    <w:rsid w:val="00EA4912"/>
    <w:rsid w:val="00EA5D6F"/>
    <w:rsid w:val="00EA7AE4"/>
    <w:rsid w:val="00EB212A"/>
    <w:rsid w:val="00EB3618"/>
    <w:rsid w:val="00EB4362"/>
    <w:rsid w:val="00EB642F"/>
    <w:rsid w:val="00EB746C"/>
    <w:rsid w:val="00EC0900"/>
    <w:rsid w:val="00EC2754"/>
    <w:rsid w:val="00EC279E"/>
    <w:rsid w:val="00EC3ABC"/>
    <w:rsid w:val="00EC3BFD"/>
    <w:rsid w:val="00ED0DCC"/>
    <w:rsid w:val="00ED16AF"/>
    <w:rsid w:val="00ED5EFE"/>
    <w:rsid w:val="00ED70E5"/>
    <w:rsid w:val="00EE32A3"/>
    <w:rsid w:val="00EE566E"/>
    <w:rsid w:val="00EE5A2C"/>
    <w:rsid w:val="00EE5E1C"/>
    <w:rsid w:val="00EF6D1F"/>
    <w:rsid w:val="00F04407"/>
    <w:rsid w:val="00F070DF"/>
    <w:rsid w:val="00F07FFC"/>
    <w:rsid w:val="00F1133C"/>
    <w:rsid w:val="00F167A4"/>
    <w:rsid w:val="00F2554A"/>
    <w:rsid w:val="00F25B24"/>
    <w:rsid w:val="00F2697F"/>
    <w:rsid w:val="00F34F57"/>
    <w:rsid w:val="00F3700A"/>
    <w:rsid w:val="00F40D02"/>
    <w:rsid w:val="00F4686A"/>
    <w:rsid w:val="00F60762"/>
    <w:rsid w:val="00F61318"/>
    <w:rsid w:val="00F6595D"/>
    <w:rsid w:val="00F667DB"/>
    <w:rsid w:val="00F66A0D"/>
    <w:rsid w:val="00F67821"/>
    <w:rsid w:val="00F723A4"/>
    <w:rsid w:val="00F74D07"/>
    <w:rsid w:val="00F76FE0"/>
    <w:rsid w:val="00F772C0"/>
    <w:rsid w:val="00F774F7"/>
    <w:rsid w:val="00F8284F"/>
    <w:rsid w:val="00F9237B"/>
    <w:rsid w:val="00F933B4"/>
    <w:rsid w:val="00F95152"/>
    <w:rsid w:val="00F95BBE"/>
    <w:rsid w:val="00F9700B"/>
    <w:rsid w:val="00FB06C4"/>
    <w:rsid w:val="00FB271E"/>
    <w:rsid w:val="00FB4380"/>
    <w:rsid w:val="00FB59D0"/>
    <w:rsid w:val="00FC17A6"/>
    <w:rsid w:val="00FD0202"/>
    <w:rsid w:val="00FE19C1"/>
    <w:rsid w:val="00FE19E4"/>
    <w:rsid w:val="00FE24B5"/>
    <w:rsid w:val="00FE2B19"/>
    <w:rsid w:val="00FE7718"/>
    <w:rsid w:val="00FE7C38"/>
    <w:rsid w:val="00FF019C"/>
    <w:rsid w:val="00FF3E25"/>
    <w:rsid w:val="00FF4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F8B"/>
    <w:rPr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2029E"/>
    <w:pPr>
      <w:keepNext/>
      <w:widowControl w:val="0"/>
      <w:autoSpaceDE w:val="0"/>
      <w:autoSpaceDN w:val="0"/>
      <w:outlineLvl w:val="2"/>
    </w:pPr>
    <w:rPr>
      <w:b/>
      <w:bCs/>
      <w:color w:val="aut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2029E"/>
    <w:pPr>
      <w:keepNext/>
      <w:spacing w:before="240" w:after="60"/>
      <w:outlineLvl w:val="3"/>
    </w:pPr>
    <w:rPr>
      <w:b/>
      <w:bCs/>
      <w:color w:val="aut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color w:val="000000"/>
      <w:sz w:val="28"/>
      <w:szCs w:val="28"/>
    </w:rPr>
  </w:style>
  <w:style w:type="paragraph" w:customStyle="1" w:styleId="ConsPlusTitle">
    <w:name w:val="ConsPlusTitle"/>
    <w:uiPriority w:val="99"/>
    <w:rsid w:val="000C5F8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">
    <w:name w:val="Знак"/>
    <w:basedOn w:val="Normal"/>
    <w:uiPriority w:val="99"/>
    <w:rsid w:val="000C5F8B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D5A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color w:val="000000"/>
      <w:sz w:val="2"/>
    </w:rPr>
  </w:style>
  <w:style w:type="paragraph" w:styleId="Header">
    <w:name w:val="header"/>
    <w:basedOn w:val="Normal"/>
    <w:link w:val="HeaderChar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3927"/>
    <w:rPr>
      <w:rFonts w:cs="Times New Roman"/>
      <w:color w:val="000000"/>
      <w:sz w:val="28"/>
      <w:szCs w:val="28"/>
    </w:rPr>
  </w:style>
  <w:style w:type="paragraph" w:styleId="Footer">
    <w:name w:val="footer"/>
    <w:basedOn w:val="Normal"/>
    <w:link w:val="FooterChar"/>
    <w:uiPriority w:val="99"/>
    <w:rsid w:val="0002392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23927"/>
    <w:rPr>
      <w:rFonts w:cs="Times New Roman"/>
      <w:color w:val="000000"/>
      <w:sz w:val="28"/>
      <w:szCs w:val="28"/>
    </w:rPr>
  </w:style>
  <w:style w:type="paragraph" w:customStyle="1" w:styleId="ConsPlusNonformat">
    <w:name w:val="ConsPlusNonformat"/>
    <w:uiPriority w:val="99"/>
    <w:rsid w:val="001A31B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A31B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1A31BA"/>
    <w:rPr>
      <w:rFonts w:cs="Times New Roman"/>
    </w:rPr>
  </w:style>
  <w:style w:type="paragraph" w:customStyle="1" w:styleId="ConsPlusNormal">
    <w:name w:val="ConsPlusNormal"/>
    <w:uiPriority w:val="99"/>
    <w:rsid w:val="001A31B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Cell">
    <w:name w:val="ConsCell"/>
    <w:uiPriority w:val="99"/>
    <w:rsid w:val="001A31BA"/>
    <w:pPr>
      <w:widowControl w:val="0"/>
      <w:autoSpaceDE w:val="0"/>
      <w:autoSpaceDN w:val="0"/>
      <w:adjustRightInd w:val="0"/>
    </w:pPr>
    <w:rPr>
      <w:rFonts w:ascii="Arial Narrow" w:hAnsi="Arial Narrow"/>
      <w:sz w:val="20"/>
      <w:szCs w:val="20"/>
    </w:rPr>
  </w:style>
  <w:style w:type="paragraph" w:customStyle="1" w:styleId="FR1">
    <w:name w:val="FR1"/>
    <w:uiPriority w:val="99"/>
    <w:rsid w:val="001A31BA"/>
    <w:pPr>
      <w:widowControl w:val="0"/>
      <w:autoSpaceDE w:val="0"/>
      <w:autoSpaceDN w:val="0"/>
      <w:adjustRightInd w:val="0"/>
      <w:spacing w:before="180"/>
      <w:jc w:val="right"/>
    </w:pPr>
    <w:rPr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5C583F"/>
    <w:pPr>
      <w:ind w:firstLine="720"/>
      <w:jc w:val="both"/>
    </w:pPr>
    <w:rPr>
      <w:color w:val="auto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color w:val="000000"/>
      <w:sz w:val="16"/>
      <w:szCs w:val="16"/>
    </w:rPr>
  </w:style>
  <w:style w:type="table" w:styleId="TableGrid">
    <w:name w:val="Table Grid"/>
    <w:basedOn w:val="TableNormal"/>
    <w:uiPriority w:val="99"/>
    <w:rsid w:val="005C583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12029E"/>
    <w:pPr>
      <w:autoSpaceDE w:val="0"/>
      <w:autoSpaceDN w:val="0"/>
      <w:jc w:val="center"/>
    </w:pPr>
    <w:rPr>
      <w:color w:val="auto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color w:val="000000"/>
      <w:kern w:val="28"/>
      <w:sz w:val="32"/>
      <w:szCs w:val="32"/>
    </w:rPr>
  </w:style>
  <w:style w:type="paragraph" w:customStyle="1" w:styleId="FR2">
    <w:name w:val="FR2"/>
    <w:uiPriority w:val="99"/>
    <w:rsid w:val="0012029E"/>
    <w:pPr>
      <w:widowControl w:val="0"/>
      <w:autoSpaceDE w:val="0"/>
      <w:autoSpaceDN w:val="0"/>
      <w:adjustRightInd w:val="0"/>
      <w:spacing w:before="140"/>
      <w:ind w:left="2200" w:right="2200"/>
      <w:jc w:val="center"/>
    </w:pPr>
    <w:rPr>
      <w:rFonts w:ascii="Arial" w:hAnsi="Arial" w:cs="Arial"/>
      <w:b/>
      <w:bCs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12029E"/>
    <w:pPr>
      <w:widowControl w:val="0"/>
      <w:autoSpaceDE w:val="0"/>
      <w:autoSpaceDN w:val="0"/>
      <w:adjustRightInd w:val="0"/>
      <w:ind w:firstLine="720"/>
      <w:jc w:val="both"/>
    </w:pPr>
    <w:rPr>
      <w:rFonts w:cs="Arial"/>
      <w:color w:val="auto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color w:val="000000"/>
      <w:sz w:val="28"/>
      <w:szCs w:val="28"/>
    </w:rPr>
  </w:style>
  <w:style w:type="paragraph" w:customStyle="1" w:styleId="1">
    <w:name w:val="Знак1"/>
    <w:basedOn w:val="Normal"/>
    <w:uiPriority w:val="99"/>
    <w:rsid w:val="0012029E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12029E"/>
    <w:pPr>
      <w:spacing w:after="120"/>
      <w:ind w:left="283"/>
    </w:pPr>
    <w:rPr>
      <w:color w:val="auto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C5C1A"/>
    <w:rPr>
      <w:rFonts w:cs="Times New Roman"/>
      <w:sz w:val="24"/>
      <w:lang w:val="ru-RU" w:eastAsia="ru-RU"/>
    </w:rPr>
  </w:style>
  <w:style w:type="paragraph" w:customStyle="1" w:styleId="formattext">
    <w:name w:val="formattext"/>
    <w:basedOn w:val="Normal"/>
    <w:uiPriority w:val="99"/>
    <w:rsid w:val="00AE30A1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2">
    <w:name w:val="Знак Знак2"/>
    <w:uiPriority w:val="99"/>
    <w:locked/>
    <w:rsid w:val="007655C4"/>
    <w:rPr>
      <w:sz w:val="24"/>
    </w:rPr>
  </w:style>
  <w:style w:type="character" w:customStyle="1" w:styleId="4">
    <w:name w:val="Знак Знак4"/>
    <w:uiPriority w:val="99"/>
    <w:locked/>
    <w:rsid w:val="00960C73"/>
    <w:rPr>
      <w:sz w:val="24"/>
    </w:rPr>
  </w:style>
  <w:style w:type="paragraph" w:customStyle="1" w:styleId="a0">
    <w:name w:val="Знак Знак Знак Знак"/>
    <w:basedOn w:val="Normal"/>
    <w:uiPriority w:val="99"/>
    <w:rsid w:val="00C92664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C92664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621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16</Pages>
  <Words>4151</Words>
  <Characters>23666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</dc:title>
  <dc:subject/>
  <dc:creator>Митрофанова И.В.</dc:creator>
  <cp:keywords/>
  <dc:description/>
  <cp:lastModifiedBy>Пользователь</cp:lastModifiedBy>
  <cp:revision>2</cp:revision>
  <cp:lastPrinted>2016-04-25T11:34:00Z</cp:lastPrinted>
  <dcterms:created xsi:type="dcterms:W3CDTF">2016-06-06T06:38:00Z</dcterms:created>
  <dcterms:modified xsi:type="dcterms:W3CDTF">2016-06-06T06:38:00Z</dcterms:modified>
</cp:coreProperties>
</file>